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06EC0581" w:rsidR="00F422D3" w:rsidRDefault="00F422D3" w:rsidP="00022F72">
      <w:pPr>
        <w:pStyle w:val="Titul1"/>
      </w:pPr>
      <w:r w:rsidRPr="005D6794">
        <w:t>S</w:t>
      </w:r>
      <w:r w:rsidR="00022F72">
        <w:t>mlouva o dílo na zhotovení stavby</w:t>
      </w:r>
    </w:p>
    <w:p w14:paraId="65F0BE3A" w14:textId="3C2B5A6E" w:rsidR="00F422D3" w:rsidRDefault="00F422D3" w:rsidP="00BB1390">
      <w:pPr>
        <w:pStyle w:val="Titul2"/>
      </w:pPr>
      <w:r>
        <w:t xml:space="preserve">Název </w:t>
      </w:r>
      <w:r w:rsidRPr="00BB1390">
        <w:t>zakázky</w:t>
      </w:r>
      <w:r>
        <w:t>: „</w:t>
      </w:r>
      <w:r w:rsidR="00B617DD">
        <w:t>Rekonstrukce výpravní budovy v </w:t>
      </w:r>
      <w:proofErr w:type="spellStart"/>
      <w:r w:rsidR="00B617DD">
        <w:t>žst</w:t>
      </w:r>
      <w:proofErr w:type="spellEnd"/>
      <w:r w:rsidR="00B617DD">
        <w:t>. Sokolnice Telnice</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50E1770A" w14:textId="77777777" w:rsidR="00F422D3" w:rsidRPr="00B617DD" w:rsidRDefault="00F422D3" w:rsidP="00B42F40">
      <w:pPr>
        <w:pStyle w:val="Textbezodsazen"/>
        <w:spacing w:after="0"/>
      </w:pPr>
      <w:r>
        <w:t xml:space="preserve">zastoupena: </w:t>
      </w:r>
      <w:r w:rsidRPr="00B617DD">
        <w:t xml:space="preserve">Ing. Mojmírem Nejezchlebem, náměstkem GŘ pro modernizaci dráhy </w:t>
      </w:r>
    </w:p>
    <w:p w14:paraId="74A0A148" w14:textId="77777777" w:rsidR="00F422D3" w:rsidRDefault="00F422D3" w:rsidP="00B42F40">
      <w:pPr>
        <w:pStyle w:val="Textbezodsazen"/>
      </w:pPr>
      <w:r w:rsidRPr="00B617DD">
        <w:t>na základě Pověření č. 2372 ze dne 26. 2. 2018</w:t>
      </w:r>
    </w:p>
    <w:p w14:paraId="5158418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323A80C7" w14:textId="77777777" w:rsidR="00A365D5" w:rsidRDefault="00F422D3" w:rsidP="002F5199">
      <w:pPr>
        <w:pStyle w:val="Textbezodsazen"/>
        <w:spacing w:after="0"/>
      </w:pPr>
      <w:r w:rsidRPr="00B42F40">
        <w:t>Stavební</w:t>
      </w:r>
      <w:r>
        <w:t xml:space="preserve"> správa </w:t>
      </w:r>
      <w:r w:rsidR="00B617DD">
        <w:t>východ</w:t>
      </w:r>
    </w:p>
    <w:p w14:paraId="7CF4F4F4" w14:textId="77777777" w:rsidR="00A365D5" w:rsidRDefault="00A365D5" w:rsidP="002F5199">
      <w:pPr>
        <w:pStyle w:val="Textbezodsazen"/>
        <w:spacing w:after="0"/>
      </w:pPr>
      <w:r>
        <w:t>Nerudova 1</w:t>
      </w:r>
    </w:p>
    <w:p w14:paraId="51061C82" w14:textId="738E40E8" w:rsidR="00F422D3" w:rsidRDefault="00A365D5" w:rsidP="00B42F4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77777777" w:rsidR="00F422D3" w:rsidRDefault="00F422D3" w:rsidP="00B42F40">
      <w:pPr>
        <w:pStyle w:val="Textbezodsazen"/>
        <w:spacing w:after="0"/>
      </w:pPr>
      <w:r>
        <w:t>číslo smlouvy: "[</w:t>
      </w:r>
      <w:r w:rsidRPr="00F422D3">
        <w:rPr>
          <w:highlight w:val="green"/>
        </w:rPr>
        <w:t>VLOŽÍ OBJEDNATEL</w:t>
      </w:r>
      <w:r>
        <w:t xml:space="preserve">]" </w:t>
      </w:r>
    </w:p>
    <w:p w14:paraId="547E09FE" w14:textId="12F03590" w:rsidR="00F422D3" w:rsidRDefault="00F422D3" w:rsidP="00B42F40">
      <w:pPr>
        <w:pStyle w:val="Textbezodsazen"/>
      </w:pPr>
      <w:r>
        <w:t xml:space="preserve">ISPROFOND: </w:t>
      </w:r>
      <w:r w:rsidR="00B617DD">
        <w:t>5623520040</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21D65AD" w14:textId="63A8829B" w:rsidR="00DF7604" w:rsidRPr="00BB1390" w:rsidRDefault="00DF7604" w:rsidP="00BB1390">
      <w:pPr>
        <w:pStyle w:val="Textbezodsazen"/>
      </w:pP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77777777"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2C4E0EAC" w14:textId="77777777" w:rsidR="007D26F9" w:rsidRDefault="007D26F9" w:rsidP="00BC5BDD">
      <w:pPr>
        <w:pStyle w:val="Odrka1-3"/>
      </w:pPr>
      <w:r>
        <w:t>soupis zjišťovacích protokolů,</w:t>
      </w:r>
    </w:p>
    <w:p w14:paraId="4995B187" w14:textId="18A1CF2B" w:rsidR="007D26F9" w:rsidRDefault="007D26F9" w:rsidP="00BC5BDD">
      <w:pPr>
        <w:pStyle w:val="Odrka1-3"/>
      </w:pPr>
      <w:r>
        <w:t>zjišťovací protokoly.</w:t>
      </w:r>
    </w:p>
    <w:p w14:paraId="12956A88" w14:textId="77777777" w:rsidR="00E2245C" w:rsidRDefault="00E2245C" w:rsidP="00E2245C">
      <w:pPr>
        <w:pStyle w:val="Odrka1-3"/>
        <w:numPr>
          <w:ilvl w:val="0"/>
          <w:numId w:val="0"/>
        </w:numPr>
        <w:ind w:left="1928" w:hanging="1219"/>
      </w:pPr>
    </w:p>
    <w:p w14:paraId="13DF963F" w14:textId="77777777" w:rsidR="007D26F9" w:rsidRPr="00BC5BDD" w:rsidRDefault="007D26F9" w:rsidP="00BC5BDD">
      <w:pPr>
        <w:pStyle w:val="Nadpis1-1"/>
      </w:pPr>
      <w:r w:rsidRPr="00BC5BDD">
        <w:t>ÚČEL SMLOUVY</w:t>
      </w:r>
    </w:p>
    <w:p w14:paraId="0393B5D9" w14:textId="712AC6A3" w:rsidR="007D26F9" w:rsidRDefault="007D26F9" w:rsidP="00BC5BDD">
      <w:pPr>
        <w:pStyle w:val="Text1-1"/>
      </w:pPr>
      <w:r>
        <w:t xml:space="preserve">Objednatel oznámil uveřejněním na profilu zadavatele: </w:t>
      </w:r>
      <w:hyperlink r:id="rId11" w:history="1">
        <w:r w:rsidR="00A7240B" w:rsidRPr="00606FE8">
          <w:rPr>
            <w:rStyle w:val="Hypertextovodkaz"/>
            <w:noProof w:val="0"/>
            <w:color w:val="auto"/>
          </w:rPr>
          <w:t>https://zakazky.sprav</w:t>
        </w:r>
      </w:hyperlink>
      <w:r w:rsidR="00A7240B" w:rsidRPr="00606FE8">
        <w:t>azeleznic</w:t>
      </w:r>
      <w:r w:rsidRPr="00606FE8">
        <w:t>.c</w:t>
      </w:r>
      <w:r>
        <w:t>z/dne "[</w:t>
      </w:r>
      <w:r w:rsidRPr="007D26F9">
        <w:rPr>
          <w:highlight w:val="green"/>
        </w:rPr>
        <w:t>VLOŽÍ OBJEDNATEL</w:t>
      </w:r>
      <w:r>
        <w:t>]" pod evidenčním číslem "[</w:t>
      </w:r>
      <w:r w:rsidRPr="007D26F9">
        <w:rPr>
          <w:highlight w:val="green"/>
        </w:rPr>
        <w:t>VLOŽÍ OBJEDNATEL</w:t>
      </w:r>
      <w:r>
        <w:t>]" svůj úmysl zadat veřejnou zakázku</w:t>
      </w:r>
      <w:r w:rsidR="00A349C6">
        <w:t xml:space="preserve"> s </w:t>
      </w:r>
      <w:r>
        <w:t>názvem „</w:t>
      </w:r>
      <w:r w:rsidR="00B617DD">
        <w:rPr>
          <w:rStyle w:val="Tun"/>
        </w:rPr>
        <w:t>Rekonstrukce výpravní budovy Sokolnice Telnice</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1DACD011"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5F63F61E"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18E5D875"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elektronické podobě na e-mailovou adresu: </w:t>
      </w:r>
      <w:hyperlink r:id="rId12" w:history="1">
        <w:r w:rsidRPr="000B17CA">
          <w:rPr>
            <w:rStyle w:val="Hypertextovodkaz"/>
            <w:rFonts w:eastAsia="Verdana"/>
            <w:color w:val="auto"/>
            <w:sz w:val="18"/>
            <w:szCs w:val="18"/>
          </w:rPr>
          <w:t>ePodatelnaCFU@spravazeleznic.cz</w:t>
        </w:r>
      </w:hyperlink>
      <w:r w:rsidRPr="000B17CA">
        <w:rPr>
          <w:rFonts w:eastAsia="Verdana"/>
          <w:sz w:val="18"/>
          <w:szCs w:val="18"/>
        </w:rPr>
        <w:t xml:space="preserve">, </w:t>
      </w:r>
    </w:p>
    <w:p w14:paraId="44ADC823"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59E3B311"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datovou zprávou na identifikátor datové schránky: </w:t>
      </w:r>
      <w:proofErr w:type="spellStart"/>
      <w:r w:rsidRPr="000B17CA">
        <w:rPr>
          <w:rFonts w:eastAsia="Verdana"/>
          <w:sz w:val="18"/>
          <w:szCs w:val="18"/>
        </w:rPr>
        <w:t>uccchjm</w:t>
      </w:r>
      <w:proofErr w:type="spellEnd"/>
    </w:p>
    <w:p w14:paraId="0F59708A"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753F1E0B"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listinné podobě na adresu Správa železnic, státní organizace, Centrální finanční účtárna Čechy, Náměstí Jana </w:t>
      </w:r>
      <w:proofErr w:type="spellStart"/>
      <w:r w:rsidRPr="000B17CA">
        <w:rPr>
          <w:rFonts w:eastAsia="Verdana"/>
          <w:sz w:val="18"/>
          <w:szCs w:val="18"/>
        </w:rPr>
        <w:t>Pernera</w:t>
      </w:r>
      <w:proofErr w:type="spellEnd"/>
      <w:r w:rsidRPr="000B17CA">
        <w:rPr>
          <w:rFonts w:eastAsia="Verdana"/>
          <w:sz w:val="18"/>
          <w:szCs w:val="18"/>
        </w:rPr>
        <w:t xml:space="preserve"> 217, 530 02 Pardubice.</w:t>
      </w:r>
    </w:p>
    <w:p w14:paraId="09B6E54F" w14:textId="77777777" w:rsidR="00E2245C" w:rsidRDefault="00E2245C" w:rsidP="00BC5BDD">
      <w:pPr>
        <w:pStyle w:val="Textbezslovn"/>
      </w:pP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088393B7" w14:textId="747AE5D3" w:rsidR="007D26F9" w:rsidRPr="008F7242" w:rsidRDefault="007D26F9" w:rsidP="00BC5BDD">
      <w:pPr>
        <w:pStyle w:val="Textbezslovn"/>
        <w:rPr>
          <w:rStyle w:val="Tun"/>
        </w:rPr>
      </w:pPr>
      <w:r w:rsidRPr="008F7242">
        <w:rPr>
          <w:rStyle w:val="Tun"/>
        </w:rPr>
        <w:lastRenderedPageBreak/>
        <w:t xml:space="preserve">Celková lhůta pro dokončení Díla činí celkem </w:t>
      </w:r>
      <w:r w:rsidR="00072C47" w:rsidRPr="00072C47">
        <w:rPr>
          <w:rStyle w:val="Tun"/>
          <w:color w:val="FF0000"/>
        </w:rPr>
        <w:t>21</w:t>
      </w:r>
      <w:r w:rsidRPr="00072C47">
        <w:rPr>
          <w:rStyle w:val="Tun"/>
          <w:color w:val="FF0000"/>
        </w:rPr>
        <w:t xml:space="preserve"> měsíců </w:t>
      </w:r>
      <w:r w:rsidRPr="008F7242">
        <w:rPr>
          <w:rStyle w:val="Tun"/>
        </w:rPr>
        <w:t>ode Dne zahájení stavebních prací (dokladem prokazujícím, že Zhotovitel dokončil celé Dílo, je Předávací protokol dle odst. 10.4 Obchodních podmínek).</w:t>
      </w:r>
    </w:p>
    <w:p w14:paraId="3AC6763F" w14:textId="01800CEE" w:rsidR="007D26F9" w:rsidRPr="00B974A7" w:rsidRDefault="007D26F9" w:rsidP="00BC5BDD">
      <w:pPr>
        <w:pStyle w:val="Textbezslovn"/>
      </w:pPr>
      <w:r>
        <w:t xml:space="preserve">Lhůta pro dokončení stavebních prací činí celkem </w:t>
      </w:r>
      <w:r w:rsidR="00B617DD" w:rsidRPr="00072C47">
        <w:rPr>
          <w:rStyle w:val="Tun"/>
          <w:color w:val="FF0000"/>
        </w:rPr>
        <w:t>1</w:t>
      </w:r>
      <w:r w:rsidR="00072C47" w:rsidRPr="00072C47">
        <w:rPr>
          <w:rStyle w:val="Tun"/>
          <w:color w:val="FF0000"/>
        </w:rPr>
        <w:t>5</w:t>
      </w:r>
      <w:r w:rsidRPr="00072C47">
        <w:rPr>
          <w:rStyle w:val="Tun"/>
          <w:color w:val="FF0000"/>
        </w:rPr>
        <w:t xml:space="preserve"> měsíců</w:t>
      </w:r>
      <w:r w:rsidRPr="00072C47">
        <w:rPr>
          <w:color w:val="FF0000"/>
        </w:rPr>
        <w:t xml:space="preserve"> </w:t>
      </w:r>
      <w:r>
        <w:t>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w:t>
      </w:r>
      <w:r w:rsidR="00A349C6" w:rsidRPr="00B974A7">
        <w:t>a </w:t>
      </w:r>
      <w:r w:rsidRPr="00B974A7">
        <w:t xml:space="preserve">převzetí Díla). </w:t>
      </w:r>
      <w:bookmarkStart w:id="0" w:name="_GoBack"/>
      <w:bookmarkEnd w:id="0"/>
    </w:p>
    <w:p w14:paraId="07B97483" w14:textId="2910F727" w:rsidR="007D26F9" w:rsidRPr="00B617DD" w:rsidRDefault="007D26F9" w:rsidP="00B617DD">
      <w:pPr>
        <w:pStyle w:val="Textbezslovn"/>
      </w:pPr>
      <w:r w:rsidRPr="00B974A7">
        <w:t xml:space="preserve">Předání posouzení interoperability, včetně zajištění všech souvisejících dokladů, podle </w:t>
      </w:r>
      <w:proofErr w:type="spellStart"/>
      <w:r w:rsidRPr="00B974A7">
        <w:t>ust</w:t>
      </w:r>
      <w:proofErr w:type="spellEnd"/>
      <w:r w:rsidRPr="00B974A7">
        <w:t>. § 49b zákona 266/1994 Sb. ve znění pozdějších předpisů, předání</w:t>
      </w:r>
      <w:r>
        <w:t xml:space="preserve">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254AAF5F"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 xml:space="preserve">plnění těchto povinností na </w:t>
      </w:r>
      <w:r w:rsidRPr="009A12BD">
        <w:t>vyžádání doložit Objednateli.</w:t>
      </w:r>
    </w:p>
    <w:p w14:paraId="76DB0A2E" w14:textId="5A2192E4" w:rsidR="009A12BD" w:rsidRPr="00A12870" w:rsidRDefault="007D26F9" w:rsidP="00711E2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50D2033" w14:textId="1BECEEB2" w:rsidR="00A12870" w:rsidRPr="00711E2D" w:rsidRDefault="00A12870" w:rsidP="00711E2D">
      <w:pPr>
        <w:pStyle w:val="Text1-1"/>
        <w:rPr>
          <w:color w:val="FF0000"/>
        </w:rPr>
      </w:pPr>
      <w:r w:rsidRPr="005E007F">
        <w:t xml:space="preserve">Objednatel si vyhrazuje změnu závazku ve věci činností prováděných v souvislosti s publicitou Stavby spolufinancované Evropskou unií podle platných pravidel pro </w:t>
      </w:r>
      <w:r w:rsidRPr="000F199F">
        <w:t>Nástroj pro oživení a odolnost (</w:t>
      </w:r>
      <w:proofErr w:type="spellStart"/>
      <w:r w:rsidRPr="000F199F">
        <w:t>Recovery</w:t>
      </w:r>
      <w:proofErr w:type="spellEnd"/>
      <w:r w:rsidRPr="000F199F">
        <w:t xml:space="preserve"> and </w:t>
      </w:r>
      <w:proofErr w:type="spellStart"/>
      <w:r w:rsidRPr="000F199F">
        <w:t>Resilience</w:t>
      </w:r>
      <w:proofErr w:type="spellEnd"/>
      <w:r w:rsidRPr="000F199F">
        <w:t xml:space="preserve"> </w:t>
      </w:r>
      <w:proofErr w:type="spellStart"/>
      <w:r w:rsidRPr="000F199F">
        <w:t>Facility</w:t>
      </w:r>
      <w:proofErr w:type="spellEnd"/>
      <w:r w:rsidRPr="000F199F">
        <w:t>)</w:t>
      </w:r>
      <w:r>
        <w:t>.</w:t>
      </w:r>
      <w:r w:rsidRPr="005E007F">
        <w:t xml:space="preserve"> Specifikace činností a podmínky </w:t>
      </w:r>
      <w:r w:rsidRPr="005E007F">
        <w:lastRenderedPageBreak/>
        <w:t xml:space="preserve">pro jejich provedení jsou uvedeny v Příloze č. 2 c) této Smlouvy. V případě, že tato veřejná zakázka nebude spolufinancovaná z prostředků Evropské </w:t>
      </w:r>
      <w:proofErr w:type="gramStart"/>
      <w:r w:rsidRPr="005E007F">
        <w:t>unie,  zajištění</w:t>
      </w:r>
      <w:proofErr w:type="gramEnd"/>
      <w:r w:rsidRPr="005E007F">
        <w:t xml:space="preserve"> publicity Stavby nebude Zhotovitelem provedeno. Zhotoviteli bude uhrazen jen skutečně provedený rozsah tohoto plnění.</w:t>
      </w:r>
    </w:p>
    <w:p w14:paraId="5F0EF17E" w14:textId="64C4CC04"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w:t>
      </w:r>
      <w:r w:rsidR="00CA736B">
        <w:t xml:space="preserve"> (</w:t>
      </w:r>
      <w:r w:rsidR="00CA736B" w:rsidRPr="00711E2D">
        <w:t>ZZVZ</w:t>
      </w:r>
      <w:r w:rsidR="00CA736B">
        <w:t>)</w:t>
      </w:r>
      <w:r w:rsidRPr="009A12BD">
        <w:t>.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77777777" w:rsidR="004C1A60" w:rsidRPr="009A12BD" w:rsidRDefault="004C1A60" w:rsidP="004C1A60">
      <w:pPr>
        <w:pStyle w:val="Text1-1"/>
        <w:numPr>
          <w:ilvl w:val="0"/>
          <w:numId w:val="0"/>
        </w:numPr>
        <w:ind w:left="737"/>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t xml:space="preserve">Požadované údaje, předložené formou čestného prohlášení podepsaného Zhotovitelem, jsou nezbytné pro vydání Osvědčení o řádném plnění veřejné zakázky uvedeného v příloze </w:t>
      </w:r>
      <w:proofErr w:type="gramStart"/>
      <w:r w:rsidRPr="009A12BD">
        <w:t>č.10</w:t>
      </w:r>
      <w:proofErr w:type="gramEnd"/>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3035A13F" w14:textId="58FD838D" w:rsidR="009A0E00" w:rsidRPr="005E007F" w:rsidRDefault="009A0E00" w:rsidP="009A0E00">
      <w:pPr>
        <w:pStyle w:val="Text1-1"/>
        <w:numPr>
          <w:ilvl w:val="0"/>
          <w:numId w:val="0"/>
        </w:numPr>
        <w:ind w:left="737"/>
        <w:rPr>
          <w:iCs/>
        </w:rPr>
      </w:pPr>
      <w:r w:rsidRPr="005E007F">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0EF5E045" w14:textId="77777777" w:rsidR="004A36B7" w:rsidRPr="005E007F" w:rsidRDefault="004A36B7" w:rsidP="004A36B7">
      <w:pPr>
        <w:numPr>
          <w:ilvl w:val="1"/>
          <w:numId w:val="9"/>
        </w:numPr>
        <w:spacing w:after="120" w:line="264" w:lineRule="auto"/>
        <w:jc w:val="both"/>
        <w:rPr>
          <w:rFonts w:eastAsia="Times New Roman" w:cs="Times New Roman"/>
          <w:sz w:val="18"/>
          <w:szCs w:val="18"/>
        </w:rPr>
      </w:pPr>
      <w:r w:rsidRPr="005E007F">
        <w:rPr>
          <w:rFonts w:eastAsia="Times New Roman" w:cs="Times New Roman"/>
          <w:sz w:val="18"/>
          <w:szCs w:val="18"/>
        </w:rPr>
        <w:t>Sociálně a environmentálně odpovědné zadávání</w:t>
      </w:r>
    </w:p>
    <w:p w14:paraId="09A973E5" w14:textId="0183C329"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1AC1D990"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Zhotovitel se zavazuje na písemnou výzvu předložit Obje</w:t>
      </w:r>
      <w:r w:rsidR="00A12870">
        <w:rPr>
          <w:rFonts w:eastAsia="Times New Roman" w:cs="Times New Roman"/>
          <w:sz w:val="18"/>
          <w:szCs w:val="18"/>
        </w:rPr>
        <w:t xml:space="preserve">dnateli do </w:t>
      </w:r>
      <w:proofErr w:type="gramStart"/>
      <w:r w:rsidR="00A12870">
        <w:rPr>
          <w:rFonts w:eastAsia="Times New Roman" w:cs="Times New Roman"/>
          <w:sz w:val="18"/>
          <w:szCs w:val="18"/>
        </w:rPr>
        <w:t xml:space="preserve">sedmi  </w:t>
      </w:r>
      <w:r w:rsidRPr="005E007F">
        <w:rPr>
          <w:rFonts w:eastAsia="Times New Roman" w:cs="Times New Roman"/>
          <w:sz w:val="18"/>
          <w:szCs w:val="18"/>
        </w:rPr>
        <w:t>dnů</w:t>
      </w:r>
      <w:proofErr w:type="gramEnd"/>
      <w:r w:rsidRPr="005E007F">
        <w:rPr>
          <w:rFonts w:eastAsia="Times New Roman" w:cs="Times New Roman"/>
          <w:sz w:val="18"/>
          <w:szCs w:val="18"/>
        </w:rPr>
        <w:t xml:space="preserve">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sz w:val="18"/>
          <w:szCs w:val="18"/>
        </w:rPr>
        <w:t>9</w:t>
      </w:r>
      <w:r w:rsidR="00BB08EC" w:rsidRPr="005E007F">
        <w:rPr>
          <w:rFonts w:eastAsia="Times New Roman" w:cs="Times New Roman"/>
          <w:sz w:val="18"/>
          <w:szCs w:val="18"/>
        </w:rPr>
        <w:t>.1</w:t>
      </w:r>
      <w:r w:rsidRPr="005E007F">
        <w:rPr>
          <w:rFonts w:eastAsia="Times New Roman" w:cs="Times New Roman"/>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sz w:val="18"/>
          <w:szCs w:val="18"/>
        </w:rPr>
        <w:t xml:space="preserve"> </w:t>
      </w:r>
      <w:r w:rsidRPr="005E007F">
        <w:rPr>
          <w:rFonts w:eastAsia="Times New Roman" w:cs="Times New Roman"/>
          <w:sz w:val="18"/>
          <w:szCs w:val="18"/>
        </w:rPr>
        <w:t>4.</w:t>
      </w:r>
      <w:r w:rsidR="008A3592" w:rsidRPr="005E007F">
        <w:rPr>
          <w:rFonts w:eastAsia="Times New Roman" w:cs="Times New Roman"/>
          <w:sz w:val="18"/>
          <w:szCs w:val="18"/>
        </w:rPr>
        <w:t>9</w:t>
      </w:r>
      <w:r w:rsidRPr="005E007F">
        <w:rPr>
          <w:rFonts w:eastAsia="Times New Roman" w:cs="Times New Roman"/>
          <w:sz w:val="18"/>
          <w:szCs w:val="18"/>
        </w:rPr>
        <w:t xml:space="preserve">.1 této Smlouvy. </w:t>
      </w:r>
    </w:p>
    <w:p w14:paraId="7106ECDE" w14:textId="6322EB97" w:rsidR="004A36B7" w:rsidRPr="005E007F" w:rsidRDefault="00484FB4" w:rsidP="004A36B7">
      <w:pPr>
        <w:numPr>
          <w:ilvl w:val="2"/>
          <w:numId w:val="34"/>
        </w:numPr>
        <w:spacing w:after="120" w:line="264" w:lineRule="auto"/>
        <w:jc w:val="both"/>
        <w:rPr>
          <w:sz w:val="18"/>
          <w:szCs w:val="18"/>
        </w:rPr>
      </w:pPr>
      <w:r w:rsidRPr="005E007F">
        <w:rPr>
          <w:rFonts w:eastAsia="Times New Roman" w:cs="Times New Roman"/>
          <w:sz w:val="18"/>
          <w:szCs w:val="18"/>
        </w:rPr>
        <w:t>J</w:t>
      </w:r>
      <w:r w:rsidR="004A36B7" w:rsidRPr="005E007F">
        <w:rPr>
          <w:rFonts w:eastAsia="Times New Roman" w:cs="Times New Roman"/>
          <w:sz w:val="18"/>
          <w:szCs w:val="18"/>
        </w:rPr>
        <w:t xml:space="preserve">ednání, </w:t>
      </w:r>
      <w:r w:rsidR="007C567F" w:rsidRPr="005E007F">
        <w:rPr>
          <w:rFonts w:eastAsia="Times New Roman" w:cs="Times New Roman"/>
          <w:sz w:val="18"/>
          <w:szCs w:val="18"/>
        </w:rPr>
        <w:t xml:space="preserve">která </w:t>
      </w:r>
      <w:r w:rsidR="00E37457" w:rsidRPr="005E007F">
        <w:rPr>
          <w:rFonts w:eastAsia="Times New Roman" w:cs="Times New Roman"/>
          <w:sz w:val="18"/>
          <w:szCs w:val="18"/>
        </w:rPr>
        <w:t xml:space="preserve">budou probíhat </w:t>
      </w:r>
      <w:r w:rsidR="004A36B7" w:rsidRPr="005E007F">
        <w:rPr>
          <w:rFonts w:eastAsia="Times New Roman" w:cs="Times New Roman"/>
          <w:sz w:val="18"/>
          <w:szCs w:val="18"/>
        </w:rPr>
        <w:t>dle odst. 2.</w:t>
      </w:r>
      <w:r w:rsidRPr="005E007F">
        <w:rPr>
          <w:rFonts w:eastAsia="Times New Roman" w:cs="Times New Roman"/>
          <w:sz w:val="18"/>
          <w:szCs w:val="18"/>
        </w:rPr>
        <w:t>1</w:t>
      </w:r>
      <w:r w:rsidR="00005FBB" w:rsidRPr="005E007F">
        <w:rPr>
          <w:rFonts w:eastAsia="Times New Roman" w:cs="Times New Roman"/>
          <w:sz w:val="18"/>
          <w:szCs w:val="18"/>
        </w:rPr>
        <w:t>.</w:t>
      </w:r>
      <w:r w:rsidRPr="005E007F">
        <w:rPr>
          <w:rFonts w:eastAsia="Times New Roman" w:cs="Times New Roman"/>
          <w:sz w:val="18"/>
          <w:szCs w:val="18"/>
        </w:rPr>
        <w:t>2</w:t>
      </w:r>
      <w:r w:rsidR="004A36B7" w:rsidRPr="005E007F">
        <w:rPr>
          <w:rFonts w:eastAsia="Times New Roman" w:cs="Times New Roman"/>
          <w:sz w:val="18"/>
          <w:szCs w:val="18"/>
        </w:rPr>
        <w:t xml:space="preserve"> Přílohy č. 2b) této Smlouvy, budou probíhat primárně distančním způsobem (elektronicky, např. MS </w:t>
      </w:r>
      <w:proofErr w:type="spellStart"/>
      <w:r w:rsidR="004A36B7" w:rsidRPr="005E007F">
        <w:rPr>
          <w:rFonts w:eastAsia="Times New Roman" w:cs="Times New Roman"/>
          <w:sz w:val="18"/>
          <w:szCs w:val="18"/>
        </w:rPr>
        <w:t>Teams</w:t>
      </w:r>
      <w:proofErr w:type="spellEnd"/>
      <w:r w:rsidR="004A36B7" w:rsidRPr="005E007F">
        <w:rPr>
          <w:rFonts w:eastAsia="Times New Roman" w:cs="Times New Roman"/>
          <w:sz w:val="18"/>
          <w:szCs w:val="18"/>
        </w:rPr>
        <w:t xml:space="preserve">, Google </w:t>
      </w:r>
      <w:proofErr w:type="spellStart"/>
      <w:r w:rsidR="004A36B7" w:rsidRPr="005E007F">
        <w:rPr>
          <w:rFonts w:eastAsia="Times New Roman" w:cs="Times New Roman"/>
          <w:sz w:val="18"/>
          <w:szCs w:val="18"/>
        </w:rPr>
        <w:t>meet</w:t>
      </w:r>
      <w:proofErr w:type="spellEnd"/>
      <w:r w:rsidR="004A36B7" w:rsidRPr="005E007F">
        <w:rPr>
          <w:rFonts w:eastAsia="Times New Roman" w:cs="Times New Roman"/>
          <w:sz w:val="18"/>
          <w:szCs w:val="18"/>
        </w:rPr>
        <w:t>, atp.), pokud nebude nutné, aby byly spojeny s místním šetřením.</w:t>
      </w:r>
    </w:p>
    <w:p w14:paraId="31B9FDA1" w14:textId="61895189" w:rsidR="004A36B7" w:rsidRPr="005E007F"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t>Zhotovitel se zavazuje, že v průběhu plnění Díla umožní v souvislosti s</w:t>
      </w:r>
      <w:r w:rsidR="00005FBB" w:rsidRPr="005E007F">
        <w:rPr>
          <w:rFonts w:eastAsia="Times New Roman" w:cs="Times New Roman"/>
          <w:sz w:val="18"/>
          <w:szCs w:val="18"/>
        </w:rPr>
        <w:t xml:space="preserve"> prováděním prací na Díle </w:t>
      </w:r>
      <w:r w:rsidR="00A66949" w:rsidRPr="005E007F">
        <w:rPr>
          <w:rFonts w:eastAsia="Times New Roman" w:cs="Times New Roman"/>
          <w:sz w:val="18"/>
          <w:szCs w:val="18"/>
        </w:rPr>
        <w:t xml:space="preserve">provedení </w:t>
      </w:r>
      <w:r w:rsidR="00711E2D">
        <w:rPr>
          <w:rFonts w:eastAsia="Times New Roman" w:cs="Times New Roman"/>
          <w:sz w:val="18"/>
          <w:szCs w:val="18"/>
        </w:rPr>
        <w:t>4 studentských exkurzí</w:t>
      </w:r>
      <w:r w:rsidR="00A66949" w:rsidRPr="005E007F">
        <w:rPr>
          <w:rFonts w:eastAsia="Times New Roman" w:cs="Times New Roman"/>
          <w:sz w:val="18"/>
          <w:szCs w:val="18"/>
        </w:rPr>
        <w:t xml:space="preserve"> </w:t>
      </w:r>
      <w:r w:rsidRPr="005E007F">
        <w:rPr>
          <w:rFonts w:eastAsia="Times New Roman" w:cs="Times New Roman"/>
          <w:sz w:val="18"/>
          <w:szCs w:val="18"/>
        </w:rPr>
        <w:t xml:space="preserve">na </w:t>
      </w:r>
      <w:r w:rsidR="00022FF9" w:rsidRPr="005E007F">
        <w:rPr>
          <w:rFonts w:eastAsia="Times New Roman" w:cs="Times New Roman"/>
          <w:sz w:val="18"/>
          <w:szCs w:val="18"/>
        </w:rPr>
        <w:t>St</w:t>
      </w:r>
      <w:r w:rsidRPr="005E007F">
        <w:rPr>
          <w:rFonts w:eastAsia="Times New Roman" w:cs="Times New Roman"/>
          <w:sz w:val="18"/>
          <w:szCs w:val="18"/>
        </w:rPr>
        <w:t xml:space="preserve">aveništi. </w:t>
      </w:r>
      <w:r w:rsidR="00694F58">
        <w:rPr>
          <w:rFonts w:eastAsia="Times New Roman" w:cs="Times New Roman"/>
          <w:sz w:val="18"/>
          <w:szCs w:val="18"/>
        </w:rPr>
        <w:t>Podrobnosti k provedení exkurze</w:t>
      </w:r>
      <w:r w:rsidR="006D5FB4" w:rsidRPr="005E007F">
        <w:rPr>
          <w:rFonts w:eastAsia="Times New Roman" w:cs="Times New Roman"/>
          <w:sz w:val="18"/>
          <w:szCs w:val="18"/>
        </w:rPr>
        <w:t xml:space="preserve"> jsou uvedeny v Obchodních podmínkách.</w:t>
      </w:r>
      <w:r w:rsidR="00756F28" w:rsidRPr="00756F28">
        <w:rPr>
          <w:sz w:val="18"/>
          <w:szCs w:val="18"/>
        </w:rPr>
        <w:t xml:space="preserve"> </w:t>
      </w:r>
    </w:p>
    <w:p w14:paraId="6AC289CE" w14:textId="63768FF6" w:rsidR="004A36B7" w:rsidRPr="0023128E"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t xml:space="preserve">O provedené exkurzi je Zhotovitel povinen informovat Objednatele písemnou zprávou nejpozději do 14 dnů od konání exkurze. </w:t>
      </w:r>
      <w:r w:rsidR="00D22281" w:rsidRPr="005E007F">
        <w:rPr>
          <w:rFonts w:eastAsia="Times New Roman" w:cs="Times New Roman"/>
          <w:sz w:val="18"/>
          <w:szCs w:val="18"/>
        </w:rPr>
        <w:t xml:space="preserve">Zpráva musí obsahovat </w:t>
      </w:r>
      <w:r w:rsidR="00D22281" w:rsidRPr="0023128E">
        <w:rPr>
          <w:rFonts w:eastAsia="Times New Roman" w:cs="Times New Roman"/>
          <w:sz w:val="18"/>
          <w:szCs w:val="18"/>
        </w:rPr>
        <w:t xml:space="preserve">sdělení o škole, předmětu exkurze, čase konání a počtu účastníků.  </w:t>
      </w:r>
    </w:p>
    <w:p w14:paraId="6B1A579F" w14:textId="10F8FD7E" w:rsidR="00D4483A" w:rsidRPr="00694F58" w:rsidRDefault="00AF0C67" w:rsidP="00694F58">
      <w:pPr>
        <w:pStyle w:val="Text1-1"/>
      </w:pPr>
      <w:r w:rsidRPr="0023128E">
        <w:rPr>
          <w:i/>
          <w:color w:val="00B050"/>
        </w:rPr>
        <w:lastRenderedPageBreak/>
        <w:t xml:space="preserve"> </w:t>
      </w:r>
      <w:r w:rsidRPr="0023128E">
        <w:rPr>
          <w:i/>
        </w:rPr>
        <w:t>NEOBSAZENO</w:t>
      </w:r>
    </w:p>
    <w:p w14:paraId="4D719B45" w14:textId="11CB3CA1" w:rsidR="00EA0D88" w:rsidRDefault="00335132" w:rsidP="00EA0D88">
      <w:pPr>
        <w:pStyle w:val="Text1-1"/>
      </w:pPr>
      <w:r w:rsidRPr="0023128E">
        <w:t>Zhotovitel je povinen začít odstraňovat veškerá znečištění pozemních komunikací, která způsobí v</w:t>
      </w:r>
      <w:r w:rsidRPr="00913311">
        <w:t>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715EE579" w14:textId="740BD17C" w:rsidR="00721DD7" w:rsidRPr="00065937" w:rsidRDefault="009429C9" w:rsidP="007806D3">
      <w:pPr>
        <w:pStyle w:val="Text1-1"/>
      </w:pPr>
      <w:r>
        <w:t>S</w:t>
      </w:r>
      <w:r w:rsidR="00311475" w:rsidRPr="00065937">
        <w:t xml:space="preserve">oučástí dodávky na zhotovení Díla nejsou prvky mobiliáře včetně instalace, které jsou </w:t>
      </w:r>
      <w:r w:rsidR="006E18C1">
        <w:t xml:space="preserve">uvedeny v </w:t>
      </w:r>
      <w:proofErr w:type="gramStart"/>
      <w:r w:rsidR="00311475" w:rsidRPr="00065937">
        <w:t xml:space="preserve">SO </w:t>
      </w:r>
      <w:r w:rsidR="00694F58">
        <w:t>E.2.14</w:t>
      </w:r>
      <w:proofErr w:type="gramEnd"/>
      <w:r w:rsidR="00694F58">
        <w:t xml:space="preserve"> - Vnější vybavení budov</w:t>
      </w:r>
      <w:r w:rsidR="00311475" w:rsidRPr="00065937">
        <w:t xml:space="preserve"> </w:t>
      </w:r>
      <w:r w:rsidR="006E18C1">
        <w:t xml:space="preserve">, dodávku a montáž zajisti Správa železnic. Zhotovitel provede pouze stavební připravenost dle technických listů výrobce. které jsou součástí </w:t>
      </w:r>
      <w:proofErr w:type="gramStart"/>
      <w:r w:rsidR="006E18C1">
        <w:t>SO E.2.14</w:t>
      </w:r>
      <w:proofErr w:type="gramEnd"/>
      <w:r w:rsidR="006E18C1">
        <w:t>.</w:t>
      </w:r>
    </w:p>
    <w:p w14:paraId="4D303544" w14:textId="4D950185" w:rsidR="00311475" w:rsidRDefault="00311475" w:rsidP="007806D3">
      <w:pPr>
        <w:pStyle w:val="Text1-1"/>
        <w:numPr>
          <w:ilvl w:val="0"/>
          <w:numId w:val="0"/>
        </w:numPr>
        <w:ind w:left="737"/>
      </w:pPr>
      <w:r w:rsidRPr="00065937">
        <w:t xml:space="preserve">Součástí dodávky na zhotovení Díla není zařízení pro kontrolu vstupu a výběr poplatku včetně instalace, které </w:t>
      </w:r>
      <w:r w:rsidR="006E18C1">
        <w:t xml:space="preserve">je uvedeno v </w:t>
      </w:r>
      <w:proofErr w:type="gramStart"/>
      <w:r w:rsidRPr="00065937">
        <w:t xml:space="preserve">SO </w:t>
      </w:r>
      <w:r w:rsidR="00694F58">
        <w:t>E.2.14</w:t>
      </w:r>
      <w:proofErr w:type="gramEnd"/>
      <w:r w:rsidRPr="00065937">
        <w:t xml:space="preserve"> </w:t>
      </w:r>
      <w:r w:rsidR="00694F58">
        <w:t>– Vnější vybavení budov</w:t>
      </w:r>
      <w:r w:rsidR="006E18C1">
        <w:t xml:space="preserve">, </w:t>
      </w:r>
      <w:proofErr w:type="spellStart"/>
      <w:r w:rsidR="006E18C1">
        <w:t>dodávka+montáž</w:t>
      </w:r>
      <w:proofErr w:type="spellEnd"/>
      <w:r w:rsidR="006E18C1">
        <w:t xml:space="preserve"> zajistí Správa železnic.</w:t>
      </w:r>
      <w:r w:rsidR="00694F58">
        <w:t xml:space="preserve"> </w:t>
      </w:r>
      <w:r w:rsidR="006E18C1">
        <w:t xml:space="preserve"> Zhotovitel provede pouze stavební připravenost dle technických podkladů dodavatele, které jsou součástí </w:t>
      </w:r>
      <w:proofErr w:type="gramStart"/>
      <w:r w:rsidR="006E18C1">
        <w:t>SO E.2.14</w:t>
      </w:r>
      <w:proofErr w:type="gramEnd"/>
      <w:r w:rsidR="006E18C1">
        <w:t>.</w:t>
      </w:r>
    </w:p>
    <w:p w14:paraId="1FDAD9BA" w14:textId="10787F93" w:rsidR="00251735" w:rsidRPr="009A6574" w:rsidRDefault="00251735" w:rsidP="009A6574">
      <w:pPr>
        <w:pStyle w:val="Text1-1"/>
        <w:numPr>
          <w:ilvl w:val="1"/>
          <w:numId w:val="9"/>
        </w:numPr>
      </w:pPr>
      <w:r w:rsidRPr="009A6574">
        <w:t xml:space="preserve">Osoba uvedená v Příloze č. 6 Oprávněné osoby za zhotovitele ve funkci </w:t>
      </w:r>
      <w:r w:rsidRPr="009A6574">
        <w:rPr>
          <w:i/>
        </w:rPr>
        <w:t>Úředně oprávněný zeměměřický inženýr</w:t>
      </w:r>
      <w:r w:rsidRPr="009A6574">
        <w:t xml:space="preserve"> musí předložit Objednateli před zahájením prací originál nebo úředně ověřenou kopii </w:t>
      </w:r>
      <w:r w:rsidRPr="009A6574">
        <w:rPr>
          <w:i/>
        </w:rPr>
        <w:t>úředního oprávnění pro ověřování výsledků zeměměřických činností v rozsahu dle § 13 odst. 1 písm. a) a c) zákona č. 200/1994 Sb., o zeměměřictví a o změně a doplnění některých zákonů souvisejících s jeho zavedením, ve znění pozdějších předpisů.</w:t>
      </w:r>
    </w:p>
    <w:p w14:paraId="29DF802D" w14:textId="77777777" w:rsidR="00251735" w:rsidRPr="009A6574" w:rsidRDefault="00251735" w:rsidP="00251735">
      <w:pPr>
        <w:spacing w:after="120" w:line="264" w:lineRule="auto"/>
        <w:ind w:left="737"/>
        <w:jc w:val="both"/>
        <w:rPr>
          <w:i/>
          <w:sz w:val="18"/>
          <w:szCs w:val="18"/>
        </w:rPr>
      </w:pPr>
      <w:r w:rsidRPr="009A6574">
        <w:rPr>
          <w:sz w:val="18"/>
          <w:szCs w:val="18"/>
        </w:rPr>
        <w:t xml:space="preserve">Osoba uvedená v Příloze č. 6 Oprávněné osoby za zhotovitele ve funkci </w:t>
      </w:r>
      <w:r w:rsidRPr="009A6574">
        <w:rPr>
          <w:i/>
          <w:sz w:val="18"/>
          <w:szCs w:val="18"/>
        </w:rPr>
        <w:t>Osoba odpovědná za bezpečnost a ochranu zdraví při práci</w:t>
      </w:r>
      <w:r w:rsidRPr="009A6574">
        <w:rPr>
          <w:sz w:val="18"/>
          <w:szCs w:val="18"/>
        </w:rPr>
        <w:t xml:space="preserve"> musí předložit Objednateli před zahájením prací originál nebo úředně ověřenou kopii </w:t>
      </w:r>
      <w:r w:rsidRPr="009A6574">
        <w:rPr>
          <w:i/>
          <w:sz w:val="18"/>
          <w:szCs w:val="18"/>
        </w:rPr>
        <w:t>osvědčení o odborné způsobilosti koordinátora BOZP na staveništi podle § 14, resp. § 10 odst. 2 zákona č. 309/2006 Sb., o zajištění dalších podmínek bezpečnosti a ochrany zdraví při práci, ve znění pozdějších předpisů, ve spojení s § 6, 7 a 8 nařízení vlády č. 592/2006 Sb., o podmínkách akreditace a provádění zkoušek z odborné způsobilosti, potvrzujícího úspěšné vykonání zkoušky vydané firmou akreditovanou Ministerstvem práce a sociálních věcí (MPSV).</w:t>
      </w:r>
    </w:p>
    <w:p w14:paraId="7E44FC63" w14:textId="77777777" w:rsidR="00251735" w:rsidRPr="00711E2D" w:rsidRDefault="00251735" w:rsidP="00251735">
      <w:pPr>
        <w:numPr>
          <w:ilvl w:val="1"/>
          <w:numId w:val="9"/>
        </w:numPr>
        <w:spacing w:after="120" w:line="264" w:lineRule="auto"/>
        <w:jc w:val="both"/>
        <w:rPr>
          <w:sz w:val="18"/>
          <w:szCs w:val="18"/>
        </w:rPr>
      </w:pPr>
      <w:r w:rsidRPr="00711E2D">
        <w:rPr>
          <w:sz w:val="18"/>
          <w:szCs w:val="18"/>
        </w:rPr>
        <w:t xml:space="preserve">Při změně oprávněných osob dle </w:t>
      </w:r>
      <w:proofErr w:type="gramStart"/>
      <w:r w:rsidRPr="00711E2D">
        <w:rPr>
          <w:sz w:val="18"/>
          <w:szCs w:val="18"/>
        </w:rPr>
        <w:t>odst.4.13</w:t>
      </w:r>
      <w:proofErr w:type="gramEnd"/>
      <w:r w:rsidRPr="00711E2D">
        <w:rPr>
          <w:sz w:val="18"/>
          <w:szCs w:val="18"/>
        </w:rPr>
        <w:t xml:space="preserve"> se postupuje dle odst. 5.2 Obchodních podmínek. Nezbytnou podmínkou pro změnu oprávněných osoby dle </w:t>
      </w:r>
      <w:proofErr w:type="gramStart"/>
      <w:r w:rsidRPr="00711E2D">
        <w:rPr>
          <w:sz w:val="18"/>
          <w:szCs w:val="18"/>
        </w:rPr>
        <w:t>odst.4.13</w:t>
      </w:r>
      <w:proofErr w:type="gramEnd"/>
      <w:r w:rsidRPr="00711E2D">
        <w:rPr>
          <w:sz w:val="18"/>
          <w:szCs w:val="18"/>
        </w:rPr>
        <w:t xml:space="preserve"> je, že Zhotovitel jako součást svého upozornění o změně oprávněné osoby předloží pro tuto novou oprávněnou osobu originály nebo úředně ověřené kopie dokladů, v rozsahu dle odst. 4.13.</w:t>
      </w:r>
    </w:p>
    <w:p w14:paraId="686837BC" w14:textId="77777777" w:rsidR="00251735" w:rsidRPr="007806D3" w:rsidRDefault="00251735" w:rsidP="007806D3">
      <w:pPr>
        <w:pStyle w:val="Text1-1"/>
        <w:numPr>
          <w:ilvl w:val="0"/>
          <w:numId w:val="0"/>
        </w:numPr>
        <w:ind w:left="737"/>
      </w:pPr>
    </w:p>
    <w:p w14:paraId="70CA2EF9" w14:textId="5D7DF5B3" w:rsidR="00385B90" w:rsidRPr="00385B90" w:rsidRDefault="00385B90" w:rsidP="00385B90">
      <w:pPr>
        <w:pStyle w:val="Nadpis1-1"/>
        <w:numPr>
          <w:ilvl w:val="0"/>
          <w:numId w:val="34"/>
        </w:numPr>
        <w:jc w:val="both"/>
        <w:rPr>
          <w:szCs w:val="22"/>
        </w:rPr>
      </w:pPr>
      <w:r w:rsidRPr="00385B90">
        <w:rPr>
          <w:szCs w:val="22"/>
        </w:rPr>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76FCB2FA"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lastRenderedPageBreak/>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7BCB7E3E"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580A81E" w14:textId="5E092DBD" w:rsidR="0052690B" w:rsidRDefault="000A24F5" w:rsidP="00EA0D88">
      <w:pPr>
        <w:pStyle w:val="Text1-1"/>
        <w:numPr>
          <w:ilvl w:val="0"/>
          <w:numId w:val="0"/>
        </w:numPr>
        <w:ind w:left="737"/>
      </w:pPr>
      <w:r w:rsidRPr="00503579">
        <w:t xml:space="preserve">Pokud dojde ke změně v osobě Zhotovitele následkem právního nástupnictví v souvislosti s přeměnou Zhotovitele, jeho smrtí nebo převodem jeho </w:t>
      </w:r>
      <w:r w:rsidR="009B2E25">
        <w:t>závodu, popřípadě části závodu,</w:t>
      </w:r>
      <w:r w:rsidRPr="00503579">
        <w:t xml:space="preserve">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52E8E5AA" w14:textId="2B4C763A" w:rsidR="00065937" w:rsidRPr="00694F58" w:rsidRDefault="00065937" w:rsidP="00694F58">
      <w:pPr>
        <w:pStyle w:val="Text1-1"/>
      </w:pPr>
      <w:r w:rsidRPr="00065937">
        <w:t>Tato Smlouva je vyhotovena elektronicky a podepsána zaručeným elektronickým podpisem založeným na kvalifikovaném certifikátu pro elektronický podpis nebo kvalifikovaným elektronickým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w:t>
      </w:r>
      <w:r w:rsidR="00A349C6">
        <w:lastRenderedPageBreak/>
        <w:t>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29077FE6" w:rsidR="007D26F9" w:rsidRDefault="007D26F9" w:rsidP="00342DC7">
      <w:pPr>
        <w:pStyle w:val="Textbezslovn"/>
      </w:pPr>
      <w:r w:rsidRPr="00A349C6">
        <w:rPr>
          <w:b/>
        </w:rPr>
        <w:t>Příloha č. 1:</w:t>
      </w:r>
      <w:r w:rsidR="008F7242">
        <w:t xml:space="preserve"> </w:t>
      </w:r>
      <w:r w:rsidR="008F7242">
        <w:tab/>
      </w:r>
      <w:r>
        <w:t xml:space="preserve">Obchodní podmínky – </w:t>
      </w:r>
      <w:r w:rsidR="00694F58">
        <w:t>OP/R/24/22</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3C807292" w:rsidR="007D26F9" w:rsidRDefault="00F43D42" w:rsidP="00F43D42">
      <w:pPr>
        <w:pStyle w:val="Textbezslovn"/>
        <w:ind w:left="2127"/>
      </w:pPr>
      <w:r>
        <w:t xml:space="preserve">b) </w:t>
      </w:r>
      <w:r w:rsidR="007D26F9">
        <w:t xml:space="preserve">Všeobecné technické podmínky – </w:t>
      </w:r>
      <w:r w:rsidR="00694F58">
        <w:t>VTP/R/15/21</w:t>
      </w:r>
    </w:p>
    <w:p w14:paraId="239F0F49" w14:textId="36548222" w:rsidR="007D26F9" w:rsidRDefault="00F43D42" w:rsidP="00F43D42">
      <w:pPr>
        <w:pStyle w:val="Textbezslovn"/>
        <w:ind w:left="2127"/>
      </w:pPr>
      <w:r>
        <w:t xml:space="preserve">c) </w:t>
      </w:r>
      <w:r w:rsidR="007D26F9">
        <w:t xml:space="preserve">Zvláštní technické podmínky </w:t>
      </w:r>
      <w:r w:rsidR="009B2E25">
        <w:t>na Zhotovení stavby „Rekonstrukce výpravní budovy v </w:t>
      </w:r>
      <w:proofErr w:type="spellStart"/>
      <w:r w:rsidR="009B2E25">
        <w:t>žst</w:t>
      </w:r>
      <w:proofErr w:type="spellEnd"/>
      <w:r w:rsidR="009B2E25">
        <w:t xml:space="preserve">. Sokolnice Telnice, vydané </w:t>
      </w:r>
      <w:r w:rsidR="00C141B4">
        <w:t>05/2022.</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0156AD" w14:textId="0A708C76" w:rsidR="002A7B96" w:rsidRPr="004C1A60" w:rsidRDefault="004C1A60" w:rsidP="002A7B96">
      <w:pPr>
        <w:pStyle w:val="Textbezslovn"/>
        <w:rPr>
          <w:color w:val="FF0000"/>
        </w:rPr>
      </w:pPr>
      <w:r w:rsidRPr="00606FE8">
        <w:rPr>
          <w:b/>
        </w:rPr>
        <w:t xml:space="preserve">Příloha </w:t>
      </w:r>
      <w:proofErr w:type="gramStart"/>
      <w:r w:rsidRPr="00606FE8">
        <w:rPr>
          <w:b/>
        </w:rPr>
        <w:t>č.10</w:t>
      </w:r>
      <w:proofErr w:type="gramEnd"/>
      <w:r w:rsidRPr="00606FE8">
        <w:rPr>
          <w:b/>
        </w:rPr>
        <w:t xml:space="preserve">:  </w:t>
      </w:r>
      <w:r w:rsidRPr="009A12BD">
        <w:t>Osvědčení</w:t>
      </w:r>
    </w:p>
    <w:p w14:paraId="6BCCFE42" w14:textId="5B5733BE" w:rsidR="004C1A60" w:rsidRPr="004C1A60" w:rsidRDefault="004C1A60" w:rsidP="00342DC7">
      <w:pPr>
        <w:pStyle w:val="Textbezslovn"/>
        <w:rPr>
          <w:color w:val="FF0000"/>
        </w:rPr>
      </w:pPr>
    </w:p>
    <w:p w14:paraId="32430B4F" w14:textId="77777777" w:rsidR="00342DC7" w:rsidRDefault="00342DC7" w:rsidP="00342DC7">
      <w:pPr>
        <w:pStyle w:val="Textbezodsazen"/>
        <w:rPr>
          <w:rStyle w:val="Tun"/>
        </w:rPr>
      </w:pPr>
    </w:p>
    <w:p w14:paraId="5115ADBD" w14:textId="77777777" w:rsidR="00F43D42" w:rsidRDefault="00F43D42" w:rsidP="00342DC7">
      <w:pPr>
        <w:pStyle w:val="Textbezodsazen"/>
        <w:rPr>
          <w:rStyle w:val="Tun"/>
        </w:rPr>
      </w:pP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5D054D9" w14:textId="77777777" w:rsidR="007D26F9" w:rsidRPr="007D26F9" w:rsidRDefault="007D26F9" w:rsidP="007D26F9">
      <w:pPr>
        <w:pStyle w:val="Textbezodsazen"/>
      </w:pPr>
    </w:p>
    <w:p w14:paraId="3453F46E" w14:textId="77777777" w:rsidR="00F422D3" w:rsidRDefault="00F422D3" w:rsidP="009F0867">
      <w:pPr>
        <w:pStyle w:val="Textbezodsazen"/>
      </w:pPr>
    </w:p>
    <w:p w14:paraId="13D4F382" w14:textId="77777777" w:rsidR="00F422D3" w:rsidRDefault="00F422D3" w:rsidP="009F0867">
      <w:pPr>
        <w:pStyle w:val="Textbezodsazen"/>
      </w:pPr>
    </w:p>
    <w:p w14:paraId="6B8E8A01" w14:textId="77777777" w:rsidR="00F422D3" w:rsidRDefault="00F422D3" w:rsidP="009F0867">
      <w:pPr>
        <w:pStyle w:val="Textbezodsazen"/>
      </w:pPr>
    </w:p>
    <w:p w14:paraId="56514904" w14:textId="77777777" w:rsidR="00F422D3" w:rsidRDefault="00F422D3" w:rsidP="009F0867">
      <w:pPr>
        <w:pStyle w:val="Textbezodsazen"/>
      </w:pPr>
    </w:p>
    <w:p w14:paraId="076AF3A6"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547B080D"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0EF0B23E" w14:textId="64225BAA" w:rsidR="00342DC7" w:rsidRDefault="00342DC7" w:rsidP="00342DC7">
      <w:pPr>
        <w:pStyle w:val="Textbezodsazen"/>
        <w:spacing w:after="0"/>
      </w:pPr>
      <w:r>
        <w:t>náměstek GŘ pro modernizac</w:t>
      </w:r>
      <w:r w:rsidR="00BB18C3">
        <w:t>i</w:t>
      </w:r>
      <w:r>
        <w:t xml:space="preserve"> dráhy</w:t>
      </w:r>
      <w:r>
        <w:tab/>
      </w:r>
      <w:r>
        <w:tab/>
      </w:r>
      <w:r>
        <w:tab/>
      </w:r>
    </w:p>
    <w:p w14:paraId="499CCF69" w14:textId="59B937DE"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3A85C471" w14:textId="23811632"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202296F7" w:rsidR="00CB4F6D" w:rsidRPr="00AB0B11" w:rsidRDefault="00AB0B11" w:rsidP="00CB4F6D">
      <w:pPr>
        <w:pStyle w:val="Textbezodsazen"/>
        <w:rPr>
          <w:b/>
        </w:rPr>
      </w:pPr>
      <w:r w:rsidRPr="00AB0B11">
        <w:rPr>
          <w:b/>
        </w:rPr>
        <w:t>OP/R/24/22</w:t>
      </w:r>
    </w:p>
    <w:p w14:paraId="1F9736EE" w14:textId="77777777" w:rsidR="007145F3" w:rsidRDefault="007145F3" w:rsidP="00CB4F6D">
      <w:pPr>
        <w:pStyle w:val="Textbezodsazen"/>
      </w:pP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06F48264" w14:textId="222E42D3" w:rsidR="00CB4F6D" w:rsidRDefault="00CB4F6D" w:rsidP="00866994">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662991DD" w:rsidR="00342DC7" w:rsidRPr="00AE4B52" w:rsidRDefault="00AB0B11" w:rsidP="00342DC7">
      <w:pPr>
        <w:pStyle w:val="Odstavec1-1a"/>
        <w:rPr>
          <w:rStyle w:val="Tun"/>
        </w:rPr>
      </w:pPr>
      <w:r>
        <w:rPr>
          <w:rStyle w:val="Tun"/>
        </w:rPr>
        <w:t>Všeobecné technické podmínky – VTP/R/15/21</w:t>
      </w:r>
    </w:p>
    <w:p w14:paraId="3FCF186D" w14:textId="695D6282" w:rsidR="00342DC7" w:rsidRPr="00AE4B52" w:rsidRDefault="00342DC7" w:rsidP="00342DC7">
      <w:pPr>
        <w:pStyle w:val="Odstavec1-1a"/>
        <w:rPr>
          <w:rStyle w:val="Tun"/>
        </w:rPr>
      </w:pPr>
      <w:r w:rsidRPr="00AE4B52">
        <w:rPr>
          <w:rStyle w:val="Tun"/>
        </w:rPr>
        <w:t xml:space="preserve">Zvláštní technické podmínky </w:t>
      </w:r>
      <w:r w:rsidR="00AB0B11" w:rsidRPr="00AB0B11">
        <w:rPr>
          <w:b/>
        </w:rPr>
        <w:t>na Zhotovení stavby „Rekonstrukce výpravní budovy v </w:t>
      </w:r>
      <w:proofErr w:type="spellStart"/>
      <w:r w:rsidR="00AB0B11" w:rsidRPr="00AB0B11">
        <w:rPr>
          <w:b/>
        </w:rPr>
        <w:t>žst</w:t>
      </w:r>
      <w:proofErr w:type="spellEnd"/>
      <w:r w:rsidR="00AB0B11" w:rsidRPr="00AB0B11">
        <w:rPr>
          <w:b/>
        </w:rPr>
        <w:t xml:space="preserve">. Sokolnice Telnice, vydané </w:t>
      </w:r>
      <w:r w:rsidR="00C141B4">
        <w:rPr>
          <w:b/>
        </w:rPr>
        <w:t>05/2022.</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4F843949" w14:textId="2A58621F" w:rsidR="00985DF9" w:rsidRPr="000C2B01" w:rsidRDefault="00AB0B11" w:rsidP="00985DF9">
      <w:pPr>
        <w:pStyle w:val="Odrka1-1"/>
      </w:pPr>
      <w:r w:rsidRPr="00296E3E">
        <w:t>Aktualizace projektové dokumentace pro stavební povolení a dokumentace pro provádění sta</w:t>
      </w:r>
      <w:r>
        <w:t>vby (projekt stavby), zpracovaná společností SUDOP BRNO, spol. s.r.o.,</w:t>
      </w:r>
      <w:r w:rsidRPr="00296E3E">
        <w:t xml:space="preserve"> </w:t>
      </w:r>
      <w:r>
        <w:t xml:space="preserve">se sídlem Kounicova 688/26, Veveří, 602 00 Brno, IČO: 44960417, z </w:t>
      </w:r>
      <w:r w:rsidRPr="00296E3E">
        <w:t>09/2021</w:t>
      </w:r>
      <w:r>
        <w:t>.</w:t>
      </w:r>
      <w:r w:rsidR="00985DF9" w:rsidRPr="000C2B01">
        <w:t xml:space="preserve">  </w:t>
      </w:r>
    </w:p>
    <w:p w14:paraId="5CD37F06" w14:textId="1B5A68CC" w:rsidR="00AE4B52" w:rsidRPr="00AB0B11" w:rsidRDefault="00AB0B11" w:rsidP="007A2129">
      <w:pPr>
        <w:pStyle w:val="Odrka1-1"/>
      </w:pPr>
      <w:r>
        <w:t xml:space="preserve">Stavební povolení </w:t>
      </w:r>
      <w:r w:rsidR="007A2129">
        <w:t>- b</w:t>
      </w:r>
      <w:r w:rsidR="00AE4B52" w:rsidRPr="00AB0B11">
        <w:t xml:space="preserve">ude </w:t>
      </w:r>
      <w:r w:rsidRPr="00AB0B11">
        <w:t>předáno vybranému dodavateli</w:t>
      </w:r>
      <w:r w:rsidR="00AE4B52" w:rsidRPr="00AB0B11">
        <w:t>.</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15563101" w14:textId="77777777" w:rsidR="001F518E" w:rsidRPr="00B61E49" w:rsidRDefault="001F518E" w:rsidP="00AE4B52">
      <w:pPr>
        <w:pStyle w:val="Textbezodsazen"/>
        <w:rPr>
          <w:strike/>
          <w:color w:val="FF0000"/>
        </w:rPr>
      </w:pP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7A2129" w:rsidRPr="00F95FBD" w14:paraId="5E711F3D" w14:textId="77777777" w:rsidTr="007A212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7A2129" w:rsidRPr="00F95FBD" w:rsidRDefault="007A2129" w:rsidP="007A2129">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1E320FDF" w14:textId="58A522AE" w:rsidR="007A2129" w:rsidRPr="007A2129" w:rsidRDefault="007A2129" w:rsidP="007A2129">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A2129">
              <w:rPr>
                <w:bCs/>
              </w:rPr>
              <w:t>Mgr. Lucie Zapletalová</w:t>
            </w:r>
            <w:r>
              <w:rPr>
                <w:bCs/>
              </w:rPr>
              <w:t>, podnikový právník</w:t>
            </w:r>
          </w:p>
        </w:tc>
      </w:tr>
      <w:tr w:rsidR="007A2129" w:rsidRPr="00F95FBD" w14:paraId="5E5B1758" w14:textId="77777777" w:rsidTr="007A212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7A2129" w:rsidRPr="008175E5" w:rsidRDefault="007A2129" w:rsidP="007A2129">
            <w:pPr>
              <w:pStyle w:val="Tabulka"/>
              <w:rPr>
                <w:rStyle w:val="Nadpisvtabulce"/>
                <w:b w:val="0"/>
              </w:rPr>
            </w:pPr>
            <w:r w:rsidRPr="008175E5">
              <w:rPr>
                <w:rStyle w:val="Nadpisvtabulce"/>
                <w:b w:val="0"/>
              </w:rPr>
              <w:t>Adresa</w:t>
            </w:r>
          </w:p>
        </w:tc>
        <w:tc>
          <w:tcPr>
            <w:tcW w:w="5812" w:type="dxa"/>
          </w:tcPr>
          <w:p w14:paraId="3ACB8601" w14:textId="77777777" w:rsidR="007A2129" w:rsidRPr="002475F7" w:rsidRDefault="007A2129" w:rsidP="007A2129">
            <w:pPr>
              <w:pStyle w:val="Tabulka"/>
              <w:cnfStyle w:val="000000000000" w:firstRow="0" w:lastRow="0" w:firstColumn="0" w:lastColumn="0" w:oddVBand="0" w:evenVBand="0" w:oddHBand="0" w:evenHBand="0" w:firstRowFirstColumn="0" w:firstRowLastColumn="0" w:lastRowFirstColumn="0" w:lastRowLastColumn="0"/>
            </w:pPr>
            <w:r w:rsidRPr="002475F7">
              <w:t>Správa železnic, státní organizace</w:t>
            </w:r>
          </w:p>
          <w:p w14:paraId="2E2B404B" w14:textId="2CE09E18" w:rsidR="007A2129" w:rsidRDefault="007A2129" w:rsidP="007A212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475F7">
              <w:t xml:space="preserve">Stavební správa východ, Nerudova 1, 779 00 Olomouc </w:t>
            </w:r>
          </w:p>
        </w:tc>
      </w:tr>
      <w:tr w:rsidR="007A2129" w:rsidRPr="00F95FBD" w14:paraId="79A0DEBA" w14:textId="77777777" w:rsidTr="007A212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7A2129" w:rsidRPr="00F95FBD" w:rsidRDefault="007A2129" w:rsidP="007A2129">
            <w:pPr>
              <w:pStyle w:val="Tabulka"/>
            </w:pPr>
            <w:r w:rsidRPr="00F95FBD">
              <w:t>E-mail</w:t>
            </w:r>
          </w:p>
        </w:tc>
        <w:tc>
          <w:tcPr>
            <w:tcW w:w="5812" w:type="dxa"/>
          </w:tcPr>
          <w:p w14:paraId="6F84BCCF" w14:textId="401DCE5E" w:rsidR="007A2129" w:rsidRPr="001F518E" w:rsidRDefault="00072C47" w:rsidP="007A2129">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7A2129" w:rsidRPr="002475F7">
                <w:rPr>
                  <w:rStyle w:val="Hypertextovodkaz"/>
                  <w:noProof w:val="0"/>
                </w:rPr>
                <w:t xml:space="preserve">ZapletalovaL@spravazeleznic.cz </w:t>
              </w:r>
            </w:hyperlink>
          </w:p>
        </w:tc>
      </w:tr>
      <w:tr w:rsidR="007A2129" w:rsidRPr="00F95FBD" w14:paraId="481C3FD9" w14:textId="77777777" w:rsidTr="007A212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7A2129" w:rsidRPr="00F95FBD" w:rsidRDefault="007A2129" w:rsidP="007A2129">
            <w:pPr>
              <w:pStyle w:val="Tabulka"/>
            </w:pPr>
            <w:r w:rsidRPr="00F95FBD">
              <w:t>Telefon</w:t>
            </w:r>
          </w:p>
        </w:tc>
        <w:tc>
          <w:tcPr>
            <w:tcW w:w="5812" w:type="dxa"/>
          </w:tcPr>
          <w:p w14:paraId="5185F4A6" w14:textId="5282C935" w:rsidR="007A2129" w:rsidRPr="001F518E" w:rsidRDefault="007A2129" w:rsidP="007A212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475F7">
              <w:t>+420 720 051 460</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7A2129" w:rsidRPr="00F95FBD" w14:paraId="5D3A39EF" w14:textId="77777777" w:rsidTr="007A21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7A2129" w:rsidRPr="00F95FBD" w:rsidRDefault="007A2129" w:rsidP="007A2129">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2B632441" w14:textId="46D8C9FF" w:rsidR="007A2129" w:rsidRPr="001F518E" w:rsidRDefault="007A2129" w:rsidP="007A2129">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2475F7">
              <w:t>Ing. arch. Petra Karásková</w:t>
            </w:r>
          </w:p>
        </w:tc>
      </w:tr>
      <w:tr w:rsidR="007A2129" w:rsidRPr="00F95FBD" w14:paraId="2A27B8BA" w14:textId="77777777" w:rsidTr="007A2129">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7A2129" w:rsidRPr="00F95FBD" w:rsidRDefault="007A2129" w:rsidP="007A2129">
            <w:pPr>
              <w:pStyle w:val="Tabulka"/>
              <w:rPr>
                <w:rStyle w:val="Nadpisvtabulce"/>
                <w:b w:val="0"/>
              </w:rPr>
            </w:pPr>
            <w:r>
              <w:rPr>
                <w:rStyle w:val="Nadpisvtabulce"/>
                <w:b w:val="0"/>
              </w:rPr>
              <w:t>Adresa</w:t>
            </w:r>
          </w:p>
        </w:tc>
        <w:tc>
          <w:tcPr>
            <w:tcW w:w="5812" w:type="dxa"/>
          </w:tcPr>
          <w:p w14:paraId="05CA1854" w14:textId="77777777" w:rsidR="007A2129" w:rsidRPr="002475F7" w:rsidRDefault="007A2129" w:rsidP="007A2129">
            <w:pPr>
              <w:pStyle w:val="Tabulka"/>
              <w:cnfStyle w:val="000000000000" w:firstRow="0" w:lastRow="0" w:firstColumn="0" w:lastColumn="0" w:oddVBand="0" w:evenVBand="0" w:oddHBand="0" w:evenHBand="0" w:firstRowFirstColumn="0" w:firstRowLastColumn="0" w:lastRowFirstColumn="0" w:lastRowLastColumn="0"/>
            </w:pPr>
            <w:r w:rsidRPr="002475F7">
              <w:t>Správa železnic, státní organizace</w:t>
            </w:r>
          </w:p>
          <w:p w14:paraId="69B5837E" w14:textId="3513F614" w:rsidR="007A2129" w:rsidRDefault="007A2129" w:rsidP="007A212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475F7">
              <w:t xml:space="preserve">Stavební správa východ, Nerudova 1, 779 00 Olomouc </w:t>
            </w:r>
          </w:p>
        </w:tc>
      </w:tr>
      <w:tr w:rsidR="007A2129" w:rsidRPr="00F95FBD" w14:paraId="34920FFB" w14:textId="77777777" w:rsidTr="007A2129">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7A2129" w:rsidRPr="00F95FBD" w:rsidRDefault="007A2129" w:rsidP="007A2129">
            <w:pPr>
              <w:pStyle w:val="Tabulka"/>
            </w:pPr>
            <w:r w:rsidRPr="00F95FBD">
              <w:t>E-mail</w:t>
            </w:r>
          </w:p>
        </w:tc>
        <w:tc>
          <w:tcPr>
            <w:tcW w:w="5812" w:type="dxa"/>
          </w:tcPr>
          <w:p w14:paraId="6E84CAB5" w14:textId="6D619DCF" w:rsidR="007A2129" w:rsidRPr="001F518E" w:rsidRDefault="00072C47" w:rsidP="007A2129">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007A2129" w:rsidRPr="00F36DA8">
                <w:rPr>
                  <w:rStyle w:val="Hypertextovodkaz"/>
                  <w:noProof w:val="0"/>
                </w:rPr>
                <w:t>KaraskovaP@spravazeleznic.cz</w:t>
              </w:r>
            </w:hyperlink>
          </w:p>
        </w:tc>
      </w:tr>
      <w:tr w:rsidR="007A2129" w:rsidRPr="00F95FBD" w14:paraId="207849E6" w14:textId="77777777" w:rsidTr="007A2129">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7A2129" w:rsidRPr="00F95FBD" w:rsidRDefault="007A2129" w:rsidP="007A2129">
            <w:pPr>
              <w:pStyle w:val="Tabulka"/>
            </w:pPr>
            <w:r w:rsidRPr="00F95FBD">
              <w:t>Telefon</w:t>
            </w:r>
          </w:p>
        </w:tc>
        <w:tc>
          <w:tcPr>
            <w:tcW w:w="5812" w:type="dxa"/>
          </w:tcPr>
          <w:p w14:paraId="6FC10868" w14:textId="36B9E392" w:rsidR="007A2129" w:rsidRPr="001F518E" w:rsidRDefault="007A2129" w:rsidP="007A212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475F7">
              <w:t>+420 601 566 756</w:t>
            </w:r>
            <w:r>
              <w:t xml:space="preserve"> </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B14757A"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AEB8CD4"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F95FBD" w:rsidRDefault="002038D5" w:rsidP="002038D5">
            <w:pPr>
              <w:pStyle w:val="Tabulka"/>
            </w:pPr>
            <w:r w:rsidRPr="00F95FBD">
              <w:t>E-mail</w:t>
            </w:r>
          </w:p>
        </w:tc>
        <w:tc>
          <w:tcPr>
            <w:tcW w:w="5812" w:type="dxa"/>
          </w:tcPr>
          <w:p w14:paraId="643516F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9725E6A"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4E969A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986D1E3"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0C2B01" w:rsidRDefault="00BF7B07" w:rsidP="00BF4AD6">
            <w:pPr>
              <w:pStyle w:val="Tabulka"/>
            </w:pPr>
            <w:r w:rsidRPr="000C2B01">
              <w:t>E-mail</w:t>
            </w:r>
          </w:p>
        </w:tc>
        <w:tc>
          <w:tcPr>
            <w:tcW w:w="5812" w:type="dxa"/>
          </w:tcPr>
          <w:p w14:paraId="43E00B6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BF4AD6">
            <w:pPr>
              <w:pStyle w:val="Tabulka"/>
            </w:pPr>
            <w:r w:rsidRPr="000C2B01">
              <w:t>Telefon</w:t>
            </w:r>
          </w:p>
        </w:tc>
        <w:tc>
          <w:tcPr>
            <w:tcW w:w="5812" w:type="dxa"/>
          </w:tcPr>
          <w:p w14:paraId="002D0786"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49207D1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t>E-mail</w:t>
            </w:r>
          </w:p>
        </w:tc>
        <w:tc>
          <w:tcPr>
            <w:tcW w:w="5812" w:type="dxa"/>
          </w:tcPr>
          <w:p w14:paraId="7D9478B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5800213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02CCB7FD" w14:textId="77777777" w:rsidR="001F518E" w:rsidRDefault="001F518E" w:rsidP="002038D5">
      <w:pPr>
        <w:pStyle w:val="Textbezodsazen"/>
      </w:pPr>
    </w:p>
    <w:p w14:paraId="02BB16BE"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500CCC92" w14:textId="733871EF" w:rsidR="002038D5" w:rsidRPr="00F95FBD" w:rsidRDefault="0024599B" w:rsidP="00165977">
      <w:pPr>
        <w:pStyle w:val="Nadpistabulky"/>
        <w:rPr>
          <w:sz w:val="18"/>
          <w:szCs w:val="18"/>
        </w:rPr>
      </w:pPr>
      <w:r>
        <w:rPr>
          <w:sz w:val="18"/>
          <w:szCs w:val="18"/>
        </w:rPr>
        <w:lastRenderedPageBreak/>
        <w:t>Specialista (vedoucí prací) na pozemní stavby – z</w:t>
      </w:r>
      <w:r w:rsidR="001F518E">
        <w:rPr>
          <w:sz w:val="18"/>
          <w:szCs w:val="18"/>
        </w:rPr>
        <w:t>ástupce</w:t>
      </w:r>
      <w:r>
        <w:rPr>
          <w:sz w:val="18"/>
          <w:szCs w:val="18"/>
        </w:rPr>
        <w:t xml:space="preserve"> </w:t>
      </w:r>
      <w:r w:rsidR="001F518E">
        <w:rPr>
          <w:sz w:val="18"/>
          <w:szCs w:val="18"/>
        </w:rPr>
        <w:t xml:space="preserve">stavbyvedoucího </w:t>
      </w:r>
    </w:p>
    <w:tbl>
      <w:tblPr>
        <w:tblStyle w:val="Tabulka10"/>
        <w:tblW w:w="8868" w:type="dxa"/>
        <w:tblLook w:val="04A0" w:firstRow="1" w:lastRow="0" w:firstColumn="1" w:lastColumn="0" w:noHBand="0" w:noVBand="1"/>
      </w:tblPr>
      <w:tblGrid>
        <w:gridCol w:w="3056"/>
        <w:gridCol w:w="5812"/>
      </w:tblGrid>
      <w:tr w:rsidR="002038D5" w:rsidRPr="00F95FBD" w14:paraId="037EE8A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7D56F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69506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2038D5" w:rsidRPr="00F95FBD" w:rsidRDefault="002038D5" w:rsidP="00165977">
            <w:pPr>
              <w:pStyle w:val="Tabulka"/>
            </w:pPr>
            <w:r w:rsidRPr="00F95FBD">
              <w:t>Adresa</w:t>
            </w:r>
          </w:p>
        </w:tc>
        <w:tc>
          <w:tcPr>
            <w:tcW w:w="5812" w:type="dxa"/>
          </w:tcPr>
          <w:p w14:paraId="18F31B4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3EC04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2038D5" w:rsidRPr="00F95FBD" w:rsidRDefault="002038D5" w:rsidP="00165977">
            <w:pPr>
              <w:pStyle w:val="Tabulka"/>
            </w:pPr>
            <w:r w:rsidRPr="00F95FBD">
              <w:t>E-mail</w:t>
            </w:r>
          </w:p>
        </w:tc>
        <w:tc>
          <w:tcPr>
            <w:tcW w:w="5812" w:type="dxa"/>
          </w:tcPr>
          <w:p w14:paraId="11E806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C096CB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2038D5" w:rsidRPr="00F95FBD" w:rsidRDefault="002038D5" w:rsidP="00165977">
            <w:pPr>
              <w:pStyle w:val="Tabulka"/>
            </w:pPr>
            <w:r w:rsidRPr="00F95FBD">
              <w:t>Telefon</w:t>
            </w:r>
          </w:p>
        </w:tc>
        <w:tc>
          <w:tcPr>
            <w:tcW w:w="5812" w:type="dxa"/>
          </w:tcPr>
          <w:p w14:paraId="46BB57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9C9461" w14:textId="77777777" w:rsidR="002038D5" w:rsidRPr="00F95FBD" w:rsidRDefault="002038D5" w:rsidP="00165977">
      <w:pPr>
        <w:pStyle w:val="Tabulka"/>
      </w:pPr>
    </w:p>
    <w:p w14:paraId="01F5164C" w14:textId="1BB7ABC0" w:rsidR="002038D5" w:rsidRPr="00F95FBD" w:rsidRDefault="00165977" w:rsidP="00165977">
      <w:pPr>
        <w:pStyle w:val="Nadpistabulky"/>
        <w:rPr>
          <w:sz w:val="18"/>
          <w:szCs w:val="18"/>
        </w:rPr>
      </w:pPr>
      <w:r w:rsidRPr="00F95FBD">
        <w:rPr>
          <w:sz w:val="18"/>
          <w:szCs w:val="18"/>
        </w:rPr>
        <w:t xml:space="preserve">Specialista (vedoucí prací) </w:t>
      </w:r>
      <w:r w:rsidR="0024599B" w:rsidRPr="0024599B">
        <w:rPr>
          <w:sz w:val="18"/>
          <w:szCs w:val="18"/>
        </w:rPr>
        <w:t>na technická zařízení budov - vytápění a vzduchotechnika</w:t>
      </w:r>
    </w:p>
    <w:tbl>
      <w:tblPr>
        <w:tblStyle w:val="Tabulka10"/>
        <w:tblW w:w="8868" w:type="dxa"/>
        <w:tblLook w:val="04A0" w:firstRow="1" w:lastRow="0" w:firstColumn="1" w:lastColumn="0" w:noHBand="0" w:noVBand="1"/>
      </w:tblPr>
      <w:tblGrid>
        <w:gridCol w:w="3056"/>
        <w:gridCol w:w="5812"/>
      </w:tblGrid>
      <w:tr w:rsidR="002038D5" w:rsidRPr="00F95FBD" w14:paraId="293488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79581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A8A8E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2038D5" w:rsidRPr="00F95FBD" w:rsidRDefault="002038D5" w:rsidP="00165977">
            <w:pPr>
              <w:pStyle w:val="Tabulka"/>
            </w:pPr>
            <w:r w:rsidRPr="00F95FBD">
              <w:t>Adresa</w:t>
            </w:r>
          </w:p>
        </w:tc>
        <w:tc>
          <w:tcPr>
            <w:tcW w:w="5812" w:type="dxa"/>
          </w:tcPr>
          <w:p w14:paraId="3E9523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D811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2038D5" w:rsidRPr="00F95FBD" w:rsidRDefault="002038D5" w:rsidP="00165977">
            <w:pPr>
              <w:pStyle w:val="Tabulka"/>
            </w:pPr>
            <w:r w:rsidRPr="00F95FBD">
              <w:t>E-mail</w:t>
            </w:r>
          </w:p>
        </w:tc>
        <w:tc>
          <w:tcPr>
            <w:tcW w:w="5812" w:type="dxa"/>
          </w:tcPr>
          <w:p w14:paraId="0C1F38F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DB930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2038D5" w:rsidRPr="00F95FBD" w:rsidRDefault="002038D5" w:rsidP="00165977">
            <w:pPr>
              <w:pStyle w:val="Tabulka"/>
            </w:pPr>
            <w:r w:rsidRPr="00F95FBD">
              <w:t>Telefon</w:t>
            </w:r>
          </w:p>
        </w:tc>
        <w:tc>
          <w:tcPr>
            <w:tcW w:w="5812" w:type="dxa"/>
          </w:tcPr>
          <w:p w14:paraId="0BDECF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84EE71" w14:textId="77777777" w:rsidR="002038D5" w:rsidRPr="00F95FBD" w:rsidRDefault="002038D5" w:rsidP="00165977">
      <w:pPr>
        <w:pStyle w:val="Tabulka"/>
      </w:pPr>
    </w:p>
    <w:p w14:paraId="3ABC3B4B" w14:textId="76585D9F" w:rsidR="002038D5" w:rsidRPr="00F95FBD" w:rsidRDefault="007C5289" w:rsidP="00165977">
      <w:pPr>
        <w:pStyle w:val="Nadpistabulky"/>
        <w:rPr>
          <w:sz w:val="18"/>
          <w:szCs w:val="18"/>
        </w:rPr>
      </w:pPr>
      <w:r w:rsidRPr="00F95FBD">
        <w:rPr>
          <w:sz w:val="18"/>
          <w:szCs w:val="18"/>
        </w:rPr>
        <w:t xml:space="preserve">Specialista (vedoucí prací) </w:t>
      </w:r>
      <w:r w:rsidR="0024599B" w:rsidRPr="0024599B">
        <w:rPr>
          <w:sz w:val="18"/>
          <w:szCs w:val="18"/>
        </w:rPr>
        <w:t>na technická zařízení budov - zdravotní technika</w:t>
      </w:r>
    </w:p>
    <w:tbl>
      <w:tblPr>
        <w:tblStyle w:val="Tabulka10"/>
        <w:tblW w:w="8868" w:type="dxa"/>
        <w:tblLook w:val="04A0" w:firstRow="1" w:lastRow="0" w:firstColumn="1" w:lastColumn="0" w:noHBand="0" w:noVBand="1"/>
      </w:tblPr>
      <w:tblGrid>
        <w:gridCol w:w="3056"/>
        <w:gridCol w:w="5812"/>
      </w:tblGrid>
      <w:tr w:rsidR="002038D5" w:rsidRPr="00F95FBD" w14:paraId="74998C5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3B88B5"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F8672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3E144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A90120" w14:textId="77777777" w:rsidR="002038D5" w:rsidRPr="00F95FBD" w:rsidRDefault="002038D5" w:rsidP="00165977">
            <w:pPr>
              <w:pStyle w:val="Tabulka"/>
            </w:pPr>
            <w:r w:rsidRPr="00F95FBD">
              <w:t>Adresa</w:t>
            </w:r>
          </w:p>
        </w:tc>
        <w:tc>
          <w:tcPr>
            <w:tcW w:w="5812" w:type="dxa"/>
          </w:tcPr>
          <w:p w14:paraId="0B9D12A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196EA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1FAFB2" w14:textId="77777777" w:rsidR="002038D5" w:rsidRPr="00F95FBD" w:rsidRDefault="002038D5" w:rsidP="00165977">
            <w:pPr>
              <w:pStyle w:val="Tabulka"/>
            </w:pPr>
            <w:r w:rsidRPr="00F95FBD">
              <w:t>E-mail</w:t>
            </w:r>
          </w:p>
        </w:tc>
        <w:tc>
          <w:tcPr>
            <w:tcW w:w="5812" w:type="dxa"/>
          </w:tcPr>
          <w:p w14:paraId="1EA3EBB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14E01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B114F6" w14:textId="77777777" w:rsidR="002038D5" w:rsidRPr="00F95FBD" w:rsidRDefault="002038D5" w:rsidP="00165977">
            <w:pPr>
              <w:pStyle w:val="Tabulka"/>
            </w:pPr>
            <w:r w:rsidRPr="00F95FBD">
              <w:t>Telefon</w:t>
            </w:r>
          </w:p>
        </w:tc>
        <w:tc>
          <w:tcPr>
            <w:tcW w:w="5812" w:type="dxa"/>
          </w:tcPr>
          <w:p w14:paraId="557E173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89E9D99" w14:textId="77777777" w:rsidR="00165977" w:rsidRPr="00F95FBD" w:rsidRDefault="00165977" w:rsidP="00165977">
      <w:pPr>
        <w:pStyle w:val="Tabulka"/>
      </w:pPr>
    </w:p>
    <w:p w14:paraId="4810B778" w14:textId="2B95FBD4" w:rsidR="00165977" w:rsidRPr="00F95FBD" w:rsidRDefault="007C5289" w:rsidP="00165977">
      <w:pPr>
        <w:pStyle w:val="Nadpistabulky"/>
        <w:rPr>
          <w:sz w:val="18"/>
          <w:szCs w:val="18"/>
        </w:rPr>
      </w:pPr>
      <w:r w:rsidRPr="00F95FBD">
        <w:rPr>
          <w:sz w:val="18"/>
          <w:szCs w:val="18"/>
        </w:rPr>
        <w:t xml:space="preserve">Specialista (vedoucí prací) </w:t>
      </w:r>
      <w:r w:rsidR="0024599B" w:rsidRPr="0024599B">
        <w:rPr>
          <w:sz w:val="18"/>
          <w:szCs w:val="18"/>
        </w:rPr>
        <w:t>na elektrotechnická zařízení</w:t>
      </w:r>
    </w:p>
    <w:tbl>
      <w:tblPr>
        <w:tblStyle w:val="Tabulka10"/>
        <w:tblW w:w="8868" w:type="dxa"/>
        <w:tblLook w:val="04A0" w:firstRow="1" w:lastRow="0" w:firstColumn="1" w:lastColumn="0" w:noHBand="0" w:noVBand="1"/>
      </w:tblPr>
      <w:tblGrid>
        <w:gridCol w:w="3056"/>
        <w:gridCol w:w="5812"/>
      </w:tblGrid>
      <w:tr w:rsidR="00165977" w:rsidRPr="00F95FBD" w14:paraId="70155A3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5B5BF9"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FE4301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B36793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E31C511" w14:textId="77777777" w:rsidR="00165977" w:rsidRPr="00F95FBD" w:rsidRDefault="00165977" w:rsidP="00165977">
            <w:pPr>
              <w:pStyle w:val="Tabulka"/>
            </w:pPr>
            <w:r w:rsidRPr="00F95FBD">
              <w:t>Adresa</w:t>
            </w:r>
          </w:p>
        </w:tc>
        <w:tc>
          <w:tcPr>
            <w:tcW w:w="5812" w:type="dxa"/>
          </w:tcPr>
          <w:p w14:paraId="5662111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922A99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3D444D6" w14:textId="77777777" w:rsidR="00165977" w:rsidRPr="00F95FBD" w:rsidRDefault="00165977" w:rsidP="00165977">
            <w:pPr>
              <w:pStyle w:val="Tabulka"/>
            </w:pPr>
            <w:r w:rsidRPr="00F95FBD">
              <w:t>E-mail</w:t>
            </w:r>
          </w:p>
        </w:tc>
        <w:tc>
          <w:tcPr>
            <w:tcW w:w="5812" w:type="dxa"/>
          </w:tcPr>
          <w:p w14:paraId="41619F2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5977E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D05E85" w14:textId="77777777" w:rsidR="00165977" w:rsidRPr="00F95FBD" w:rsidRDefault="00165977" w:rsidP="00165977">
            <w:pPr>
              <w:pStyle w:val="Tabulka"/>
            </w:pPr>
            <w:r w:rsidRPr="00F95FBD">
              <w:t>Telefon</w:t>
            </w:r>
          </w:p>
        </w:tc>
        <w:tc>
          <w:tcPr>
            <w:tcW w:w="5812" w:type="dxa"/>
          </w:tcPr>
          <w:p w14:paraId="51C6E04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CE8C82" w14:textId="77777777" w:rsidR="00165977" w:rsidRPr="00F95FBD" w:rsidRDefault="00165977" w:rsidP="00165977">
      <w:pPr>
        <w:pStyle w:val="Tabulka"/>
      </w:pPr>
    </w:p>
    <w:p w14:paraId="21F12CDF" w14:textId="2C3A91DB"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7289ED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B5765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18C7A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65977" w:rsidRPr="00F95FBD" w:rsidRDefault="00165977" w:rsidP="00165977">
            <w:pPr>
              <w:pStyle w:val="Tabulka"/>
            </w:pPr>
            <w:r w:rsidRPr="00F95FBD">
              <w:t>Adresa</w:t>
            </w:r>
          </w:p>
        </w:tc>
        <w:tc>
          <w:tcPr>
            <w:tcW w:w="5812" w:type="dxa"/>
          </w:tcPr>
          <w:p w14:paraId="3DDE3B0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60C7EB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65977" w:rsidRPr="00F95FBD" w:rsidRDefault="00165977" w:rsidP="00165977">
            <w:pPr>
              <w:pStyle w:val="Tabulka"/>
            </w:pPr>
            <w:r w:rsidRPr="00F95FBD">
              <w:t>E-mail</w:t>
            </w:r>
          </w:p>
        </w:tc>
        <w:tc>
          <w:tcPr>
            <w:tcW w:w="5812" w:type="dxa"/>
          </w:tcPr>
          <w:p w14:paraId="150403A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9689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65977" w:rsidRPr="00F95FBD" w:rsidRDefault="00165977" w:rsidP="00165977">
            <w:pPr>
              <w:pStyle w:val="Tabulka"/>
            </w:pPr>
            <w:r w:rsidRPr="00F95FBD">
              <w:t>Telefon</w:t>
            </w:r>
          </w:p>
        </w:tc>
        <w:tc>
          <w:tcPr>
            <w:tcW w:w="5812" w:type="dxa"/>
          </w:tcPr>
          <w:p w14:paraId="495914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F38703" w14:textId="77777777" w:rsidR="00165977" w:rsidRPr="00F95FBD" w:rsidRDefault="00165977" w:rsidP="00165977">
      <w:pPr>
        <w:pStyle w:val="Tabulka"/>
      </w:pPr>
    </w:p>
    <w:p w14:paraId="658F433F" w14:textId="343D7B1A" w:rsidR="00165977" w:rsidRPr="00F95FBD" w:rsidRDefault="007C5289" w:rsidP="00165977">
      <w:pPr>
        <w:pStyle w:val="Nadpistabulky"/>
        <w:rPr>
          <w:sz w:val="18"/>
          <w:szCs w:val="18"/>
        </w:rPr>
      </w:pPr>
      <w:r w:rsidRPr="00F95FBD">
        <w:rPr>
          <w:sz w:val="18"/>
          <w:szCs w:val="18"/>
        </w:rPr>
        <w:t xml:space="preserve">Specialista (vedoucí prací) na </w:t>
      </w:r>
      <w:r w:rsidR="0024599B">
        <w:rPr>
          <w:sz w:val="18"/>
          <w:szCs w:val="18"/>
        </w:rPr>
        <w:t>sdělovací zařízení</w:t>
      </w:r>
    </w:p>
    <w:tbl>
      <w:tblPr>
        <w:tblStyle w:val="Tabulka10"/>
        <w:tblW w:w="8868" w:type="dxa"/>
        <w:tblLook w:val="04A0" w:firstRow="1" w:lastRow="0" w:firstColumn="1" w:lastColumn="0" w:noHBand="0" w:noVBand="1"/>
      </w:tblPr>
      <w:tblGrid>
        <w:gridCol w:w="3056"/>
        <w:gridCol w:w="5812"/>
      </w:tblGrid>
      <w:tr w:rsidR="00165977" w:rsidRPr="00F95FBD" w14:paraId="618F6B4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3F322E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28AD3D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65977" w:rsidRPr="00F95FBD" w:rsidRDefault="00165977" w:rsidP="00165977">
            <w:pPr>
              <w:pStyle w:val="Tabulka"/>
            </w:pPr>
            <w:r w:rsidRPr="00F95FBD">
              <w:t>Adresa</w:t>
            </w:r>
          </w:p>
        </w:tc>
        <w:tc>
          <w:tcPr>
            <w:tcW w:w="5812" w:type="dxa"/>
          </w:tcPr>
          <w:p w14:paraId="4B27022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01320A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65977" w:rsidRPr="00F95FBD" w:rsidRDefault="00165977" w:rsidP="00165977">
            <w:pPr>
              <w:pStyle w:val="Tabulka"/>
            </w:pPr>
            <w:r w:rsidRPr="00F95FBD">
              <w:t>E-mail</w:t>
            </w:r>
          </w:p>
        </w:tc>
        <w:tc>
          <w:tcPr>
            <w:tcW w:w="5812" w:type="dxa"/>
          </w:tcPr>
          <w:p w14:paraId="5EF820E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67E6A6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65977" w:rsidRPr="00F95FBD" w:rsidRDefault="00165977" w:rsidP="00165977">
            <w:pPr>
              <w:pStyle w:val="Tabulka"/>
            </w:pPr>
            <w:r w:rsidRPr="00F95FBD">
              <w:t>Telefon</w:t>
            </w:r>
          </w:p>
        </w:tc>
        <w:tc>
          <w:tcPr>
            <w:tcW w:w="5812" w:type="dxa"/>
          </w:tcPr>
          <w:p w14:paraId="33D5A74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C448E1" w14:textId="77777777" w:rsidR="00165977" w:rsidRPr="00F95FBD" w:rsidRDefault="00165977" w:rsidP="00165977">
      <w:pPr>
        <w:pStyle w:val="Tabulka"/>
      </w:pPr>
    </w:p>
    <w:p w14:paraId="5773AB69" w14:textId="77777777" w:rsidR="007C5289" w:rsidRDefault="007C5289" w:rsidP="007C5289">
      <w:pPr>
        <w:pStyle w:val="Tabulka"/>
      </w:pPr>
    </w:p>
    <w:p w14:paraId="793B8953" w14:textId="77777777" w:rsidR="00711E2D" w:rsidRPr="00F95FBD" w:rsidRDefault="00711E2D" w:rsidP="00711E2D">
      <w:pPr>
        <w:pStyle w:val="Nadpistabulky"/>
        <w:rPr>
          <w:sz w:val="18"/>
          <w:szCs w:val="18"/>
        </w:rPr>
      </w:pPr>
      <w:r>
        <w:rPr>
          <w:sz w:val="18"/>
          <w:szCs w:val="18"/>
        </w:rPr>
        <w:lastRenderedPageBreak/>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11E2D" w:rsidRPr="00F95FBD" w14:paraId="6F0F7245" w14:textId="77777777" w:rsidTr="00711E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103EF1" w14:textId="77777777" w:rsidR="00711E2D" w:rsidRPr="00F95FBD" w:rsidRDefault="00711E2D" w:rsidP="00711E2D">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164BA541" w14:textId="77777777" w:rsidR="00711E2D" w:rsidRPr="00F95FBD" w:rsidRDefault="00711E2D" w:rsidP="00711E2D">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711E2D" w:rsidRPr="00F95FBD" w14:paraId="3B7A8997" w14:textId="77777777" w:rsidTr="00711E2D">
        <w:tc>
          <w:tcPr>
            <w:cnfStyle w:val="001000000000" w:firstRow="0" w:lastRow="0" w:firstColumn="1" w:lastColumn="0" w:oddVBand="0" w:evenVBand="0" w:oddHBand="0" w:evenHBand="0" w:firstRowFirstColumn="0" w:firstRowLastColumn="0" w:lastRowFirstColumn="0" w:lastRowLastColumn="0"/>
            <w:tcW w:w="3056" w:type="dxa"/>
          </w:tcPr>
          <w:p w14:paraId="3E9FC218" w14:textId="77777777" w:rsidR="00711E2D" w:rsidRPr="00F95FBD" w:rsidRDefault="00711E2D" w:rsidP="00711E2D">
            <w:pPr>
              <w:pStyle w:val="Tabulka"/>
            </w:pPr>
            <w:r w:rsidRPr="00F95FBD">
              <w:t>Adresa</w:t>
            </w:r>
          </w:p>
        </w:tc>
        <w:tc>
          <w:tcPr>
            <w:tcW w:w="5812" w:type="dxa"/>
          </w:tcPr>
          <w:p w14:paraId="11E5E478" w14:textId="77777777" w:rsidR="00711E2D" w:rsidRPr="00F95FBD" w:rsidRDefault="00711E2D" w:rsidP="00711E2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11E2D" w:rsidRPr="00F95FBD" w14:paraId="34BD1C98" w14:textId="77777777" w:rsidTr="00711E2D">
        <w:tc>
          <w:tcPr>
            <w:cnfStyle w:val="001000000000" w:firstRow="0" w:lastRow="0" w:firstColumn="1" w:lastColumn="0" w:oddVBand="0" w:evenVBand="0" w:oddHBand="0" w:evenHBand="0" w:firstRowFirstColumn="0" w:firstRowLastColumn="0" w:lastRowFirstColumn="0" w:lastRowLastColumn="0"/>
            <w:tcW w:w="3056" w:type="dxa"/>
          </w:tcPr>
          <w:p w14:paraId="66FD2FF5" w14:textId="77777777" w:rsidR="00711E2D" w:rsidRPr="00F95FBD" w:rsidRDefault="00711E2D" w:rsidP="00711E2D">
            <w:pPr>
              <w:pStyle w:val="Tabulka"/>
            </w:pPr>
            <w:r w:rsidRPr="00F95FBD">
              <w:t>E-mail</w:t>
            </w:r>
          </w:p>
        </w:tc>
        <w:tc>
          <w:tcPr>
            <w:tcW w:w="5812" w:type="dxa"/>
          </w:tcPr>
          <w:p w14:paraId="1A25BC7F" w14:textId="77777777" w:rsidR="00711E2D" w:rsidRPr="00F95FBD" w:rsidRDefault="00711E2D" w:rsidP="00711E2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11E2D" w:rsidRPr="00F95FBD" w14:paraId="49AFC271" w14:textId="77777777" w:rsidTr="00711E2D">
        <w:tc>
          <w:tcPr>
            <w:cnfStyle w:val="001000000000" w:firstRow="0" w:lastRow="0" w:firstColumn="1" w:lastColumn="0" w:oddVBand="0" w:evenVBand="0" w:oddHBand="0" w:evenHBand="0" w:firstRowFirstColumn="0" w:firstRowLastColumn="0" w:lastRowFirstColumn="0" w:lastRowLastColumn="0"/>
            <w:tcW w:w="3056" w:type="dxa"/>
          </w:tcPr>
          <w:p w14:paraId="55FEBF7F" w14:textId="77777777" w:rsidR="00711E2D" w:rsidRPr="00F95FBD" w:rsidRDefault="00711E2D" w:rsidP="00711E2D">
            <w:pPr>
              <w:pStyle w:val="Tabulka"/>
            </w:pPr>
            <w:r w:rsidRPr="00F95FBD">
              <w:t>Telefon</w:t>
            </w:r>
          </w:p>
        </w:tc>
        <w:tc>
          <w:tcPr>
            <w:tcW w:w="5812" w:type="dxa"/>
          </w:tcPr>
          <w:p w14:paraId="29054188" w14:textId="77777777" w:rsidR="00711E2D" w:rsidRPr="00F95FBD" w:rsidRDefault="00711E2D" w:rsidP="00711E2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16D6273" w14:textId="221F69D3" w:rsidR="00711E2D" w:rsidRDefault="00711E2D" w:rsidP="007C5289">
      <w:pPr>
        <w:pStyle w:val="Textbezodsazen"/>
      </w:pPr>
    </w:p>
    <w:p w14:paraId="7A1EA0D5" w14:textId="77777777" w:rsidR="00711E2D" w:rsidRPr="00F95FBD" w:rsidRDefault="00711E2D" w:rsidP="00711E2D">
      <w:pPr>
        <w:pStyle w:val="Nadpistabulky"/>
        <w:rPr>
          <w:sz w:val="18"/>
          <w:szCs w:val="18"/>
        </w:rPr>
      </w:pPr>
      <w:r w:rsidRPr="00F95FBD">
        <w:rPr>
          <w:sz w:val="18"/>
          <w:szCs w:val="18"/>
        </w:rPr>
        <w:t xml:space="preserve">Osoba odpovědná za </w:t>
      </w:r>
      <w:r>
        <w:rPr>
          <w:sz w:val="18"/>
          <w:szCs w:val="18"/>
        </w:rPr>
        <w:t>oblast bezpečnosti a ochrany zdraví při práci</w:t>
      </w:r>
    </w:p>
    <w:tbl>
      <w:tblPr>
        <w:tblStyle w:val="Tabulka10"/>
        <w:tblW w:w="8868" w:type="dxa"/>
        <w:tblLook w:val="04A0" w:firstRow="1" w:lastRow="0" w:firstColumn="1" w:lastColumn="0" w:noHBand="0" w:noVBand="1"/>
      </w:tblPr>
      <w:tblGrid>
        <w:gridCol w:w="3056"/>
        <w:gridCol w:w="5812"/>
      </w:tblGrid>
      <w:tr w:rsidR="00711E2D" w:rsidRPr="00F95FBD" w14:paraId="6632811A" w14:textId="77777777" w:rsidTr="00711E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0D03CB" w14:textId="77777777" w:rsidR="00711E2D" w:rsidRPr="00F95FBD" w:rsidRDefault="00711E2D" w:rsidP="00711E2D">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2573254" w14:textId="77777777" w:rsidR="00711E2D" w:rsidRPr="00F95FBD" w:rsidRDefault="00711E2D" w:rsidP="00711E2D">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711E2D" w:rsidRPr="00F95FBD" w14:paraId="06BF3B59" w14:textId="77777777" w:rsidTr="00711E2D">
        <w:tc>
          <w:tcPr>
            <w:cnfStyle w:val="001000000000" w:firstRow="0" w:lastRow="0" w:firstColumn="1" w:lastColumn="0" w:oddVBand="0" w:evenVBand="0" w:oddHBand="0" w:evenHBand="0" w:firstRowFirstColumn="0" w:firstRowLastColumn="0" w:lastRowFirstColumn="0" w:lastRowLastColumn="0"/>
            <w:tcW w:w="3056" w:type="dxa"/>
          </w:tcPr>
          <w:p w14:paraId="3A8FB251" w14:textId="77777777" w:rsidR="00711E2D" w:rsidRPr="00F95FBD" w:rsidRDefault="00711E2D" w:rsidP="00711E2D">
            <w:pPr>
              <w:pStyle w:val="Tabulka"/>
            </w:pPr>
            <w:r w:rsidRPr="00F95FBD">
              <w:t>Adresa</w:t>
            </w:r>
          </w:p>
        </w:tc>
        <w:tc>
          <w:tcPr>
            <w:tcW w:w="5812" w:type="dxa"/>
          </w:tcPr>
          <w:p w14:paraId="35B89F2C" w14:textId="77777777" w:rsidR="00711E2D" w:rsidRPr="00F95FBD" w:rsidRDefault="00711E2D" w:rsidP="00711E2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11E2D" w:rsidRPr="00F95FBD" w14:paraId="66065D5C" w14:textId="77777777" w:rsidTr="00711E2D">
        <w:tc>
          <w:tcPr>
            <w:cnfStyle w:val="001000000000" w:firstRow="0" w:lastRow="0" w:firstColumn="1" w:lastColumn="0" w:oddVBand="0" w:evenVBand="0" w:oddHBand="0" w:evenHBand="0" w:firstRowFirstColumn="0" w:firstRowLastColumn="0" w:lastRowFirstColumn="0" w:lastRowLastColumn="0"/>
            <w:tcW w:w="3056" w:type="dxa"/>
          </w:tcPr>
          <w:p w14:paraId="71546912" w14:textId="77777777" w:rsidR="00711E2D" w:rsidRPr="00F95FBD" w:rsidRDefault="00711E2D" w:rsidP="00711E2D">
            <w:pPr>
              <w:pStyle w:val="Tabulka"/>
            </w:pPr>
            <w:r w:rsidRPr="00F95FBD">
              <w:t>E-mail</w:t>
            </w:r>
          </w:p>
        </w:tc>
        <w:tc>
          <w:tcPr>
            <w:tcW w:w="5812" w:type="dxa"/>
          </w:tcPr>
          <w:p w14:paraId="4E4FCA07" w14:textId="77777777" w:rsidR="00711E2D" w:rsidRPr="00F95FBD" w:rsidRDefault="00711E2D" w:rsidP="00711E2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11E2D" w:rsidRPr="00F95FBD" w14:paraId="1916EE4B" w14:textId="77777777" w:rsidTr="00711E2D">
        <w:tc>
          <w:tcPr>
            <w:cnfStyle w:val="001000000000" w:firstRow="0" w:lastRow="0" w:firstColumn="1" w:lastColumn="0" w:oddVBand="0" w:evenVBand="0" w:oddHBand="0" w:evenHBand="0" w:firstRowFirstColumn="0" w:firstRowLastColumn="0" w:lastRowFirstColumn="0" w:lastRowLastColumn="0"/>
            <w:tcW w:w="3056" w:type="dxa"/>
          </w:tcPr>
          <w:p w14:paraId="1D388511" w14:textId="77777777" w:rsidR="00711E2D" w:rsidRPr="00F95FBD" w:rsidRDefault="00711E2D" w:rsidP="00711E2D">
            <w:pPr>
              <w:pStyle w:val="Tabulka"/>
            </w:pPr>
            <w:r w:rsidRPr="00F95FBD">
              <w:t>Telefon</w:t>
            </w:r>
          </w:p>
        </w:tc>
        <w:tc>
          <w:tcPr>
            <w:tcW w:w="5812" w:type="dxa"/>
          </w:tcPr>
          <w:p w14:paraId="1C558D35" w14:textId="77777777" w:rsidR="00711E2D" w:rsidRPr="00F95FBD" w:rsidRDefault="00711E2D" w:rsidP="00711E2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A2B82E5" w14:textId="77777777" w:rsidR="00711E2D" w:rsidRDefault="00711E2D" w:rsidP="007C5289">
      <w:pPr>
        <w:pStyle w:val="Textbezodsazen"/>
      </w:pPr>
    </w:p>
    <w:p w14:paraId="0B83AD32" w14:textId="2DEDA8B1"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24599B" w:rsidRDefault="007C5289" w:rsidP="007C5289">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24599B">
              <w:rPr>
                <w:highlight w:val="yellow"/>
              </w:rPr>
              <w:t>Na toto místo bude jako minimální výše pojistného plnění vložena částka, která bude odpovídat výši Ceny Díla bez DPH, kterou uchazeč včlení do těla závazného vzoru Smlouvy předloženého</w:t>
            </w:r>
            <w:r w:rsidR="00A349C6" w:rsidRPr="0024599B">
              <w:rPr>
                <w:highlight w:val="yellow"/>
              </w:rPr>
              <w:t xml:space="preserve"> v </w:t>
            </w:r>
            <w:r w:rsidRPr="0024599B">
              <w:rPr>
                <w:highlight w:val="yellow"/>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2022FA73" w:rsidR="007C5289" w:rsidRPr="007C5289" w:rsidRDefault="007C5289" w:rsidP="0024599B">
            <w:pPr>
              <w:pStyle w:val="Tabulka"/>
              <w:cnfStyle w:val="000000000000" w:firstRow="0" w:lastRow="0" w:firstColumn="0" w:lastColumn="0" w:oddVBand="0" w:evenVBand="0" w:oddHBand="0" w:evenHBand="0" w:firstRowFirstColumn="0" w:firstRowLastColumn="0" w:lastRowFirstColumn="0" w:lastRowLastColumn="0"/>
            </w:pPr>
            <w:r w:rsidRPr="0024599B">
              <w:t xml:space="preserve">Minimálně </w:t>
            </w:r>
            <w:r w:rsidR="00D33047">
              <w:t>26</w:t>
            </w:r>
            <w:r w:rsidRPr="0024599B">
              <w:t xml:space="preserve"> mil. Kč na jednu pojistnou událost</w:t>
            </w:r>
            <w:r w:rsidR="00A349C6" w:rsidRPr="0024599B">
              <w:t xml:space="preserve"> a </w:t>
            </w:r>
            <w:r w:rsidR="00D33047">
              <w:t>52</w:t>
            </w:r>
            <w:r w:rsidRPr="0024599B">
              <w:t xml:space="preserve"> mil. Kč</w:t>
            </w:r>
            <w:r w:rsidR="00A349C6" w:rsidRPr="0024599B">
              <w:t xml:space="preserve"> v</w:t>
            </w:r>
            <w:r w:rsidR="00A349C6">
              <w:t> </w:t>
            </w:r>
            <w:r w:rsidRPr="007C5289">
              <w:t xml:space="preserve">úhrnu za rok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3238CE9F" w14:textId="77777777" w:rsidR="00F762A8" w:rsidRDefault="0030003A" w:rsidP="00F762A8">
      <w:pPr>
        <w:pStyle w:val="Nadpisbezsl1-2"/>
      </w:pPr>
      <w:r>
        <w:t>Zmocnění Vedoucího Zhotovitele</w:t>
      </w:r>
    </w:p>
    <w:p w14:paraId="485B8805" w14:textId="77777777" w:rsidR="00F762A8" w:rsidRDefault="00F762A8" w:rsidP="00F762A8">
      <w:pPr>
        <w:pStyle w:val="Textbezodsazen"/>
      </w:pPr>
    </w:p>
    <w:p w14:paraId="7A7E14FC" w14:textId="77777777" w:rsidR="0030003A" w:rsidRDefault="0030003A" w:rsidP="00F762A8">
      <w:pPr>
        <w:pStyle w:val="Textbezodsazen"/>
      </w:pPr>
    </w:p>
    <w:p w14:paraId="51F7FA56" w14:textId="77777777" w:rsidR="00DD4862" w:rsidRDefault="00DD4862" w:rsidP="00F762A8">
      <w:pPr>
        <w:pStyle w:val="Textbezodsazen"/>
      </w:pPr>
    </w:p>
    <w:p w14:paraId="314B9993" w14:textId="77777777" w:rsidR="00DD4862" w:rsidRDefault="00DD4862" w:rsidP="00F762A8">
      <w:pPr>
        <w:pStyle w:val="Textbezodsazen"/>
      </w:pPr>
    </w:p>
    <w:p w14:paraId="3C4F5832" w14:textId="05E3D699" w:rsidR="00F762A8" w:rsidRDefault="00F762A8" w:rsidP="00F762A8">
      <w:pPr>
        <w:pStyle w:val="Textbezodsazen"/>
      </w:pPr>
    </w:p>
    <w:p w14:paraId="10AC55C5" w14:textId="542BC69C" w:rsidR="0024599B" w:rsidRDefault="0024599B" w:rsidP="00F762A8">
      <w:pPr>
        <w:pStyle w:val="Textbezodsazen"/>
      </w:pPr>
    </w:p>
    <w:p w14:paraId="2E6F297D" w14:textId="51CCE3D9" w:rsidR="0024599B" w:rsidRDefault="0024599B" w:rsidP="00F762A8">
      <w:pPr>
        <w:pStyle w:val="Textbezodsazen"/>
      </w:pPr>
    </w:p>
    <w:p w14:paraId="3C4DCF74" w14:textId="48156401" w:rsidR="0024599B" w:rsidRDefault="0024599B" w:rsidP="00F762A8">
      <w:pPr>
        <w:pStyle w:val="Textbezodsazen"/>
      </w:pPr>
    </w:p>
    <w:p w14:paraId="77AA5938" w14:textId="2149EC28" w:rsidR="0024599B" w:rsidRDefault="0024599B" w:rsidP="00F762A8">
      <w:pPr>
        <w:pStyle w:val="Textbezodsazen"/>
      </w:pPr>
    </w:p>
    <w:p w14:paraId="2BF582EA" w14:textId="475BCCC8" w:rsidR="0024599B" w:rsidRDefault="0024599B" w:rsidP="00F762A8">
      <w:pPr>
        <w:pStyle w:val="Textbezodsazen"/>
      </w:pPr>
    </w:p>
    <w:p w14:paraId="27CBF2EB" w14:textId="01334FEF" w:rsidR="0024599B" w:rsidRDefault="0024599B" w:rsidP="00F762A8">
      <w:pPr>
        <w:pStyle w:val="Textbezodsazen"/>
      </w:pPr>
    </w:p>
    <w:p w14:paraId="288E35A7" w14:textId="23DC892E" w:rsidR="0024599B" w:rsidRDefault="0024599B" w:rsidP="00F762A8">
      <w:pPr>
        <w:pStyle w:val="Textbezodsazen"/>
      </w:pPr>
    </w:p>
    <w:p w14:paraId="5E8780B3" w14:textId="5D145C18" w:rsidR="0024599B" w:rsidRDefault="0024599B" w:rsidP="00F762A8">
      <w:pPr>
        <w:pStyle w:val="Textbezodsazen"/>
      </w:pPr>
    </w:p>
    <w:p w14:paraId="711DEB25" w14:textId="5118B9DE" w:rsidR="0024599B" w:rsidRDefault="0024599B" w:rsidP="00F762A8">
      <w:pPr>
        <w:pStyle w:val="Textbezodsazen"/>
      </w:pPr>
    </w:p>
    <w:p w14:paraId="3C9F5702" w14:textId="44E85454" w:rsidR="0024599B" w:rsidRDefault="0024599B" w:rsidP="00F762A8">
      <w:pPr>
        <w:pStyle w:val="Textbezodsazen"/>
      </w:pPr>
    </w:p>
    <w:p w14:paraId="1FF806B7" w14:textId="08140955" w:rsidR="0024599B" w:rsidRDefault="0024599B" w:rsidP="00F762A8">
      <w:pPr>
        <w:pStyle w:val="Textbezodsazen"/>
      </w:pPr>
    </w:p>
    <w:p w14:paraId="03B6BAFA" w14:textId="0F80483D" w:rsidR="0024599B" w:rsidRDefault="0024599B" w:rsidP="00F762A8">
      <w:pPr>
        <w:pStyle w:val="Textbezodsazen"/>
      </w:pPr>
    </w:p>
    <w:p w14:paraId="475FF9CB" w14:textId="0598F035" w:rsidR="0024599B" w:rsidRDefault="0024599B" w:rsidP="00F762A8">
      <w:pPr>
        <w:pStyle w:val="Textbezodsazen"/>
      </w:pPr>
    </w:p>
    <w:p w14:paraId="5743E31D" w14:textId="562D73AA" w:rsidR="0024599B" w:rsidRDefault="0024599B" w:rsidP="00F762A8">
      <w:pPr>
        <w:pStyle w:val="Textbezodsazen"/>
      </w:pPr>
    </w:p>
    <w:p w14:paraId="28BB1850" w14:textId="4A3B63C3" w:rsidR="0024599B" w:rsidRDefault="0024599B" w:rsidP="00F762A8">
      <w:pPr>
        <w:pStyle w:val="Textbezodsazen"/>
      </w:pPr>
    </w:p>
    <w:p w14:paraId="636F0DCC" w14:textId="468012F2" w:rsidR="0024599B" w:rsidRDefault="0024599B" w:rsidP="00F762A8">
      <w:pPr>
        <w:pStyle w:val="Textbezodsazen"/>
      </w:pPr>
    </w:p>
    <w:p w14:paraId="3A63A2BC" w14:textId="2E3A7BF3" w:rsidR="0024599B" w:rsidRDefault="0024599B" w:rsidP="00F762A8">
      <w:pPr>
        <w:pStyle w:val="Textbezodsazen"/>
      </w:pPr>
    </w:p>
    <w:p w14:paraId="14B1EFBF" w14:textId="570E4D23" w:rsidR="0024599B" w:rsidRDefault="0024599B" w:rsidP="00F762A8">
      <w:pPr>
        <w:pStyle w:val="Textbezodsazen"/>
      </w:pPr>
    </w:p>
    <w:p w14:paraId="5AB21EF7" w14:textId="35222597" w:rsidR="0024599B" w:rsidRDefault="0024599B" w:rsidP="00F762A8">
      <w:pPr>
        <w:pStyle w:val="Textbezodsazen"/>
      </w:pPr>
    </w:p>
    <w:p w14:paraId="7A08E4A6" w14:textId="34244F97" w:rsidR="0024599B" w:rsidRDefault="0024599B" w:rsidP="00F762A8">
      <w:pPr>
        <w:pStyle w:val="Textbezodsazen"/>
      </w:pPr>
    </w:p>
    <w:p w14:paraId="700E1E1B" w14:textId="78893EBB" w:rsidR="0024599B" w:rsidRDefault="0024599B" w:rsidP="00F762A8">
      <w:pPr>
        <w:pStyle w:val="Textbezodsazen"/>
      </w:pPr>
    </w:p>
    <w:p w14:paraId="44388D1C" w14:textId="5C9DAB0F" w:rsidR="0024599B" w:rsidRDefault="0024599B" w:rsidP="00F762A8">
      <w:pPr>
        <w:pStyle w:val="Textbezodsazen"/>
      </w:pPr>
    </w:p>
    <w:p w14:paraId="27B85390" w14:textId="69F18B74" w:rsidR="0024599B" w:rsidRDefault="0024599B" w:rsidP="00F762A8">
      <w:pPr>
        <w:pStyle w:val="Textbezodsazen"/>
      </w:pPr>
    </w:p>
    <w:p w14:paraId="727FDFB1" w14:textId="10427389" w:rsidR="0024599B" w:rsidRDefault="0024599B" w:rsidP="00F762A8">
      <w:pPr>
        <w:pStyle w:val="Textbezodsazen"/>
      </w:pPr>
    </w:p>
    <w:p w14:paraId="60570671" w14:textId="4FBFF017" w:rsidR="0024599B" w:rsidRDefault="0024599B" w:rsidP="00F762A8">
      <w:pPr>
        <w:pStyle w:val="Textbezodsazen"/>
      </w:pPr>
    </w:p>
    <w:p w14:paraId="116A790D" w14:textId="6B5AAD39" w:rsidR="0024599B" w:rsidRDefault="0024599B" w:rsidP="00F762A8">
      <w:pPr>
        <w:pStyle w:val="Textbezodsazen"/>
      </w:pPr>
    </w:p>
    <w:p w14:paraId="10B442A5" w14:textId="30EE1046" w:rsidR="0024599B" w:rsidRDefault="0024599B" w:rsidP="00F762A8">
      <w:pPr>
        <w:pStyle w:val="Textbezodsazen"/>
      </w:pPr>
    </w:p>
    <w:p w14:paraId="37F322A0" w14:textId="676FC7AF" w:rsidR="0024599B" w:rsidRDefault="0024599B" w:rsidP="00F762A8">
      <w:pPr>
        <w:pStyle w:val="Textbezodsazen"/>
      </w:pPr>
    </w:p>
    <w:p w14:paraId="464C6468" w14:textId="2BAC878C" w:rsidR="0024599B" w:rsidRDefault="0024599B" w:rsidP="00F762A8">
      <w:pPr>
        <w:pStyle w:val="Textbezodsazen"/>
      </w:pPr>
    </w:p>
    <w:p w14:paraId="14D8BD29" w14:textId="0CEE05DB" w:rsidR="0024599B" w:rsidRDefault="0024599B" w:rsidP="00F762A8">
      <w:pPr>
        <w:pStyle w:val="Textbezodsazen"/>
      </w:pPr>
    </w:p>
    <w:p w14:paraId="22635506" w14:textId="45B9E9B0" w:rsidR="0024599B" w:rsidRDefault="0024599B" w:rsidP="00F762A8">
      <w:pPr>
        <w:pStyle w:val="Textbezodsazen"/>
      </w:pPr>
    </w:p>
    <w:p w14:paraId="510AC135" w14:textId="77777777" w:rsidR="0024599B" w:rsidRDefault="0024599B" w:rsidP="0024599B">
      <w:pPr>
        <w:pStyle w:val="Nadpisbezsl1-1"/>
        <w:sectPr w:rsidR="0024599B" w:rsidSect="00F13FDA">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pPr>
    </w:p>
    <w:p w14:paraId="02E09915" w14:textId="6F41F96D" w:rsidR="0024599B" w:rsidRDefault="0024599B" w:rsidP="0024599B">
      <w:pPr>
        <w:pStyle w:val="Nadpisbezsl1-1"/>
      </w:pPr>
      <w:r>
        <w:lastRenderedPageBreak/>
        <w:t>Příloha č. 10</w:t>
      </w:r>
    </w:p>
    <w:p w14:paraId="0846D321" w14:textId="4001B70F" w:rsidR="0024599B" w:rsidRDefault="00B54A7E" w:rsidP="0024599B">
      <w:pPr>
        <w:pStyle w:val="Nadpisbezsl1-2"/>
      </w:pPr>
      <w:r w:rsidRPr="00B54A7E">
        <w:t>Osvědčení Správy železnic o řádném poskytnutí a dokončení stavebních prací</w:t>
      </w:r>
    </w:p>
    <w:p w14:paraId="1CD881C9" w14:textId="0BCAE1F3" w:rsidR="00B54A7E" w:rsidRDefault="00B54A7E" w:rsidP="00B54A7E">
      <w:pPr>
        <w:pStyle w:val="Text2-1"/>
        <w:numPr>
          <w:ilvl w:val="0"/>
          <w:numId w:val="0"/>
        </w:numPr>
        <w:ind w:left="737" w:hanging="737"/>
      </w:pPr>
    </w:p>
    <w:p w14:paraId="7BF8FD09" w14:textId="77777777" w:rsidR="00B54A7E" w:rsidRPr="00404764" w:rsidRDefault="00B54A7E" w:rsidP="00B54A7E">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B54A7E" w:rsidRPr="00404764" w14:paraId="3F6664D6" w14:textId="77777777" w:rsidTr="00820B5F">
        <w:trPr>
          <w:trHeight w:val="340"/>
        </w:trPr>
        <w:tc>
          <w:tcPr>
            <w:tcW w:w="4438" w:type="dxa"/>
            <w:shd w:val="clear" w:color="auto" w:fill="FFBFBF" w:themeFill="accent6" w:themeFillTint="33"/>
          </w:tcPr>
          <w:p w14:paraId="1A103357" w14:textId="77777777" w:rsidR="00B54A7E" w:rsidRPr="00404764" w:rsidRDefault="00B54A7E" w:rsidP="00820B5F">
            <w:pPr>
              <w:rPr>
                <w:b/>
                <w:noProof/>
              </w:rPr>
            </w:pPr>
            <w:r w:rsidRPr="00404764">
              <w:rPr>
                <w:b/>
                <w:noProof/>
              </w:rPr>
              <w:t>Název zakázky:</w:t>
            </w:r>
          </w:p>
        </w:tc>
        <w:tc>
          <w:tcPr>
            <w:tcW w:w="4264" w:type="dxa"/>
          </w:tcPr>
          <w:p w14:paraId="7A8E47D3" w14:textId="77777777" w:rsidR="00B54A7E" w:rsidRPr="00404764" w:rsidRDefault="00B54A7E" w:rsidP="00820B5F">
            <w:pPr>
              <w:rPr>
                <w:noProof/>
              </w:rPr>
            </w:pPr>
          </w:p>
        </w:tc>
      </w:tr>
      <w:tr w:rsidR="00B54A7E" w:rsidRPr="00404764" w14:paraId="3C68674B" w14:textId="77777777" w:rsidTr="00820B5F">
        <w:trPr>
          <w:trHeight w:val="340"/>
        </w:trPr>
        <w:tc>
          <w:tcPr>
            <w:tcW w:w="4438" w:type="dxa"/>
            <w:shd w:val="clear" w:color="auto" w:fill="FFBFBF" w:themeFill="accent6" w:themeFillTint="33"/>
          </w:tcPr>
          <w:p w14:paraId="563730E5" w14:textId="77777777" w:rsidR="00B54A7E" w:rsidRPr="00404764" w:rsidRDefault="00B54A7E" w:rsidP="00820B5F">
            <w:pPr>
              <w:rPr>
                <w:b/>
                <w:noProof/>
              </w:rPr>
            </w:pPr>
            <w:r w:rsidRPr="00404764">
              <w:rPr>
                <w:b/>
                <w:noProof/>
              </w:rPr>
              <w:t>Číslo smlouvy Správy železnic (CES):</w:t>
            </w:r>
          </w:p>
        </w:tc>
        <w:tc>
          <w:tcPr>
            <w:tcW w:w="4264" w:type="dxa"/>
          </w:tcPr>
          <w:p w14:paraId="1E5BA227" w14:textId="77777777" w:rsidR="00B54A7E" w:rsidRPr="00404764" w:rsidRDefault="00B54A7E" w:rsidP="00820B5F">
            <w:pPr>
              <w:rPr>
                <w:noProof/>
              </w:rPr>
            </w:pPr>
          </w:p>
        </w:tc>
      </w:tr>
      <w:tr w:rsidR="00B54A7E" w:rsidRPr="00404764" w14:paraId="5F2E0448" w14:textId="77777777" w:rsidTr="00820B5F">
        <w:trPr>
          <w:trHeight w:val="340"/>
        </w:trPr>
        <w:tc>
          <w:tcPr>
            <w:tcW w:w="4438" w:type="dxa"/>
            <w:shd w:val="clear" w:color="auto" w:fill="FFBFBF" w:themeFill="accent6" w:themeFillTint="33"/>
          </w:tcPr>
          <w:p w14:paraId="0C4F79C6" w14:textId="77777777" w:rsidR="00B54A7E" w:rsidRPr="00404764" w:rsidRDefault="00B54A7E" w:rsidP="00820B5F">
            <w:pPr>
              <w:rPr>
                <w:b/>
                <w:noProof/>
              </w:rPr>
            </w:pPr>
            <w:r w:rsidRPr="00404764">
              <w:rPr>
                <w:b/>
                <w:noProof/>
              </w:rPr>
              <w:t>Objednatel:</w:t>
            </w:r>
          </w:p>
        </w:tc>
        <w:tc>
          <w:tcPr>
            <w:tcW w:w="4264" w:type="dxa"/>
          </w:tcPr>
          <w:p w14:paraId="5FFF4604" w14:textId="77777777" w:rsidR="00B54A7E" w:rsidRPr="00404764" w:rsidRDefault="00B54A7E" w:rsidP="00820B5F">
            <w:pPr>
              <w:rPr>
                <w:noProof/>
              </w:rPr>
            </w:pPr>
          </w:p>
        </w:tc>
      </w:tr>
      <w:tr w:rsidR="00B54A7E" w:rsidRPr="00404764" w14:paraId="431C88C2" w14:textId="77777777" w:rsidTr="00820B5F">
        <w:trPr>
          <w:trHeight w:val="340"/>
        </w:trPr>
        <w:tc>
          <w:tcPr>
            <w:tcW w:w="4438" w:type="dxa"/>
            <w:shd w:val="clear" w:color="auto" w:fill="FFBFBF" w:themeFill="accent6" w:themeFillTint="33"/>
          </w:tcPr>
          <w:p w14:paraId="03672F87" w14:textId="77777777" w:rsidR="00B54A7E" w:rsidRPr="00404764" w:rsidRDefault="00B54A7E" w:rsidP="00820B5F">
            <w:pPr>
              <w:rPr>
                <w:b/>
                <w:noProof/>
              </w:rPr>
            </w:pPr>
            <w:r w:rsidRPr="00404764">
              <w:rPr>
                <w:b/>
                <w:noProof/>
              </w:rPr>
              <w:t>Datum zahájení prací:</w:t>
            </w:r>
          </w:p>
        </w:tc>
        <w:tc>
          <w:tcPr>
            <w:tcW w:w="4264" w:type="dxa"/>
          </w:tcPr>
          <w:p w14:paraId="2896FAB4" w14:textId="77777777" w:rsidR="00B54A7E" w:rsidRPr="00404764" w:rsidRDefault="00B54A7E" w:rsidP="00820B5F">
            <w:pPr>
              <w:rPr>
                <w:noProof/>
              </w:rPr>
            </w:pPr>
          </w:p>
        </w:tc>
      </w:tr>
      <w:tr w:rsidR="00B54A7E" w:rsidRPr="00404764" w14:paraId="152C80B4" w14:textId="77777777" w:rsidTr="00820B5F">
        <w:trPr>
          <w:trHeight w:val="340"/>
        </w:trPr>
        <w:tc>
          <w:tcPr>
            <w:tcW w:w="4438" w:type="dxa"/>
            <w:shd w:val="clear" w:color="auto" w:fill="FFBFBF" w:themeFill="accent6" w:themeFillTint="33"/>
          </w:tcPr>
          <w:p w14:paraId="38B74B40" w14:textId="77777777" w:rsidR="00B54A7E" w:rsidRPr="00404764" w:rsidRDefault="00B54A7E" w:rsidP="00820B5F">
            <w:pPr>
              <w:rPr>
                <w:b/>
                <w:noProof/>
              </w:rPr>
            </w:pPr>
            <w:r w:rsidRPr="00404764">
              <w:rPr>
                <w:b/>
                <w:noProof/>
              </w:rPr>
              <w:t xml:space="preserve">Datum dokončení prací </w:t>
            </w:r>
            <w:r w:rsidRPr="00404764">
              <w:rPr>
                <w:noProof/>
              </w:rPr>
              <w:t>(stavebních nebo technologických):</w:t>
            </w:r>
          </w:p>
        </w:tc>
        <w:tc>
          <w:tcPr>
            <w:tcW w:w="4264" w:type="dxa"/>
          </w:tcPr>
          <w:p w14:paraId="6ACEA8BE" w14:textId="77777777" w:rsidR="00B54A7E" w:rsidRPr="00404764" w:rsidRDefault="00B54A7E" w:rsidP="00820B5F">
            <w:pPr>
              <w:rPr>
                <w:noProof/>
              </w:rPr>
            </w:pPr>
          </w:p>
        </w:tc>
      </w:tr>
      <w:tr w:rsidR="00B54A7E" w:rsidRPr="00404764" w14:paraId="28B8E051" w14:textId="77777777" w:rsidTr="00820B5F">
        <w:trPr>
          <w:trHeight w:val="340"/>
        </w:trPr>
        <w:tc>
          <w:tcPr>
            <w:tcW w:w="4438" w:type="dxa"/>
            <w:shd w:val="clear" w:color="auto" w:fill="FFBFBF" w:themeFill="accent6" w:themeFillTint="33"/>
          </w:tcPr>
          <w:p w14:paraId="675240A5" w14:textId="77777777" w:rsidR="00B54A7E" w:rsidRPr="00404764" w:rsidRDefault="00B54A7E" w:rsidP="00820B5F">
            <w:pPr>
              <w:rPr>
                <w:b/>
                <w:noProof/>
              </w:rPr>
            </w:pPr>
            <w:r w:rsidRPr="00404764">
              <w:rPr>
                <w:b/>
                <w:noProof/>
              </w:rPr>
              <w:t>Uvedení poslední části stavby do zkušebního provozu:</w:t>
            </w:r>
          </w:p>
        </w:tc>
        <w:tc>
          <w:tcPr>
            <w:tcW w:w="4264" w:type="dxa"/>
          </w:tcPr>
          <w:p w14:paraId="5986F02D" w14:textId="77777777" w:rsidR="00B54A7E" w:rsidRPr="00404764" w:rsidRDefault="00B54A7E" w:rsidP="00820B5F">
            <w:pPr>
              <w:rPr>
                <w:noProof/>
              </w:rPr>
            </w:pPr>
          </w:p>
        </w:tc>
      </w:tr>
      <w:tr w:rsidR="00B54A7E" w:rsidRPr="00404764" w14:paraId="63BB85D4" w14:textId="77777777" w:rsidTr="00820B5F">
        <w:trPr>
          <w:trHeight w:val="340"/>
        </w:trPr>
        <w:tc>
          <w:tcPr>
            <w:tcW w:w="4438" w:type="dxa"/>
            <w:shd w:val="clear" w:color="auto" w:fill="FFBFBF" w:themeFill="accent6" w:themeFillTint="33"/>
          </w:tcPr>
          <w:p w14:paraId="57824177" w14:textId="77777777" w:rsidR="00B54A7E" w:rsidRPr="00404764" w:rsidRDefault="00B54A7E" w:rsidP="00820B5F">
            <w:pPr>
              <w:rPr>
                <w:b/>
                <w:noProof/>
              </w:rPr>
            </w:pPr>
            <w:r w:rsidRPr="00404764">
              <w:rPr>
                <w:b/>
                <w:noProof/>
              </w:rPr>
              <w:t xml:space="preserve">Datum dokončení díla </w:t>
            </w:r>
            <w:r w:rsidRPr="00404764">
              <w:rPr>
                <w:noProof/>
              </w:rPr>
              <w:t>(vč. dokumentace):</w:t>
            </w:r>
          </w:p>
        </w:tc>
        <w:tc>
          <w:tcPr>
            <w:tcW w:w="4264" w:type="dxa"/>
          </w:tcPr>
          <w:p w14:paraId="3B165B5B" w14:textId="77777777" w:rsidR="00B54A7E" w:rsidRPr="00404764" w:rsidRDefault="00B54A7E" w:rsidP="00820B5F">
            <w:pPr>
              <w:rPr>
                <w:noProof/>
              </w:rPr>
            </w:pPr>
          </w:p>
        </w:tc>
      </w:tr>
      <w:tr w:rsidR="00B54A7E" w:rsidRPr="00404764" w14:paraId="598F46AB" w14:textId="77777777" w:rsidTr="00820B5F">
        <w:trPr>
          <w:trHeight w:val="340"/>
        </w:trPr>
        <w:tc>
          <w:tcPr>
            <w:tcW w:w="4438" w:type="dxa"/>
            <w:shd w:val="clear" w:color="auto" w:fill="FFBFBF" w:themeFill="accent6" w:themeFillTint="33"/>
          </w:tcPr>
          <w:p w14:paraId="2C09F2B4" w14:textId="77777777" w:rsidR="00B54A7E" w:rsidRPr="00404764" w:rsidRDefault="00B54A7E" w:rsidP="00820B5F">
            <w:pPr>
              <w:rPr>
                <w:b/>
                <w:noProof/>
              </w:rPr>
            </w:pPr>
            <w:r w:rsidRPr="00404764">
              <w:rPr>
                <w:b/>
                <w:noProof/>
              </w:rPr>
              <w:t>Konečná cena díla celkem v Kč bez DPH:</w:t>
            </w:r>
          </w:p>
        </w:tc>
        <w:tc>
          <w:tcPr>
            <w:tcW w:w="4264" w:type="dxa"/>
          </w:tcPr>
          <w:p w14:paraId="14B0B152" w14:textId="77777777" w:rsidR="00B54A7E" w:rsidRPr="00404764" w:rsidRDefault="00B54A7E" w:rsidP="00820B5F">
            <w:pPr>
              <w:rPr>
                <w:noProof/>
              </w:rPr>
            </w:pPr>
          </w:p>
        </w:tc>
      </w:tr>
    </w:tbl>
    <w:p w14:paraId="6896EA95" w14:textId="77777777" w:rsidR="00B54A7E" w:rsidRPr="00404764" w:rsidRDefault="00B54A7E" w:rsidP="00B54A7E">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B54A7E" w:rsidRPr="00404764" w14:paraId="7188EA80" w14:textId="77777777" w:rsidTr="00820B5F">
        <w:trPr>
          <w:trHeight w:val="340"/>
        </w:trPr>
        <w:tc>
          <w:tcPr>
            <w:tcW w:w="4438" w:type="dxa"/>
            <w:shd w:val="clear" w:color="auto" w:fill="FFBFBF" w:themeFill="accent6" w:themeFillTint="33"/>
          </w:tcPr>
          <w:p w14:paraId="00B23584" w14:textId="77777777" w:rsidR="00B54A7E" w:rsidRPr="00404764" w:rsidRDefault="00B54A7E" w:rsidP="00820B5F">
            <w:pPr>
              <w:rPr>
                <w:b/>
                <w:noProof/>
              </w:rPr>
            </w:pPr>
            <w:r w:rsidRPr="00404764">
              <w:rPr>
                <w:b/>
                <w:noProof/>
              </w:rPr>
              <w:t>Zhotovitel díla:</w:t>
            </w:r>
          </w:p>
        </w:tc>
        <w:tc>
          <w:tcPr>
            <w:tcW w:w="4264" w:type="dxa"/>
          </w:tcPr>
          <w:p w14:paraId="4FBBC532" w14:textId="77777777" w:rsidR="00B54A7E" w:rsidRPr="00404764" w:rsidRDefault="00B54A7E" w:rsidP="00820B5F">
            <w:pPr>
              <w:rPr>
                <w:noProof/>
              </w:rPr>
            </w:pPr>
            <w:r w:rsidRPr="00404764">
              <w:t xml:space="preserve"> </w:t>
            </w:r>
            <w:r w:rsidRPr="00404764">
              <w:rPr>
                <w:noProof/>
              </w:rPr>
              <w:t>[název dle SOD, sídlo, IČO]</w:t>
            </w:r>
          </w:p>
        </w:tc>
      </w:tr>
      <w:tr w:rsidR="00B54A7E" w:rsidRPr="00404764" w14:paraId="0AED1BD0" w14:textId="77777777" w:rsidTr="00820B5F">
        <w:trPr>
          <w:trHeight w:val="340"/>
        </w:trPr>
        <w:tc>
          <w:tcPr>
            <w:tcW w:w="4438" w:type="dxa"/>
            <w:shd w:val="clear" w:color="auto" w:fill="FFBFBF" w:themeFill="accent6" w:themeFillTint="33"/>
          </w:tcPr>
          <w:p w14:paraId="2C9925EA" w14:textId="77777777" w:rsidR="00B54A7E" w:rsidRPr="00404764" w:rsidRDefault="00B54A7E" w:rsidP="00820B5F">
            <w:pPr>
              <w:rPr>
                <w:b/>
                <w:noProof/>
              </w:rPr>
            </w:pPr>
            <w:r w:rsidRPr="00404764">
              <w:rPr>
                <w:b/>
                <w:noProof/>
              </w:rPr>
              <w:t>Správce/vedoucí společník:</w:t>
            </w:r>
          </w:p>
        </w:tc>
        <w:tc>
          <w:tcPr>
            <w:tcW w:w="4264" w:type="dxa"/>
          </w:tcPr>
          <w:p w14:paraId="0A504DC4" w14:textId="77777777" w:rsidR="00B54A7E" w:rsidRPr="00404764" w:rsidRDefault="00B54A7E" w:rsidP="00820B5F">
            <w:pPr>
              <w:rPr>
                <w:noProof/>
              </w:rPr>
            </w:pPr>
          </w:p>
          <w:p w14:paraId="45C3FDD1" w14:textId="77777777" w:rsidR="00B54A7E" w:rsidRPr="00404764" w:rsidRDefault="00B54A7E" w:rsidP="00820B5F">
            <w:pPr>
              <w:rPr>
                <w:noProof/>
                <w:vanish/>
              </w:rPr>
            </w:pPr>
            <w:r w:rsidRPr="00404764">
              <w:rPr>
                <w:noProof/>
                <w:vanish/>
              </w:rPr>
              <w:t>(v případě, kdy se jedná o společnost na zákaldě společenské smlouvy- dříve sdružení)</w:t>
            </w:r>
          </w:p>
        </w:tc>
      </w:tr>
      <w:tr w:rsidR="00B54A7E" w:rsidRPr="00404764" w14:paraId="38CC3366" w14:textId="77777777" w:rsidTr="00820B5F">
        <w:trPr>
          <w:trHeight w:val="340"/>
        </w:trPr>
        <w:tc>
          <w:tcPr>
            <w:tcW w:w="4438" w:type="dxa"/>
            <w:shd w:val="clear" w:color="auto" w:fill="FFBFBF" w:themeFill="accent6" w:themeFillTint="33"/>
          </w:tcPr>
          <w:p w14:paraId="4550A8B8" w14:textId="77777777" w:rsidR="00B54A7E" w:rsidRPr="00404764" w:rsidRDefault="00B54A7E" w:rsidP="00820B5F">
            <w:pPr>
              <w:rPr>
                <w:b/>
                <w:noProof/>
              </w:rPr>
            </w:pPr>
            <w:r w:rsidRPr="00404764">
              <w:rPr>
                <w:b/>
                <w:noProof/>
              </w:rPr>
              <w:t>Další společník:</w:t>
            </w:r>
          </w:p>
        </w:tc>
        <w:tc>
          <w:tcPr>
            <w:tcW w:w="4264" w:type="dxa"/>
          </w:tcPr>
          <w:p w14:paraId="4265707D" w14:textId="77777777" w:rsidR="00B54A7E" w:rsidRPr="00404764" w:rsidRDefault="00B54A7E" w:rsidP="00820B5F">
            <w:pPr>
              <w:rPr>
                <w:noProof/>
              </w:rPr>
            </w:pPr>
          </w:p>
          <w:p w14:paraId="4899367D" w14:textId="77777777" w:rsidR="00B54A7E" w:rsidRPr="00404764" w:rsidRDefault="00B54A7E" w:rsidP="00820B5F">
            <w:pPr>
              <w:rPr>
                <w:noProof/>
                <w:vanish/>
              </w:rPr>
            </w:pPr>
            <w:r w:rsidRPr="00404764">
              <w:rPr>
                <w:noProof/>
                <w:vanish/>
              </w:rPr>
              <w:t>(v případě, kdy se jedná o společnost na zákaldě společenské smlouvy- dříve sdružení)</w:t>
            </w:r>
          </w:p>
        </w:tc>
      </w:tr>
      <w:tr w:rsidR="00B54A7E" w:rsidRPr="00404764" w14:paraId="3CEA94B0" w14:textId="77777777" w:rsidTr="00820B5F">
        <w:trPr>
          <w:trHeight w:val="340"/>
        </w:trPr>
        <w:tc>
          <w:tcPr>
            <w:tcW w:w="4438" w:type="dxa"/>
            <w:shd w:val="clear" w:color="auto" w:fill="FFBFBF" w:themeFill="accent6" w:themeFillTint="33"/>
          </w:tcPr>
          <w:p w14:paraId="0CDCAFAB" w14:textId="77777777" w:rsidR="00B54A7E" w:rsidRPr="00404764" w:rsidRDefault="00B54A7E" w:rsidP="00820B5F">
            <w:pPr>
              <w:rPr>
                <w:b/>
                <w:noProof/>
              </w:rPr>
            </w:pPr>
            <w:r w:rsidRPr="00404764">
              <w:rPr>
                <w:b/>
                <w:noProof/>
              </w:rPr>
              <w:t>Další společník:</w:t>
            </w:r>
          </w:p>
        </w:tc>
        <w:tc>
          <w:tcPr>
            <w:tcW w:w="4264" w:type="dxa"/>
          </w:tcPr>
          <w:p w14:paraId="094BDDE9" w14:textId="77777777" w:rsidR="00B54A7E" w:rsidRPr="00404764" w:rsidRDefault="00B54A7E" w:rsidP="00820B5F">
            <w:pPr>
              <w:rPr>
                <w:noProof/>
              </w:rPr>
            </w:pPr>
          </w:p>
          <w:p w14:paraId="3E8CDC42" w14:textId="77777777" w:rsidR="00B54A7E" w:rsidRPr="00404764" w:rsidRDefault="00B54A7E" w:rsidP="00820B5F">
            <w:pPr>
              <w:rPr>
                <w:noProof/>
              </w:rPr>
            </w:pPr>
            <w:r w:rsidRPr="00404764">
              <w:rPr>
                <w:noProof/>
                <w:vanish/>
              </w:rPr>
              <w:t>(v případě, kdy se jedná o společnost na zákaldě společenské smlouvy- dříve sdružení)</w:t>
            </w:r>
          </w:p>
        </w:tc>
      </w:tr>
    </w:tbl>
    <w:p w14:paraId="0E56ED12" w14:textId="77777777" w:rsidR="00B54A7E" w:rsidRPr="00404764" w:rsidRDefault="00B54A7E" w:rsidP="00B54A7E">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B54A7E" w:rsidRPr="00404764" w14:paraId="53B8F3F3" w14:textId="77777777" w:rsidTr="00820B5F">
        <w:trPr>
          <w:trHeight w:val="340"/>
        </w:trPr>
        <w:tc>
          <w:tcPr>
            <w:tcW w:w="2897" w:type="dxa"/>
            <w:shd w:val="clear" w:color="auto" w:fill="FFBFBF" w:themeFill="accent6" w:themeFillTint="33"/>
          </w:tcPr>
          <w:p w14:paraId="37D189CE" w14:textId="77777777" w:rsidR="00B54A7E" w:rsidRPr="00404764" w:rsidRDefault="00B54A7E" w:rsidP="00820B5F">
            <w:pPr>
              <w:rPr>
                <w:b/>
                <w:noProof/>
              </w:rPr>
            </w:pPr>
            <w:r w:rsidRPr="00404764">
              <w:rPr>
                <w:b/>
                <w:noProof/>
              </w:rPr>
              <w:t>Identifikace poddodavatele</w:t>
            </w:r>
          </w:p>
        </w:tc>
        <w:tc>
          <w:tcPr>
            <w:tcW w:w="2835" w:type="dxa"/>
            <w:shd w:val="clear" w:color="auto" w:fill="FFBFBF" w:themeFill="accent6" w:themeFillTint="33"/>
          </w:tcPr>
          <w:p w14:paraId="7CA07B80" w14:textId="77777777" w:rsidR="00B54A7E" w:rsidRPr="00404764" w:rsidRDefault="00B54A7E" w:rsidP="00820B5F">
            <w:pPr>
              <w:rPr>
                <w:noProof/>
              </w:rPr>
            </w:pPr>
            <w:r w:rsidRPr="00404764">
              <w:rPr>
                <w:b/>
                <w:noProof/>
              </w:rPr>
              <w:t>Věcný rozsah poddodávky</w:t>
            </w:r>
          </w:p>
        </w:tc>
        <w:tc>
          <w:tcPr>
            <w:tcW w:w="2890" w:type="dxa"/>
            <w:shd w:val="clear" w:color="auto" w:fill="FFBFBF" w:themeFill="accent6" w:themeFillTint="33"/>
          </w:tcPr>
          <w:p w14:paraId="33AECB45" w14:textId="77777777" w:rsidR="00B54A7E" w:rsidRPr="00404764" w:rsidRDefault="00B54A7E" w:rsidP="00820B5F">
            <w:pPr>
              <w:rPr>
                <w:noProof/>
              </w:rPr>
            </w:pPr>
            <w:r w:rsidRPr="00404764">
              <w:rPr>
                <w:b/>
                <w:noProof/>
              </w:rPr>
              <w:t>Hodnota poddodávky</w:t>
            </w:r>
          </w:p>
        </w:tc>
      </w:tr>
      <w:tr w:rsidR="00B54A7E" w:rsidRPr="00404764" w14:paraId="79C6D0E6" w14:textId="77777777" w:rsidTr="00820B5F">
        <w:trPr>
          <w:trHeight w:val="340"/>
        </w:trPr>
        <w:tc>
          <w:tcPr>
            <w:tcW w:w="2897" w:type="dxa"/>
          </w:tcPr>
          <w:p w14:paraId="7973A1F7" w14:textId="77777777" w:rsidR="00B54A7E" w:rsidRPr="00404764" w:rsidRDefault="00B54A7E" w:rsidP="00820B5F">
            <w:pPr>
              <w:rPr>
                <w:noProof/>
                <w:vanish/>
              </w:rPr>
            </w:pPr>
            <w:r w:rsidRPr="00404764">
              <w:rPr>
                <w:noProof/>
              </w:rPr>
              <w:t>[obchodní firma, sídlo a IČO]</w:t>
            </w:r>
            <w:r w:rsidRPr="00404764">
              <w:rPr>
                <w:noProof/>
                <w:vanish/>
              </w:rPr>
              <w:t xml:space="preserve"> (obchodní firma, sídlo a IČO)</w:t>
            </w:r>
          </w:p>
        </w:tc>
        <w:tc>
          <w:tcPr>
            <w:tcW w:w="2835" w:type="dxa"/>
          </w:tcPr>
          <w:p w14:paraId="64198820" w14:textId="77777777" w:rsidR="00B54A7E" w:rsidRPr="00404764" w:rsidRDefault="00B54A7E" w:rsidP="00820B5F">
            <w:pPr>
              <w:rPr>
                <w:noProof/>
                <w:vanish/>
              </w:rPr>
            </w:pPr>
            <w:r w:rsidRPr="00404764">
              <w:rPr>
                <w:noProof/>
              </w:rPr>
              <w:t>[označení dle čísel a názvů jednotlivých SO a PS, připadně jiným způsobem, nelze-li označit dle SO a PS např. 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42881628" w14:textId="77777777" w:rsidR="00B54A7E" w:rsidRPr="00404764" w:rsidRDefault="00B54A7E" w:rsidP="00820B5F">
            <w:pPr>
              <w:rPr>
                <w:noProof/>
                <w:vanish/>
              </w:rPr>
            </w:pPr>
            <w:r w:rsidRPr="00404764">
              <w:rPr>
                <w:noProof/>
              </w:rPr>
              <w:t>[v % ze smluvní ceny díla a v konkrétní částka v Kč bez DPH]</w:t>
            </w:r>
            <w:r w:rsidRPr="00404764">
              <w:rPr>
                <w:noProof/>
                <w:vanish/>
              </w:rPr>
              <w:t xml:space="preserve"> (v % ze smluvní ceny díla a v konkrétní částka v Kč bez DPH)</w:t>
            </w:r>
          </w:p>
        </w:tc>
      </w:tr>
      <w:tr w:rsidR="00B54A7E" w:rsidRPr="00404764" w14:paraId="79B28B35" w14:textId="77777777" w:rsidTr="00820B5F">
        <w:trPr>
          <w:trHeight w:val="340"/>
        </w:trPr>
        <w:tc>
          <w:tcPr>
            <w:tcW w:w="2897" w:type="dxa"/>
          </w:tcPr>
          <w:p w14:paraId="5B48F59F" w14:textId="77777777" w:rsidR="00B54A7E" w:rsidRPr="00404764" w:rsidRDefault="00B54A7E" w:rsidP="00820B5F">
            <w:pPr>
              <w:rPr>
                <w:noProof/>
              </w:rPr>
            </w:pPr>
          </w:p>
        </w:tc>
        <w:tc>
          <w:tcPr>
            <w:tcW w:w="2835" w:type="dxa"/>
          </w:tcPr>
          <w:p w14:paraId="1903CE86" w14:textId="77777777" w:rsidR="00B54A7E" w:rsidRPr="00404764" w:rsidRDefault="00B54A7E" w:rsidP="00820B5F">
            <w:pPr>
              <w:rPr>
                <w:noProof/>
              </w:rPr>
            </w:pPr>
          </w:p>
        </w:tc>
        <w:tc>
          <w:tcPr>
            <w:tcW w:w="2890" w:type="dxa"/>
          </w:tcPr>
          <w:p w14:paraId="4216A486" w14:textId="77777777" w:rsidR="00B54A7E" w:rsidRPr="00404764" w:rsidRDefault="00B54A7E" w:rsidP="00820B5F">
            <w:pPr>
              <w:rPr>
                <w:noProof/>
              </w:rPr>
            </w:pPr>
          </w:p>
        </w:tc>
      </w:tr>
      <w:tr w:rsidR="00B54A7E" w:rsidRPr="00404764" w14:paraId="3622CADE" w14:textId="77777777" w:rsidTr="00820B5F">
        <w:trPr>
          <w:trHeight w:val="340"/>
        </w:trPr>
        <w:tc>
          <w:tcPr>
            <w:tcW w:w="2897" w:type="dxa"/>
          </w:tcPr>
          <w:p w14:paraId="51936AFC" w14:textId="77777777" w:rsidR="00B54A7E" w:rsidRPr="00404764" w:rsidRDefault="00B54A7E" w:rsidP="00820B5F">
            <w:pPr>
              <w:rPr>
                <w:noProof/>
              </w:rPr>
            </w:pPr>
          </w:p>
        </w:tc>
        <w:tc>
          <w:tcPr>
            <w:tcW w:w="2835" w:type="dxa"/>
          </w:tcPr>
          <w:p w14:paraId="1F7C33C5" w14:textId="77777777" w:rsidR="00B54A7E" w:rsidRPr="00404764" w:rsidRDefault="00B54A7E" w:rsidP="00820B5F">
            <w:pPr>
              <w:rPr>
                <w:noProof/>
              </w:rPr>
            </w:pPr>
          </w:p>
        </w:tc>
        <w:tc>
          <w:tcPr>
            <w:tcW w:w="2890" w:type="dxa"/>
          </w:tcPr>
          <w:p w14:paraId="7ADAC775" w14:textId="77777777" w:rsidR="00B54A7E" w:rsidRPr="00404764" w:rsidRDefault="00B54A7E" w:rsidP="00820B5F">
            <w:pPr>
              <w:rPr>
                <w:noProof/>
              </w:rPr>
            </w:pPr>
          </w:p>
        </w:tc>
      </w:tr>
    </w:tbl>
    <w:p w14:paraId="6FCD67C2" w14:textId="220D2FED" w:rsidR="00B54A7E" w:rsidRPr="00404764" w:rsidRDefault="00B54A7E" w:rsidP="00B54A7E">
      <w:pPr>
        <w:spacing w:after="0"/>
        <w:rPr>
          <w:noProof/>
        </w:rPr>
      </w:pPr>
    </w:p>
    <w:p w14:paraId="361277C3" w14:textId="77777777" w:rsidR="00B54A7E" w:rsidRPr="00404764" w:rsidRDefault="00B54A7E" w:rsidP="00B54A7E">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B54A7E" w:rsidRPr="00404764" w14:paraId="1096E022" w14:textId="77777777" w:rsidTr="00820B5F">
        <w:trPr>
          <w:trHeight w:val="340"/>
        </w:trPr>
        <w:tc>
          <w:tcPr>
            <w:tcW w:w="4438" w:type="dxa"/>
            <w:shd w:val="clear" w:color="auto" w:fill="FFBFBF" w:themeFill="accent6" w:themeFillTint="33"/>
          </w:tcPr>
          <w:p w14:paraId="7D893819" w14:textId="77777777" w:rsidR="00B54A7E" w:rsidRPr="00404764" w:rsidRDefault="00B54A7E" w:rsidP="00820B5F">
            <w:pPr>
              <w:rPr>
                <w:b/>
                <w:noProof/>
              </w:rPr>
            </w:pPr>
            <w:r w:rsidRPr="00404764">
              <w:rPr>
                <w:b/>
                <w:noProof/>
              </w:rPr>
              <w:t>Rozsah prací:</w:t>
            </w:r>
          </w:p>
        </w:tc>
        <w:tc>
          <w:tcPr>
            <w:tcW w:w="4264" w:type="dxa"/>
          </w:tcPr>
          <w:p w14:paraId="143A0322" w14:textId="77777777" w:rsidR="00B54A7E" w:rsidRPr="00404764" w:rsidRDefault="00B54A7E" w:rsidP="00820B5F">
            <w:pPr>
              <w:rPr>
                <w:noProof/>
              </w:rPr>
            </w:pPr>
            <w:r w:rsidRPr="00404764" w:rsidDel="00374EB1">
              <w:rPr>
                <w:noProof/>
              </w:rPr>
              <w:t xml:space="preserve"> </w:t>
            </w:r>
            <w:r w:rsidRPr="00404764">
              <w:rPr>
                <w:noProof/>
              </w:rPr>
              <w:t>[dle předmětu díla/ předmětu plnění VZ]</w:t>
            </w:r>
          </w:p>
        </w:tc>
      </w:tr>
      <w:tr w:rsidR="00B54A7E" w:rsidRPr="00404764" w14:paraId="16A8807F" w14:textId="77777777" w:rsidTr="00820B5F">
        <w:trPr>
          <w:trHeight w:val="340"/>
        </w:trPr>
        <w:tc>
          <w:tcPr>
            <w:tcW w:w="4438" w:type="dxa"/>
            <w:shd w:val="clear" w:color="auto" w:fill="FFBFBF" w:themeFill="accent6" w:themeFillTint="33"/>
          </w:tcPr>
          <w:p w14:paraId="07213559" w14:textId="77777777" w:rsidR="00B54A7E" w:rsidRPr="00404764" w:rsidRDefault="00B54A7E" w:rsidP="00820B5F">
            <w:pPr>
              <w:rPr>
                <w:b/>
                <w:noProof/>
              </w:rPr>
            </w:pPr>
            <w:r w:rsidRPr="00404764">
              <w:rPr>
                <w:b/>
                <w:noProof/>
              </w:rPr>
              <w:t>Charakter prací:</w:t>
            </w:r>
          </w:p>
          <w:p w14:paraId="20084544" w14:textId="77777777" w:rsidR="00B54A7E" w:rsidRPr="00404764" w:rsidRDefault="00B54A7E" w:rsidP="00820B5F">
            <w:pPr>
              <w:rPr>
                <w:b/>
                <w:noProof/>
              </w:rPr>
            </w:pPr>
          </w:p>
        </w:tc>
        <w:tc>
          <w:tcPr>
            <w:tcW w:w="4264" w:type="dxa"/>
          </w:tcPr>
          <w:p w14:paraId="78560270" w14:textId="77777777" w:rsidR="00B54A7E" w:rsidRPr="00404764" w:rsidRDefault="00B54A7E" w:rsidP="00820B5F">
            <w:pPr>
              <w:rPr>
                <w:noProof/>
              </w:rPr>
            </w:pPr>
            <w:r w:rsidRPr="00404764">
              <w:rPr>
                <w:noProof/>
              </w:rPr>
              <w:t>[oprava/údržba/modernizace/rekonstrukce/novostavba]</w:t>
            </w:r>
          </w:p>
        </w:tc>
      </w:tr>
      <w:tr w:rsidR="00B54A7E" w:rsidRPr="00404764" w14:paraId="04624D76" w14:textId="77777777" w:rsidTr="00820B5F">
        <w:trPr>
          <w:trHeight w:val="340"/>
        </w:trPr>
        <w:tc>
          <w:tcPr>
            <w:tcW w:w="4438" w:type="dxa"/>
            <w:shd w:val="clear" w:color="auto" w:fill="FFBFBF" w:themeFill="accent6" w:themeFillTint="33"/>
          </w:tcPr>
          <w:p w14:paraId="59563AB6" w14:textId="77777777" w:rsidR="00B54A7E" w:rsidRPr="00404764" w:rsidRDefault="00B54A7E" w:rsidP="00820B5F">
            <w:pPr>
              <w:rPr>
                <w:b/>
                <w:noProof/>
              </w:rPr>
            </w:pPr>
            <w:r w:rsidRPr="00404764">
              <w:rPr>
                <w:b/>
                <w:noProof/>
              </w:rPr>
              <w:t>Délka traťového úseku:</w:t>
            </w:r>
          </w:p>
        </w:tc>
        <w:tc>
          <w:tcPr>
            <w:tcW w:w="4264" w:type="dxa"/>
          </w:tcPr>
          <w:p w14:paraId="5C174942" w14:textId="77777777" w:rsidR="00B54A7E" w:rsidRPr="00404764" w:rsidRDefault="00B54A7E" w:rsidP="00820B5F">
            <w:pPr>
              <w:rPr>
                <w:noProof/>
              </w:rPr>
            </w:pPr>
            <w:r w:rsidRPr="00404764" w:rsidDel="00374EB1">
              <w:rPr>
                <w:noProof/>
              </w:rPr>
              <w:t xml:space="preserve"> </w:t>
            </w:r>
            <w:r w:rsidRPr="00404764">
              <w:rPr>
                <w:noProof/>
              </w:rPr>
              <w:t>[v km, uvést jen případě, že je to relevantní vzhledem k předmětu VZ]</w:t>
            </w:r>
          </w:p>
        </w:tc>
      </w:tr>
      <w:tr w:rsidR="00B54A7E" w:rsidRPr="00404764" w14:paraId="62E34E79" w14:textId="77777777" w:rsidTr="00820B5F">
        <w:trPr>
          <w:trHeight w:val="340"/>
        </w:trPr>
        <w:tc>
          <w:tcPr>
            <w:tcW w:w="4438" w:type="dxa"/>
            <w:shd w:val="clear" w:color="auto" w:fill="FFBFBF" w:themeFill="accent6" w:themeFillTint="33"/>
          </w:tcPr>
          <w:p w14:paraId="4A424B3C" w14:textId="77777777" w:rsidR="00B54A7E" w:rsidRPr="00404764" w:rsidRDefault="00B54A7E" w:rsidP="00820B5F">
            <w:pPr>
              <w:rPr>
                <w:b/>
                <w:noProof/>
              </w:rPr>
            </w:pPr>
            <w:r w:rsidRPr="00404764">
              <w:rPr>
                <w:b/>
                <w:noProof/>
              </w:rPr>
              <w:t>Dílo probíhalo na trati:</w:t>
            </w:r>
          </w:p>
        </w:tc>
        <w:tc>
          <w:tcPr>
            <w:tcW w:w="4264" w:type="dxa"/>
          </w:tcPr>
          <w:p w14:paraId="6C4D0C71" w14:textId="77777777" w:rsidR="00B54A7E" w:rsidRPr="00404764" w:rsidRDefault="00B54A7E" w:rsidP="00820B5F">
            <w:pPr>
              <w:rPr>
                <w:noProof/>
              </w:rPr>
            </w:pPr>
            <w:r w:rsidRPr="00404764" w:rsidDel="00D928DB">
              <w:rPr>
                <w:noProof/>
              </w:rPr>
              <w:t xml:space="preserve"> </w:t>
            </w:r>
            <w:r w:rsidRPr="00404764">
              <w:rPr>
                <w:noProof/>
              </w:rPr>
              <w:t>[jednokolejné/vícekolejné, uvést jen případě, že je to relevantní vzhledem k předmětu VZ]</w:t>
            </w:r>
          </w:p>
        </w:tc>
      </w:tr>
      <w:tr w:rsidR="00B54A7E" w:rsidRPr="00404764" w14:paraId="5459C85E" w14:textId="77777777" w:rsidTr="00820B5F">
        <w:trPr>
          <w:trHeight w:val="340"/>
        </w:trPr>
        <w:tc>
          <w:tcPr>
            <w:tcW w:w="4438" w:type="dxa"/>
            <w:shd w:val="clear" w:color="auto" w:fill="FFBFBF" w:themeFill="accent6" w:themeFillTint="33"/>
          </w:tcPr>
          <w:p w14:paraId="454668E0" w14:textId="77777777" w:rsidR="00B54A7E" w:rsidRPr="00404764" w:rsidRDefault="00B54A7E" w:rsidP="00820B5F">
            <w:pPr>
              <w:rPr>
                <w:b/>
                <w:noProof/>
              </w:rPr>
            </w:pPr>
            <w:r w:rsidRPr="00404764">
              <w:rPr>
                <w:b/>
                <w:noProof/>
              </w:rPr>
              <w:t>Dílo probíhalo na trati:</w:t>
            </w:r>
          </w:p>
        </w:tc>
        <w:tc>
          <w:tcPr>
            <w:tcW w:w="4264" w:type="dxa"/>
          </w:tcPr>
          <w:p w14:paraId="393228F3" w14:textId="77777777" w:rsidR="00B54A7E" w:rsidRPr="00404764" w:rsidRDefault="00B54A7E" w:rsidP="00820B5F">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B54A7E" w:rsidRPr="00404764" w14:paraId="2337FE0D" w14:textId="77777777" w:rsidTr="00820B5F">
        <w:trPr>
          <w:trHeight w:val="340"/>
        </w:trPr>
        <w:tc>
          <w:tcPr>
            <w:tcW w:w="4438" w:type="dxa"/>
            <w:shd w:val="clear" w:color="auto" w:fill="FFBFBF" w:themeFill="accent6" w:themeFillTint="33"/>
          </w:tcPr>
          <w:p w14:paraId="1368B30A" w14:textId="77777777" w:rsidR="00B54A7E" w:rsidRPr="00404764" w:rsidRDefault="00B54A7E" w:rsidP="00820B5F">
            <w:pPr>
              <w:rPr>
                <w:b/>
                <w:noProof/>
              </w:rPr>
            </w:pPr>
            <w:r w:rsidRPr="00404764">
              <w:rPr>
                <w:b/>
                <w:noProof/>
              </w:rPr>
              <w:t>Dílo probíhalo na trati:</w:t>
            </w:r>
          </w:p>
        </w:tc>
        <w:tc>
          <w:tcPr>
            <w:tcW w:w="4264" w:type="dxa"/>
          </w:tcPr>
          <w:p w14:paraId="32A947E6" w14:textId="77777777" w:rsidR="00B54A7E" w:rsidRPr="00404764" w:rsidRDefault="00B54A7E" w:rsidP="00820B5F">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B54A7E" w:rsidRPr="00404764" w14:paraId="47F8CF74" w14:textId="77777777" w:rsidTr="00820B5F">
        <w:trPr>
          <w:trHeight w:val="340"/>
        </w:trPr>
        <w:tc>
          <w:tcPr>
            <w:tcW w:w="4438" w:type="dxa"/>
            <w:shd w:val="clear" w:color="auto" w:fill="FFBFBF" w:themeFill="accent6" w:themeFillTint="33"/>
          </w:tcPr>
          <w:p w14:paraId="3619F4BE" w14:textId="77777777" w:rsidR="00B54A7E" w:rsidRPr="00404764" w:rsidRDefault="00B54A7E" w:rsidP="00820B5F">
            <w:pPr>
              <w:rPr>
                <w:b/>
                <w:noProof/>
              </w:rPr>
            </w:pPr>
            <w:r w:rsidRPr="00404764">
              <w:rPr>
                <w:b/>
                <w:noProof/>
              </w:rPr>
              <w:t>Stavební práce zahrnovaly práce na železničním svršku:</w:t>
            </w:r>
          </w:p>
        </w:tc>
        <w:tc>
          <w:tcPr>
            <w:tcW w:w="4264" w:type="dxa"/>
          </w:tcPr>
          <w:p w14:paraId="1CCEE375" w14:textId="77777777" w:rsidR="00B54A7E" w:rsidRPr="00404764" w:rsidRDefault="00B54A7E" w:rsidP="00820B5F">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tc>
      </w:tr>
      <w:tr w:rsidR="00B54A7E" w:rsidRPr="00404764" w14:paraId="3804DF8E" w14:textId="77777777" w:rsidTr="00820B5F">
        <w:trPr>
          <w:trHeight w:val="340"/>
        </w:trPr>
        <w:tc>
          <w:tcPr>
            <w:tcW w:w="4438" w:type="dxa"/>
            <w:shd w:val="clear" w:color="auto" w:fill="FFBFBF" w:themeFill="accent6" w:themeFillTint="33"/>
          </w:tcPr>
          <w:p w14:paraId="2F3B67B7" w14:textId="77777777" w:rsidR="00B54A7E" w:rsidRPr="00404764" w:rsidRDefault="00B54A7E" w:rsidP="00820B5F">
            <w:pPr>
              <w:rPr>
                <w:b/>
                <w:noProof/>
              </w:rPr>
            </w:pPr>
            <w:r w:rsidRPr="00404764">
              <w:rPr>
                <w:b/>
                <w:noProof/>
              </w:rPr>
              <w:t>Stavební práce zahrnovaly práce na výhybkách:</w:t>
            </w:r>
          </w:p>
        </w:tc>
        <w:tc>
          <w:tcPr>
            <w:tcW w:w="4264" w:type="dxa"/>
          </w:tcPr>
          <w:p w14:paraId="15069167" w14:textId="77777777" w:rsidR="00B54A7E" w:rsidRPr="00404764" w:rsidRDefault="00B54A7E" w:rsidP="00820B5F">
            <w:pPr>
              <w:rPr>
                <w:noProof/>
              </w:rPr>
            </w:pPr>
            <w:r w:rsidRPr="00404764" w:rsidDel="00D928DB">
              <w:rPr>
                <w:noProof/>
              </w:rPr>
              <w:t xml:space="preserve"> </w:t>
            </w:r>
            <w:r w:rsidRPr="00404764">
              <w:rPr>
                <w:noProof/>
              </w:rPr>
              <w:t>[ANO/NE, v případě ANO uvést hodnotu v Kč bez DPH a počet výhybek]</w:t>
            </w:r>
          </w:p>
        </w:tc>
      </w:tr>
      <w:tr w:rsidR="00B54A7E" w:rsidRPr="00404764" w14:paraId="77BCAD73" w14:textId="77777777" w:rsidTr="00820B5F">
        <w:trPr>
          <w:trHeight w:val="340"/>
        </w:trPr>
        <w:tc>
          <w:tcPr>
            <w:tcW w:w="4438" w:type="dxa"/>
            <w:shd w:val="clear" w:color="auto" w:fill="FFBFBF" w:themeFill="accent6" w:themeFillTint="33"/>
          </w:tcPr>
          <w:p w14:paraId="2E011AD6" w14:textId="77777777" w:rsidR="00B54A7E" w:rsidRPr="00404764" w:rsidRDefault="00B54A7E" w:rsidP="00820B5F">
            <w:pPr>
              <w:rPr>
                <w:b/>
                <w:noProof/>
              </w:rPr>
            </w:pPr>
            <w:r w:rsidRPr="00404764">
              <w:rPr>
                <w:b/>
                <w:noProof/>
              </w:rPr>
              <w:t>Stavební práce zahrnovaly práce na železničním spodku:</w:t>
            </w:r>
          </w:p>
        </w:tc>
        <w:tc>
          <w:tcPr>
            <w:tcW w:w="4264" w:type="dxa"/>
          </w:tcPr>
          <w:p w14:paraId="7B6F4BD2" w14:textId="77777777" w:rsidR="00B54A7E" w:rsidRPr="00404764" w:rsidRDefault="00B54A7E" w:rsidP="00820B5F">
            <w:pPr>
              <w:rPr>
                <w:noProof/>
              </w:rPr>
            </w:pPr>
            <w:r w:rsidRPr="00404764" w:rsidDel="00D928DB">
              <w:rPr>
                <w:noProof/>
              </w:rPr>
              <w:t xml:space="preserve"> </w:t>
            </w:r>
            <w:r w:rsidRPr="00404764">
              <w:rPr>
                <w:noProof/>
              </w:rPr>
              <w:t>[ANO/NE, v případě ANO uvést hodnotu v Kč bez DPH a délku]</w:t>
            </w:r>
          </w:p>
        </w:tc>
      </w:tr>
      <w:tr w:rsidR="00B54A7E" w:rsidRPr="00404764" w14:paraId="75688FA6" w14:textId="77777777" w:rsidTr="00820B5F">
        <w:trPr>
          <w:trHeight w:val="340"/>
        </w:trPr>
        <w:tc>
          <w:tcPr>
            <w:tcW w:w="4438" w:type="dxa"/>
            <w:shd w:val="clear" w:color="auto" w:fill="FFBFBF" w:themeFill="accent6" w:themeFillTint="33"/>
          </w:tcPr>
          <w:p w14:paraId="1C56FFDA" w14:textId="77777777" w:rsidR="00B54A7E" w:rsidRPr="00404764" w:rsidRDefault="00B54A7E" w:rsidP="00820B5F">
            <w:pPr>
              <w:rPr>
                <w:b/>
                <w:noProof/>
              </w:rPr>
            </w:pPr>
            <w:r w:rsidRPr="00404764">
              <w:rPr>
                <w:b/>
                <w:noProof/>
              </w:rPr>
              <w:t>Stavební práce zahrnovaly práce na masivních mostních objektech:</w:t>
            </w:r>
          </w:p>
        </w:tc>
        <w:tc>
          <w:tcPr>
            <w:tcW w:w="4264" w:type="dxa"/>
          </w:tcPr>
          <w:p w14:paraId="50A21766" w14:textId="77777777" w:rsidR="00B54A7E" w:rsidRPr="00404764" w:rsidRDefault="00B54A7E" w:rsidP="00820B5F">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B54A7E" w:rsidRPr="00404764" w14:paraId="50FAB900" w14:textId="77777777" w:rsidTr="00820B5F">
        <w:trPr>
          <w:trHeight w:val="340"/>
        </w:trPr>
        <w:tc>
          <w:tcPr>
            <w:tcW w:w="4438" w:type="dxa"/>
            <w:shd w:val="clear" w:color="auto" w:fill="FFBFBF" w:themeFill="accent6" w:themeFillTint="33"/>
          </w:tcPr>
          <w:p w14:paraId="475BCD37" w14:textId="77777777" w:rsidR="00B54A7E" w:rsidRPr="00404764" w:rsidRDefault="00B54A7E" w:rsidP="00820B5F">
            <w:pPr>
              <w:rPr>
                <w:b/>
                <w:noProof/>
              </w:rPr>
            </w:pPr>
            <w:r w:rsidRPr="00404764">
              <w:rPr>
                <w:b/>
                <w:noProof/>
              </w:rPr>
              <w:t>Stavební práce zahrnovaly práce na mostních objektech s ocelovou nosnou konstrukcí:</w:t>
            </w:r>
          </w:p>
        </w:tc>
        <w:tc>
          <w:tcPr>
            <w:tcW w:w="4264" w:type="dxa"/>
          </w:tcPr>
          <w:p w14:paraId="27DC7ED7" w14:textId="77777777" w:rsidR="00B54A7E" w:rsidRPr="00404764" w:rsidRDefault="00B54A7E" w:rsidP="00820B5F">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B54A7E" w:rsidRPr="00404764" w14:paraId="66211F95" w14:textId="77777777" w:rsidTr="00820B5F">
        <w:trPr>
          <w:trHeight w:val="340"/>
        </w:trPr>
        <w:tc>
          <w:tcPr>
            <w:tcW w:w="4438" w:type="dxa"/>
            <w:shd w:val="clear" w:color="auto" w:fill="FFBFBF" w:themeFill="accent6" w:themeFillTint="33"/>
          </w:tcPr>
          <w:p w14:paraId="3D9805FF" w14:textId="77777777" w:rsidR="00B54A7E" w:rsidRPr="00404764" w:rsidRDefault="00B54A7E" w:rsidP="00820B5F">
            <w:pPr>
              <w:rPr>
                <w:b/>
                <w:noProof/>
              </w:rPr>
            </w:pPr>
            <w:r w:rsidRPr="00404764">
              <w:rPr>
                <w:b/>
                <w:noProof/>
              </w:rPr>
              <w:t>Stavební práce zahrnovaly práce na tunelech:</w:t>
            </w:r>
          </w:p>
        </w:tc>
        <w:tc>
          <w:tcPr>
            <w:tcW w:w="4264" w:type="dxa"/>
          </w:tcPr>
          <w:p w14:paraId="0C2AEF0B" w14:textId="77777777" w:rsidR="00B54A7E" w:rsidRPr="00404764" w:rsidRDefault="00B54A7E" w:rsidP="00820B5F">
            <w:pPr>
              <w:rPr>
                <w:noProof/>
              </w:rPr>
            </w:pPr>
            <w:r w:rsidRPr="00404764" w:rsidDel="00D928DB">
              <w:rPr>
                <w:noProof/>
              </w:rPr>
              <w:t xml:space="preserve"> </w:t>
            </w:r>
            <w:r w:rsidRPr="00404764">
              <w:rPr>
                <w:noProof/>
              </w:rPr>
              <w:t>[ANO/NE, v případě ANO uvést délku tunelu]</w:t>
            </w:r>
          </w:p>
        </w:tc>
      </w:tr>
      <w:tr w:rsidR="00B54A7E" w:rsidRPr="00404764" w14:paraId="5C06BF16" w14:textId="77777777" w:rsidTr="00820B5F">
        <w:trPr>
          <w:trHeight w:val="340"/>
        </w:trPr>
        <w:tc>
          <w:tcPr>
            <w:tcW w:w="4438" w:type="dxa"/>
            <w:shd w:val="clear" w:color="auto" w:fill="FFBFBF" w:themeFill="accent6" w:themeFillTint="33"/>
          </w:tcPr>
          <w:p w14:paraId="1FC585E0" w14:textId="77777777" w:rsidR="00B54A7E" w:rsidRPr="00404764" w:rsidRDefault="00B54A7E" w:rsidP="00820B5F">
            <w:pPr>
              <w:rPr>
                <w:b/>
                <w:noProof/>
              </w:rPr>
            </w:pPr>
            <w:r w:rsidRPr="00404764">
              <w:rPr>
                <w:b/>
                <w:noProof/>
              </w:rPr>
              <w:lastRenderedPageBreak/>
              <w:t>Stavební práce zahrnovaly práce na zabezpečovacím zařízení:</w:t>
            </w:r>
          </w:p>
        </w:tc>
        <w:tc>
          <w:tcPr>
            <w:tcW w:w="4264" w:type="dxa"/>
          </w:tcPr>
          <w:p w14:paraId="77ADA7AE" w14:textId="77777777" w:rsidR="00B54A7E" w:rsidRPr="00404764" w:rsidRDefault="00B54A7E" w:rsidP="00820B5F">
            <w:pPr>
              <w:rPr>
                <w:noProof/>
              </w:rPr>
            </w:pPr>
            <w:r w:rsidRPr="00404764" w:rsidDel="00D928DB">
              <w:rPr>
                <w:noProof/>
              </w:rPr>
              <w:t xml:space="preserve"> </w:t>
            </w:r>
            <w:r w:rsidRPr="00404764">
              <w:rPr>
                <w:noProof/>
              </w:rPr>
              <w:t>[ANO/NE, v případě ANO uvést hodnotu v Kč bez DPH a délku traťového úseku]</w:t>
            </w:r>
          </w:p>
        </w:tc>
      </w:tr>
      <w:tr w:rsidR="00B54A7E" w:rsidRPr="00404764" w14:paraId="6E1E957E" w14:textId="77777777" w:rsidTr="00820B5F">
        <w:trPr>
          <w:trHeight w:val="340"/>
        </w:trPr>
        <w:tc>
          <w:tcPr>
            <w:tcW w:w="4438" w:type="dxa"/>
            <w:shd w:val="clear" w:color="auto" w:fill="FFBFBF" w:themeFill="accent6" w:themeFillTint="33"/>
          </w:tcPr>
          <w:p w14:paraId="09DD9905" w14:textId="77777777" w:rsidR="00B54A7E" w:rsidRPr="00404764" w:rsidRDefault="00B54A7E" w:rsidP="00820B5F">
            <w:pPr>
              <w:rPr>
                <w:b/>
                <w:noProof/>
              </w:rPr>
            </w:pPr>
            <w:r w:rsidRPr="00404764">
              <w:rPr>
                <w:b/>
                <w:noProof/>
              </w:rPr>
              <w:t>Stavební práce zahrnovaly práce na sdělovacím zařízení:</w:t>
            </w:r>
          </w:p>
        </w:tc>
        <w:tc>
          <w:tcPr>
            <w:tcW w:w="4264" w:type="dxa"/>
          </w:tcPr>
          <w:p w14:paraId="1544091F" w14:textId="77777777" w:rsidR="00B54A7E" w:rsidRPr="00404764" w:rsidRDefault="00B54A7E" w:rsidP="00820B5F">
            <w:pPr>
              <w:rPr>
                <w:noProof/>
              </w:rPr>
            </w:pPr>
            <w:r w:rsidRPr="00404764" w:rsidDel="00D928DB">
              <w:rPr>
                <w:noProof/>
              </w:rPr>
              <w:t xml:space="preserve"> </w:t>
            </w:r>
            <w:r w:rsidRPr="00404764">
              <w:rPr>
                <w:noProof/>
              </w:rPr>
              <w:t>[ANO/NE, v případě ANO uvést hodnotu v Kč bez DPH]</w:t>
            </w:r>
          </w:p>
        </w:tc>
      </w:tr>
      <w:tr w:rsidR="00B54A7E" w:rsidRPr="00404764" w14:paraId="5BFE81FC" w14:textId="77777777" w:rsidTr="00820B5F">
        <w:trPr>
          <w:trHeight w:val="340"/>
        </w:trPr>
        <w:tc>
          <w:tcPr>
            <w:tcW w:w="4438" w:type="dxa"/>
            <w:shd w:val="clear" w:color="auto" w:fill="FFBFBF" w:themeFill="accent6" w:themeFillTint="33"/>
          </w:tcPr>
          <w:p w14:paraId="2659FB8F" w14:textId="77777777" w:rsidR="00B54A7E" w:rsidRPr="00404764" w:rsidRDefault="00B54A7E" w:rsidP="00820B5F">
            <w:pPr>
              <w:rPr>
                <w:b/>
                <w:noProof/>
              </w:rPr>
            </w:pPr>
            <w:r w:rsidRPr="00404764">
              <w:rPr>
                <w:b/>
                <w:noProof/>
              </w:rPr>
              <w:t>Stavební práce zahrnovaly práce na energetickém a elektrotechnickém zařízení:</w:t>
            </w:r>
          </w:p>
        </w:tc>
        <w:tc>
          <w:tcPr>
            <w:tcW w:w="4264" w:type="dxa"/>
          </w:tcPr>
          <w:p w14:paraId="65146F4B" w14:textId="77777777" w:rsidR="00B54A7E" w:rsidRPr="00404764" w:rsidRDefault="00B54A7E" w:rsidP="00820B5F">
            <w:pPr>
              <w:rPr>
                <w:noProof/>
              </w:rPr>
            </w:pPr>
            <w:r w:rsidRPr="00404764">
              <w:rPr>
                <w:noProof/>
              </w:rPr>
              <w:t>[ANO/NE, v případě ANO uvést hodnotu v Kč bez DPH, délku traťového úseku a zda se jednalo o silnoproudé zařízení, trakční vedení, případně jiné zařízení - specifikaci]</w:t>
            </w:r>
          </w:p>
        </w:tc>
      </w:tr>
      <w:tr w:rsidR="00B54A7E" w:rsidRPr="00404764" w14:paraId="79406EB6" w14:textId="77777777" w:rsidTr="00820B5F">
        <w:trPr>
          <w:trHeight w:val="340"/>
        </w:trPr>
        <w:tc>
          <w:tcPr>
            <w:tcW w:w="4438" w:type="dxa"/>
            <w:shd w:val="clear" w:color="auto" w:fill="FFBFBF" w:themeFill="accent6" w:themeFillTint="33"/>
          </w:tcPr>
          <w:p w14:paraId="4DCD9669" w14:textId="77777777" w:rsidR="00B54A7E" w:rsidRPr="00404764" w:rsidRDefault="00B54A7E" w:rsidP="00820B5F">
            <w:pPr>
              <w:rPr>
                <w:b/>
                <w:noProof/>
              </w:rPr>
            </w:pPr>
            <w:r w:rsidRPr="00404764">
              <w:rPr>
                <w:b/>
                <w:noProof/>
              </w:rPr>
              <w:t>Stavební práce zahrnovaly práce na budovách:</w:t>
            </w:r>
          </w:p>
        </w:tc>
        <w:tc>
          <w:tcPr>
            <w:tcW w:w="4264" w:type="dxa"/>
          </w:tcPr>
          <w:p w14:paraId="63100944" w14:textId="77777777" w:rsidR="00B54A7E" w:rsidRPr="00404764" w:rsidRDefault="00B54A7E" w:rsidP="00820B5F">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tc>
      </w:tr>
      <w:tr w:rsidR="00B54A7E" w:rsidRPr="00404764" w14:paraId="622C7568" w14:textId="77777777" w:rsidTr="00820B5F">
        <w:trPr>
          <w:trHeight w:val="340"/>
        </w:trPr>
        <w:tc>
          <w:tcPr>
            <w:tcW w:w="4438" w:type="dxa"/>
            <w:shd w:val="clear" w:color="auto" w:fill="FFBFBF" w:themeFill="accent6" w:themeFillTint="33"/>
          </w:tcPr>
          <w:p w14:paraId="37E4235F" w14:textId="77777777" w:rsidR="00B54A7E" w:rsidRPr="00404764" w:rsidRDefault="00B54A7E" w:rsidP="00820B5F">
            <w:pPr>
              <w:rPr>
                <w:b/>
                <w:noProof/>
              </w:rPr>
            </w:pPr>
            <w:r w:rsidRPr="00404764">
              <w:rPr>
                <w:b/>
                <w:noProof/>
              </w:rPr>
              <w:t>Stavební práce zahrnovaly práce a údržbu na skalních masivech:</w:t>
            </w:r>
          </w:p>
        </w:tc>
        <w:tc>
          <w:tcPr>
            <w:tcW w:w="4264" w:type="dxa"/>
          </w:tcPr>
          <w:p w14:paraId="462DB2AD" w14:textId="77777777" w:rsidR="00B54A7E" w:rsidRPr="00404764" w:rsidRDefault="00B54A7E" w:rsidP="00820B5F">
            <w:pPr>
              <w:rPr>
                <w:noProof/>
              </w:rPr>
            </w:pPr>
            <w:r w:rsidRPr="00404764" w:rsidDel="00D928DB">
              <w:rPr>
                <w:noProof/>
              </w:rPr>
              <w:t xml:space="preserve"> </w:t>
            </w:r>
            <w:r w:rsidRPr="00404764">
              <w:rPr>
                <w:noProof/>
              </w:rPr>
              <w:t>[ANO/NE, v případě ANO uvést hodnotu v Kč bez DPH]</w:t>
            </w:r>
          </w:p>
        </w:tc>
      </w:tr>
    </w:tbl>
    <w:p w14:paraId="5EA0F976" w14:textId="453BD020" w:rsidR="00B54A7E" w:rsidRPr="00404764" w:rsidRDefault="00B54A7E" w:rsidP="00B54A7E">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B54A7E" w:rsidRPr="00404764" w14:paraId="37881EA2" w14:textId="77777777" w:rsidTr="00820B5F">
        <w:trPr>
          <w:trHeight w:val="340"/>
        </w:trPr>
        <w:tc>
          <w:tcPr>
            <w:tcW w:w="4438" w:type="dxa"/>
            <w:shd w:val="clear" w:color="auto" w:fill="FFBFBF" w:themeFill="accent6" w:themeFillTint="33"/>
          </w:tcPr>
          <w:p w14:paraId="608F062C" w14:textId="77777777" w:rsidR="00B54A7E" w:rsidRPr="00404764" w:rsidRDefault="00B54A7E" w:rsidP="00820B5F">
            <w:pPr>
              <w:rPr>
                <w:b/>
                <w:noProof/>
              </w:rPr>
            </w:pPr>
            <w:r w:rsidRPr="00404764">
              <w:rPr>
                <w:b/>
                <w:noProof/>
              </w:rPr>
              <w:t>SOD obsahovala vyhrazené plnění realizované vlastní kapacitou:</w:t>
            </w:r>
          </w:p>
        </w:tc>
        <w:tc>
          <w:tcPr>
            <w:tcW w:w="4264" w:type="dxa"/>
          </w:tcPr>
          <w:p w14:paraId="69ECABCF" w14:textId="77777777" w:rsidR="00B54A7E" w:rsidRPr="00404764" w:rsidRDefault="00B54A7E" w:rsidP="00820B5F">
            <w:pPr>
              <w:rPr>
                <w:noProof/>
              </w:rPr>
            </w:pPr>
            <w:r w:rsidRPr="00404764" w:rsidDel="00D928DB">
              <w:rPr>
                <w:noProof/>
              </w:rPr>
              <w:t xml:space="preserve"> </w:t>
            </w:r>
            <w:r w:rsidRPr="00404764">
              <w:rPr>
                <w:noProof/>
              </w:rPr>
              <w:t>[ANO/NE, v případě ANO uvést níže uvedené podrobnosti]</w:t>
            </w:r>
          </w:p>
        </w:tc>
      </w:tr>
      <w:tr w:rsidR="00B54A7E" w:rsidRPr="00404764" w14:paraId="1F374A00" w14:textId="77777777" w:rsidTr="00820B5F">
        <w:trPr>
          <w:trHeight w:val="340"/>
        </w:trPr>
        <w:tc>
          <w:tcPr>
            <w:tcW w:w="4438" w:type="dxa"/>
            <w:shd w:val="clear" w:color="auto" w:fill="FFBFBF" w:themeFill="accent6" w:themeFillTint="33"/>
          </w:tcPr>
          <w:p w14:paraId="7C0BFF0B" w14:textId="77777777" w:rsidR="00B54A7E" w:rsidRPr="00404764" w:rsidRDefault="00B54A7E" w:rsidP="00820B5F">
            <w:pPr>
              <w:rPr>
                <w:b/>
                <w:noProof/>
              </w:rPr>
            </w:pPr>
            <w:r w:rsidRPr="00404764">
              <w:rPr>
                <w:b/>
                <w:noProof/>
              </w:rPr>
              <w:t>Popis vyhrazeného plnění dle SOD:</w:t>
            </w:r>
          </w:p>
        </w:tc>
        <w:tc>
          <w:tcPr>
            <w:tcW w:w="4264" w:type="dxa"/>
          </w:tcPr>
          <w:p w14:paraId="73445329" w14:textId="77777777" w:rsidR="00B54A7E" w:rsidRPr="00404764" w:rsidRDefault="00B54A7E" w:rsidP="00820B5F">
            <w:pPr>
              <w:rPr>
                <w:noProof/>
              </w:rPr>
            </w:pPr>
            <w:r w:rsidRPr="00404764" w:rsidDel="00D928DB">
              <w:rPr>
                <w:noProof/>
              </w:rPr>
              <w:t xml:space="preserve"> </w:t>
            </w:r>
            <w:r w:rsidRPr="00404764">
              <w:rPr>
                <w:noProof/>
              </w:rPr>
              <w:t>[označení dle čísel a názvů jednotlivých PS a SO]</w:t>
            </w:r>
          </w:p>
        </w:tc>
      </w:tr>
      <w:tr w:rsidR="00B54A7E" w:rsidRPr="00404764" w14:paraId="1C3DE44E" w14:textId="77777777" w:rsidTr="00820B5F">
        <w:trPr>
          <w:trHeight w:val="340"/>
        </w:trPr>
        <w:tc>
          <w:tcPr>
            <w:tcW w:w="4438" w:type="dxa"/>
            <w:shd w:val="clear" w:color="auto" w:fill="FFBFBF" w:themeFill="accent6" w:themeFillTint="33"/>
          </w:tcPr>
          <w:p w14:paraId="271EB074" w14:textId="77777777" w:rsidR="00B54A7E" w:rsidRPr="00404764" w:rsidRDefault="00B54A7E" w:rsidP="00820B5F">
            <w:pPr>
              <w:rPr>
                <w:b/>
                <w:noProof/>
              </w:rPr>
            </w:pPr>
            <w:r w:rsidRPr="00404764">
              <w:rPr>
                <w:b/>
                <w:noProof/>
              </w:rPr>
              <w:t>Zhotovitel vyhrazeného plnění:</w:t>
            </w:r>
          </w:p>
        </w:tc>
        <w:tc>
          <w:tcPr>
            <w:tcW w:w="4264" w:type="dxa"/>
          </w:tcPr>
          <w:p w14:paraId="5F640C6F" w14:textId="77777777" w:rsidR="00B54A7E" w:rsidRPr="00404764" w:rsidRDefault="00B54A7E" w:rsidP="00820B5F">
            <w:pPr>
              <w:rPr>
                <w:noProof/>
              </w:rPr>
            </w:pPr>
          </w:p>
        </w:tc>
      </w:tr>
      <w:tr w:rsidR="00B54A7E" w:rsidRPr="00404764" w14:paraId="6D2C0544" w14:textId="77777777" w:rsidTr="00820B5F">
        <w:trPr>
          <w:trHeight w:val="340"/>
        </w:trPr>
        <w:tc>
          <w:tcPr>
            <w:tcW w:w="4438" w:type="dxa"/>
            <w:shd w:val="clear" w:color="auto" w:fill="FFBFBF" w:themeFill="accent6" w:themeFillTint="33"/>
          </w:tcPr>
          <w:p w14:paraId="0D6C3FFB" w14:textId="77777777" w:rsidR="00B54A7E" w:rsidRPr="00404764" w:rsidRDefault="00B54A7E" w:rsidP="00820B5F">
            <w:pPr>
              <w:rPr>
                <w:b/>
                <w:noProof/>
              </w:rPr>
            </w:pPr>
            <w:r w:rsidRPr="00404764">
              <w:rPr>
                <w:b/>
                <w:noProof/>
              </w:rPr>
              <w:t>Hodnota vyhrazeného plnění v Kč bez DPH:</w:t>
            </w:r>
          </w:p>
        </w:tc>
        <w:tc>
          <w:tcPr>
            <w:tcW w:w="4264" w:type="dxa"/>
          </w:tcPr>
          <w:p w14:paraId="0CDF4A24" w14:textId="77777777" w:rsidR="00B54A7E" w:rsidRPr="00404764" w:rsidRDefault="00B54A7E" w:rsidP="00820B5F">
            <w:pPr>
              <w:rPr>
                <w:noProof/>
              </w:rPr>
            </w:pPr>
          </w:p>
        </w:tc>
      </w:tr>
    </w:tbl>
    <w:p w14:paraId="4CD2F8C4" w14:textId="77777777" w:rsidR="00B54A7E" w:rsidRPr="00404764" w:rsidRDefault="00B54A7E" w:rsidP="00B54A7E">
      <w:pPr>
        <w:spacing w:after="0"/>
        <w:rPr>
          <w:noProof/>
        </w:rPr>
      </w:pPr>
    </w:p>
    <w:p w14:paraId="549E42CE" w14:textId="77777777" w:rsidR="00B54A7E" w:rsidRPr="00404764" w:rsidRDefault="00B54A7E" w:rsidP="00B54A7E">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B54A7E" w:rsidRPr="00404764" w14:paraId="2BB00DB8" w14:textId="77777777" w:rsidTr="00820B5F">
        <w:tc>
          <w:tcPr>
            <w:tcW w:w="2900" w:type="dxa"/>
            <w:shd w:val="clear" w:color="auto" w:fill="FFBFBF" w:themeFill="accent6" w:themeFillTint="33"/>
          </w:tcPr>
          <w:p w14:paraId="5675BD3D" w14:textId="77777777" w:rsidR="00B54A7E" w:rsidRPr="00404764" w:rsidRDefault="00B54A7E" w:rsidP="00820B5F">
            <w:pPr>
              <w:rPr>
                <w:noProof/>
              </w:rPr>
            </w:pPr>
          </w:p>
        </w:tc>
        <w:tc>
          <w:tcPr>
            <w:tcW w:w="2901" w:type="dxa"/>
            <w:shd w:val="clear" w:color="auto" w:fill="FFBFBF" w:themeFill="accent6" w:themeFillTint="33"/>
          </w:tcPr>
          <w:p w14:paraId="7DE9B648" w14:textId="77777777" w:rsidR="00B54A7E" w:rsidRPr="00404764" w:rsidRDefault="00B54A7E" w:rsidP="00820B5F">
            <w:pPr>
              <w:rPr>
                <w:b/>
                <w:noProof/>
              </w:rPr>
            </w:pPr>
            <w:r w:rsidRPr="00404764">
              <w:rPr>
                <w:b/>
                <w:noProof/>
              </w:rPr>
              <w:t>Obchodní firma</w:t>
            </w:r>
          </w:p>
        </w:tc>
        <w:tc>
          <w:tcPr>
            <w:tcW w:w="2901" w:type="dxa"/>
            <w:shd w:val="clear" w:color="auto" w:fill="FFBFBF" w:themeFill="accent6" w:themeFillTint="33"/>
          </w:tcPr>
          <w:p w14:paraId="0A02E24B" w14:textId="77777777" w:rsidR="00B54A7E" w:rsidRPr="00404764" w:rsidRDefault="00B54A7E" w:rsidP="00820B5F">
            <w:pPr>
              <w:rPr>
                <w:b/>
                <w:noProof/>
              </w:rPr>
            </w:pPr>
            <w:r w:rsidRPr="00404764">
              <w:rPr>
                <w:b/>
                <w:noProof/>
              </w:rPr>
              <w:t>Hodnota prováděných prací v Kč bez DPH</w:t>
            </w:r>
          </w:p>
        </w:tc>
      </w:tr>
      <w:tr w:rsidR="00B54A7E" w:rsidRPr="00404764" w14:paraId="341F257E" w14:textId="77777777" w:rsidTr="00820B5F">
        <w:tc>
          <w:tcPr>
            <w:tcW w:w="2900" w:type="dxa"/>
            <w:shd w:val="clear" w:color="auto" w:fill="FFBFBF" w:themeFill="accent6" w:themeFillTint="33"/>
          </w:tcPr>
          <w:p w14:paraId="1C0B27B5" w14:textId="77777777" w:rsidR="00B54A7E" w:rsidRPr="00404764" w:rsidRDefault="00B54A7E" w:rsidP="00820B5F">
            <w:pPr>
              <w:rPr>
                <w:b/>
                <w:noProof/>
              </w:rPr>
            </w:pPr>
            <w:r w:rsidRPr="00404764">
              <w:rPr>
                <w:b/>
                <w:noProof/>
              </w:rPr>
              <w:t>Správce/vedoucí společník:</w:t>
            </w:r>
          </w:p>
        </w:tc>
        <w:tc>
          <w:tcPr>
            <w:tcW w:w="2901" w:type="dxa"/>
          </w:tcPr>
          <w:p w14:paraId="72FF18C0" w14:textId="77777777" w:rsidR="00B54A7E" w:rsidRPr="00404764" w:rsidRDefault="00B54A7E" w:rsidP="00820B5F">
            <w:pPr>
              <w:rPr>
                <w:noProof/>
              </w:rPr>
            </w:pPr>
          </w:p>
        </w:tc>
        <w:tc>
          <w:tcPr>
            <w:tcW w:w="2901" w:type="dxa"/>
          </w:tcPr>
          <w:p w14:paraId="3F658153" w14:textId="77777777" w:rsidR="00B54A7E" w:rsidRPr="00404764" w:rsidRDefault="00B54A7E" w:rsidP="00820B5F">
            <w:pPr>
              <w:rPr>
                <w:noProof/>
              </w:rPr>
            </w:pPr>
          </w:p>
        </w:tc>
      </w:tr>
      <w:tr w:rsidR="00B54A7E" w:rsidRPr="00404764" w14:paraId="60A282AF" w14:textId="77777777" w:rsidTr="00820B5F">
        <w:tc>
          <w:tcPr>
            <w:tcW w:w="2900" w:type="dxa"/>
            <w:shd w:val="clear" w:color="auto" w:fill="FFBFBF" w:themeFill="accent6" w:themeFillTint="33"/>
          </w:tcPr>
          <w:p w14:paraId="29EE3289" w14:textId="77777777" w:rsidR="00B54A7E" w:rsidRPr="00404764" w:rsidRDefault="00B54A7E" w:rsidP="00820B5F">
            <w:pPr>
              <w:rPr>
                <w:b/>
                <w:noProof/>
              </w:rPr>
            </w:pPr>
            <w:r w:rsidRPr="00404764">
              <w:rPr>
                <w:b/>
                <w:noProof/>
              </w:rPr>
              <w:t>Další společník:</w:t>
            </w:r>
          </w:p>
        </w:tc>
        <w:tc>
          <w:tcPr>
            <w:tcW w:w="2901" w:type="dxa"/>
          </w:tcPr>
          <w:p w14:paraId="32156A7E" w14:textId="77777777" w:rsidR="00B54A7E" w:rsidRPr="00404764" w:rsidRDefault="00B54A7E" w:rsidP="00820B5F">
            <w:pPr>
              <w:rPr>
                <w:noProof/>
              </w:rPr>
            </w:pPr>
          </w:p>
        </w:tc>
        <w:tc>
          <w:tcPr>
            <w:tcW w:w="2901" w:type="dxa"/>
          </w:tcPr>
          <w:p w14:paraId="7AA32A81" w14:textId="77777777" w:rsidR="00B54A7E" w:rsidRPr="00404764" w:rsidRDefault="00B54A7E" w:rsidP="00820B5F">
            <w:pPr>
              <w:rPr>
                <w:noProof/>
              </w:rPr>
            </w:pPr>
          </w:p>
        </w:tc>
      </w:tr>
      <w:tr w:rsidR="00B54A7E" w:rsidRPr="00404764" w14:paraId="6AE0F669" w14:textId="77777777" w:rsidTr="00820B5F">
        <w:tc>
          <w:tcPr>
            <w:tcW w:w="2900" w:type="dxa"/>
            <w:shd w:val="clear" w:color="auto" w:fill="FFBFBF" w:themeFill="accent6" w:themeFillTint="33"/>
          </w:tcPr>
          <w:p w14:paraId="557C5C19" w14:textId="77777777" w:rsidR="00B54A7E" w:rsidRPr="00404764" w:rsidRDefault="00B54A7E" w:rsidP="00820B5F">
            <w:pPr>
              <w:rPr>
                <w:b/>
                <w:noProof/>
              </w:rPr>
            </w:pPr>
            <w:r w:rsidRPr="00404764">
              <w:rPr>
                <w:b/>
                <w:noProof/>
              </w:rPr>
              <w:t>Další společník:</w:t>
            </w:r>
          </w:p>
        </w:tc>
        <w:tc>
          <w:tcPr>
            <w:tcW w:w="2901" w:type="dxa"/>
          </w:tcPr>
          <w:p w14:paraId="1EE613D6" w14:textId="77777777" w:rsidR="00B54A7E" w:rsidRPr="00404764" w:rsidRDefault="00B54A7E" w:rsidP="00820B5F">
            <w:pPr>
              <w:rPr>
                <w:noProof/>
              </w:rPr>
            </w:pPr>
          </w:p>
        </w:tc>
        <w:tc>
          <w:tcPr>
            <w:tcW w:w="2901" w:type="dxa"/>
          </w:tcPr>
          <w:p w14:paraId="7B93A9AB" w14:textId="77777777" w:rsidR="00B54A7E" w:rsidRPr="00404764" w:rsidRDefault="00B54A7E" w:rsidP="00820B5F">
            <w:pPr>
              <w:rPr>
                <w:noProof/>
              </w:rPr>
            </w:pPr>
          </w:p>
        </w:tc>
      </w:tr>
      <w:tr w:rsidR="00B54A7E" w:rsidRPr="00404764" w14:paraId="4E4D0BEB" w14:textId="77777777" w:rsidTr="00820B5F">
        <w:tc>
          <w:tcPr>
            <w:tcW w:w="2900" w:type="dxa"/>
            <w:shd w:val="clear" w:color="auto" w:fill="FFBFBF" w:themeFill="accent6" w:themeFillTint="33"/>
          </w:tcPr>
          <w:p w14:paraId="535A0C8F" w14:textId="77777777" w:rsidR="00B54A7E" w:rsidRPr="00404764" w:rsidRDefault="00B54A7E" w:rsidP="00820B5F">
            <w:pPr>
              <w:rPr>
                <w:b/>
                <w:noProof/>
              </w:rPr>
            </w:pPr>
            <w:r w:rsidRPr="00404764">
              <w:rPr>
                <w:b/>
                <w:noProof/>
              </w:rPr>
              <w:t>Další společník:</w:t>
            </w:r>
          </w:p>
        </w:tc>
        <w:tc>
          <w:tcPr>
            <w:tcW w:w="2901" w:type="dxa"/>
          </w:tcPr>
          <w:p w14:paraId="40A0B1E0" w14:textId="77777777" w:rsidR="00B54A7E" w:rsidRPr="00404764" w:rsidRDefault="00B54A7E" w:rsidP="00820B5F">
            <w:pPr>
              <w:rPr>
                <w:noProof/>
              </w:rPr>
            </w:pPr>
          </w:p>
        </w:tc>
        <w:tc>
          <w:tcPr>
            <w:tcW w:w="2901" w:type="dxa"/>
          </w:tcPr>
          <w:p w14:paraId="6FD4B5BD" w14:textId="77777777" w:rsidR="00B54A7E" w:rsidRPr="00404764" w:rsidRDefault="00B54A7E" w:rsidP="00820B5F">
            <w:pPr>
              <w:rPr>
                <w:noProof/>
              </w:rPr>
            </w:pPr>
          </w:p>
        </w:tc>
      </w:tr>
      <w:tr w:rsidR="00B54A7E" w:rsidRPr="00404764" w14:paraId="61077B50" w14:textId="77777777" w:rsidTr="00820B5F">
        <w:tc>
          <w:tcPr>
            <w:tcW w:w="2900" w:type="dxa"/>
            <w:shd w:val="clear" w:color="auto" w:fill="FFBFBF" w:themeFill="accent6" w:themeFillTint="33"/>
          </w:tcPr>
          <w:p w14:paraId="7CCF24BD" w14:textId="77777777" w:rsidR="00B54A7E" w:rsidRPr="00404764" w:rsidRDefault="00B54A7E" w:rsidP="00820B5F">
            <w:pPr>
              <w:rPr>
                <w:b/>
                <w:noProof/>
              </w:rPr>
            </w:pPr>
            <w:r w:rsidRPr="00404764">
              <w:rPr>
                <w:b/>
                <w:noProof/>
              </w:rPr>
              <w:t>Celkem v Kč bez DPH:</w:t>
            </w:r>
          </w:p>
        </w:tc>
        <w:tc>
          <w:tcPr>
            <w:tcW w:w="5802" w:type="dxa"/>
            <w:gridSpan w:val="2"/>
            <w:shd w:val="clear" w:color="auto" w:fill="FFBFBF" w:themeFill="accent6" w:themeFillTint="33"/>
          </w:tcPr>
          <w:p w14:paraId="31C155DB" w14:textId="77777777" w:rsidR="00B54A7E" w:rsidRPr="00404764" w:rsidRDefault="00B54A7E" w:rsidP="00820B5F">
            <w:pPr>
              <w:jc w:val="right"/>
              <w:rPr>
                <w:noProof/>
              </w:rPr>
            </w:pPr>
            <w:r w:rsidRPr="00404764">
              <w:rPr>
                <w:b/>
                <w:noProof/>
              </w:rPr>
              <w:fldChar w:fldCharType="begin">
                <w:ffData>
                  <w:name w:val="Text10"/>
                  <w:enabled/>
                  <w:calcOnExit w:val="0"/>
                  <w:textInput>
                    <w:default w:val="xxx"/>
                  </w:textInput>
                </w:ffData>
              </w:fldChar>
            </w:r>
            <w:bookmarkStart w:id="1"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1"/>
            <w:r w:rsidRPr="00404764">
              <w:rPr>
                <w:b/>
                <w:noProof/>
              </w:rPr>
              <w:t xml:space="preserve"> </w:t>
            </w:r>
            <w:r w:rsidRPr="00404764">
              <w:rPr>
                <w:noProof/>
                <w:vanish/>
              </w:rPr>
              <w:t>(vyplnit pouze v případě, kdy se jedná o společnost)</w:t>
            </w:r>
          </w:p>
        </w:tc>
      </w:tr>
    </w:tbl>
    <w:p w14:paraId="77129436" w14:textId="77777777" w:rsidR="00B54A7E" w:rsidRPr="00404764" w:rsidRDefault="00B54A7E" w:rsidP="00B54A7E">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B54A7E" w:rsidRPr="00404764" w14:paraId="497E07B6" w14:textId="77777777" w:rsidTr="00820B5F">
        <w:trPr>
          <w:trHeight w:val="340"/>
        </w:trPr>
        <w:tc>
          <w:tcPr>
            <w:tcW w:w="4438" w:type="dxa"/>
            <w:shd w:val="clear" w:color="auto" w:fill="FFBFBF" w:themeFill="accent6" w:themeFillTint="33"/>
          </w:tcPr>
          <w:p w14:paraId="1ECCC7E4" w14:textId="77777777" w:rsidR="00B54A7E" w:rsidRPr="00404764" w:rsidRDefault="00B54A7E" w:rsidP="00820B5F">
            <w:pPr>
              <w:rPr>
                <w:b/>
                <w:noProof/>
              </w:rPr>
            </w:pPr>
            <w:r w:rsidRPr="00404764">
              <w:rPr>
                <w:b/>
                <w:noProof/>
              </w:rPr>
              <w:lastRenderedPageBreak/>
              <w:t>Hodnocení objednatele:</w:t>
            </w:r>
          </w:p>
        </w:tc>
        <w:tc>
          <w:tcPr>
            <w:tcW w:w="4264" w:type="dxa"/>
          </w:tcPr>
          <w:p w14:paraId="311D3B70" w14:textId="77777777" w:rsidR="00B54A7E" w:rsidRPr="00404764" w:rsidRDefault="00B54A7E" w:rsidP="00820B5F">
            <w:pPr>
              <w:rPr>
                <w:b/>
                <w:noProof/>
              </w:rPr>
            </w:pPr>
            <w:r w:rsidRPr="00404764">
              <w:rPr>
                <w:noProof/>
              </w:rPr>
              <w:t>Správa železnic osvědčuje, že stavební práce uvedené v tomto osvědčení byly řádně poskytnuty a dokončeny.</w:t>
            </w:r>
          </w:p>
        </w:tc>
      </w:tr>
      <w:tr w:rsidR="00B54A7E" w:rsidRPr="00404764" w14:paraId="395616A1" w14:textId="77777777" w:rsidTr="00820B5F">
        <w:trPr>
          <w:trHeight w:val="340"/>
        </w:trPr>
        <w:tc>
          <w:tcPr>
            <w:tcW w:w="4438" w:type="dxa"/>
            <w:shd w:val="clear" w:color="auto" w:fill="FFBFBF" w:themeFill="accent6" w:themeFillTint="33"/>
          </w:tcPr>
          <w:p w14:paraId="02FAAAA9" w14:textId="77777777" w:rsidR="00B54A7E" w:rsidRPr="00404764" w:rsidRDefault="00B54A7E" w:rsidP="00820B5F">
            <w:pPr>
              <w:rPr>
                <w:b/>
                <w:noProof/>
              </w:rPr>
            </w:pPr>
            <w:r w:rsidRPr="00404764">
              <w:rPr>
                <w:b/>
                <w:noProof/>
              </w:rPr>
              <w:t>Kontaktní osoba:</w:t>
            </w:r>
          </w:p>
        </w:tc>
        <w:tc>
          <w:tcPr>
            <w:tcW w:w="4264" w:type="dxa"/>
            <w:shd w:val="clear" w:color="auto" w:fill="auto"/>
          </w:tcPr>
          <w:p w14:paraId="6571CB31" w14:textId="77777777" w:rsidR="00B54A7E" w:rsidRPr="00404764" w:rsidRDefault="00B54A7E" w:rsidP="00820B5F">
            <w:pPr>
              <w:rPr>
                <w:noProof/>
              </w:rPr>
            </w:pPr>
            <w:r w:rsidRPr="00404764">
              <w:rPr>
                <w:noProof/>
              </w:rPr>
              <w:t>[jméno, příjmení]</w:t>
            </w:r>
          </w:p>
          <w:p w14:paraId="598D00AD" w14:textId="77777777" w:rsidR="00B54A7E" w:rsidRPr="00404764" w:rsidRDefault="00B54A7E" w:rsidP="00820B5F">
            <w:pPr>
              <w:rPr>
                <w:noProof/>
              </w:rPr>
            </w:pPr>
            <w:r w:rsidRPr="00404764">
              <w:rPr>
                <w:noProof/>
              </w:rPr>
              <w:t>[funkce, odborná správa]</w:t>
            </w:r>
          </w:p>
          <w:p w14:paraId="115FD095" w14:textId="77777777" w:rsidR="00B54A7E" w:rsidRPr="00404764" w:rsidRDefault="00B54A7E" w:rsidP="00820B5F">
            <w:pPr>
              <w:rPr>
                <w:noProof/>
              </w:rPr>
            </w:pPr>
            <w:r w:rsidRPr="00404764">
              <w:rPr>
                <w:noProof/>
              </w:rPr>
              <w:t xml:space="preserve">tel: </w:t>
            </w:r>
          </w:p>
          <w:p w14:paraId="23D18E8A" w14:textId="77777777" w:rsidR="00B54A7E" w:rsidRPr="00404764" w:rsidRDefault="00B54A7E" w:rsidP="00820B5F">
            <w:pPr>
              <w:rPr>
                <w:noProof/>
              </w:rPr>
            </w:pPr>
            <w:r w:rsidRPr="00404764">
              <w:rPr>
                <w:noProof/>
              </w:rPr>
              <w:t xml:space="preserve">e-mail: </w:t>
            </w:r>
          </w:p>
        </w:tc>
      </w:tr>
    </w:tbl>
    <w:p w14:paraId="36AEF7CE" w14:textId="77777777" w:rsidR="00B54A7E" w:rsidRPr="00404764" w:rsidRDefault="00B54A7E" w:rsidP="00B54A7E">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B54A7E" w:rsidRPr="00404764" w14:paraId="1FBF83F9" w14:textId="77777777" w:rsidTr="00820B5F">
        <w:trPr>
          <w:trHeight w:val="340"/>
        </w:trPr>
        <w:tc>
          <w:tcPr>
            <w:tcW w:w="4438" w:type="dxa"/>
            <w:shd w:val="clear" w:color="auto" w:fill="FFBFBF" w:themeFill="accent6" w:themeFillTint="33"/>
          </w:tcPr>
          <w:p w14:paraId="71656117" w14:textId="77777777" w:rsidR="00B54A7E" w:rsidRPr="00404764" w:rsidRDefault="00B54A7E" w:rsidP="00820B5F">
            <w:pPr>
              <w:rPr>
                <w:b/>
                <w:noProof/>
              </w:rPr>
            </w:pPr>
            <w:r w:rsidRPr="00404764">
              <w:rPr>
                <w:b/>
                <w:noProof/>
              </w:rPr>
              <w:t>Jméno a přijmení vystavitele:</w:t>
            </w:r>
          </w:p>
        </w:tc>
        <w:tc>
          <w:tcPr>
            <w:tcW w:w="4264" w:type="dxa"/>
          </w:tcPr>
          <w:p w14:paraId="594AA597" w14:textId="77777777" w:rsidR="00B54A7E" w:rsidRPr="00404764" w:rsidRDefault="00B54A7E" w:rsidP="00820B5F">
            <w:pPr>
              <w:rPr>
                <w:noProof/>
              </w:rPr>
            </w:pPr>
          </w:p>
        </w:tc>
      </w:tr>
      <w:tr w:rsidR="00B54A7E" w:rsidRPr="00404764" w14:paraId="4958E7C6" w14:textId="77777777" w:rsidTr="00820B5F">
        <w:trPr>
          <w:trHeight w:val="340"/>
        </w:trPr>
        <w:tc>
          <w:tcPr>
            <w:tcW w:w="4438" w:type="dxa"/>
            <w:shd w:val="clear" w:color="auto" w:fill="FFBFBF" w:themeFill="accent6" w:themeFillTint="33"/>
          </w:tcPr>
          <w:p w14:paraId="1136B370" w14:textId="77777777" w:rsidR="00B54A7E" w:rsidRPr="00404764" w:rsidRDefault="00B54A7E" w:rsidP="00820B5F">
            <w:pPr>
              <w:rPr>
                <w:b/>
                <w:noProof/>
              </w:rPr>
            </w:pPr>
            <w:r w:rsidRPr="00404764">
              <w:rPr>
                <w:b/>
                <w:noProof/>
              </w:rPr>
              <w:t>Funkce:</w:t>
            </w:r>
          </w:p>
        </w:tc>
        <w:tc>
          <w:tcPr>
            <w:tcW w:w="4264" w:type="dxa"/>
          </w:tcPr>
          <w:p w14:paraId="7A8E8A34" w14:textId="77777777" w:rsidR="00B54A7E" w:rsidRPr="00404764" w:rsidRDefault="00B54A7E" w:rsidP="00820B5F">
            <w:pPr>
              <w:rPr>
                <w:noProof/>
              </w:rPr>
            </w:pPr>
          </w:p>
        </w:tc>
      </w:tr>
      <w:tr w:rsidR="00B54A7E" w:rsidRPr="00404764" w14:paraId="5EC25ED2" w14:textId="77777777" w:rsidTr="00820B5F">
        <w:trPr>
          <w:trHeight w:val="842"/>
        </w:trPr>
        <w:tc>
          <w:tcPr>
            <w:tcW w:w="4438" w:type="dxa"/>
            <w:shd w:val="clear" w:color="auto" w:fill="FFBFBF" w:themeFill="accent6" w:themeFillTint="33"/>
          </w:tcPr>
          <w:p w14:paraId="72C06C92" w14:textId="77777777" w:rsidR="00B54A7E" w:rsidRPr="00404764" w:rsidRDefault="00B54A7E" w:rsidP="00820B5F">
            <w:pPr>
              <w:rPr>
                <w:b/>
                <w:noProof/>
              </w:rPr>
            </w:pPr>
            <w:r w:rsidRPr="00404764">
              <w:rPr>
                <w:b/>
                <w:noProof/>
              </w:rPr>
              <w:t>Podpis vystavitele a datum vystavení osvědčení:</w:t>
            </w:r>
          </w:p>
        </w:tc>
        <w:tc>
          <w:tcPr>
            <w:tcW w:w="4264" w:type="dxa"/>
          </w:tcPr>
          <w:p w14:paraId="5B120E7B" w14:textId="77777777" w:rsidR="00B54A7E" w:rsidRPr="00404764" w:rsidRDefault="00B54A7E" w:rsidP="00820B5F">
            <w:pPr>
              <w:rPr>
                <w:noProof/>
              </w:rPr>
            </w:pPr>
          </w:p>
        </w:tc>
      </w:tr>
    </w:tbl>
    <w:p w14:paraId="61BC8BD5" w14:textId="77777777" w:rsidR="00B54A7E" w:rsidRDefault="00B54A7E" w:rsidP="00B54A7E"/>
    <w:p w14:paraId="194D59A6" w14:textId="77777777" w:rsidR="00B54A7E" w:rsidRPr="00404764" w:rsidRDefault="00B54A7E" w:rsidP="00B54A7E">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7750507" w14:textId="77777777" w:rsidR="00B54A7E" w:rsidRPr="00404764" w:rsidRDefault="00B54A7E" w:rsidP="00B54A7E">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sidRPr="00404764">
        <w:rPr>
          <w:rFonts w:eastAsia="Times New Roman"/>
          <w:bCs/>
          <w:i/>
        </w:rPr>
        <w:t>Tzn.</w:t>
      </w:r>
      <w:proofErr w:type="gramEnd"/>
      <w:r w:rsidRPr="00404764">
        <w:rPr>
          <w:rFonts w:eastAsia="Times New Roman"/>
          <w:bCs/>
          <w:i/>
        </w:rPr>
        <w:t xml:space="preserve"> Osvědčení se </w:t>
      </w:r>
      <w:proofErr w:type="gramStart"/>
      <w:r w:rsidRPr="00404764">
        <w:rPr>
          <w:rFonts w:eastAsia="Times New Roman"/>
          <w:bCs/>
          <w:i/>
        </w:rPr>
        <w:t>nevyhotovuje</w:t>
      </w:r>
      <w:proofErr w:type="gramEnd"/>
      <w:r w:rsidRPr="00404764">
        <w:rPr>
          <w:rFonts w:eastAsia="Times New Roman"/>
          <w:bCs/>
          <w:i/>
        </w:rPr>
        <w:t xml:space="preserve"> pro každého ze zhotovitelů/společníků/poddodavatelů zvlášť.</w:t>
      </w:r>
    </w:p>
    <w:p w14:paraId="014AE193" w14:textId="6F4EC192" w:rsidR="00B54A7E" w:rsidRPr="00B54A7E" w:rsidRDefault="00B54A7E" w:rsidP="00B54A7E">
      <w:pPr>
        <w:pStyle w:val="Text2-1"/>
        <w:numPr>
          <w:ilvl w:val="0"/>
          <w:numId w:val="0"/>
        </w:numPr>
        <w:ind w:left="737" w:hanging="737"/>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sectPr w:rsidR="00B54A7E" w:rsidRPr="00B54A7E" w:rsidSect="00F13FDA">
      <w:footerReference w:type="even" r:id="rId45"/>
      <w:footerReference w:type="default" r:id="rId46"/>
      <w:pgSz w:w="11906" w:h="16838" w:code="9"/>
      <w:pgMar w:top="1077" w:right="1588" w:bottom="1474" w:left="1588" w:header="595" w:footer="624"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0233778" w16cid:durableId="261E646C"/>
  <w16cid:commentId w16cid:paraId="774EA751" w16cid:durableId="261E646D"/>
  <w16cid:commentId w16cid:paraId="19CEA3A0" w16cid:durableId="261E646E"/>
  <w16cid:commentId w16cid:paraId="2AA99BB9" w16cid:durableId="261E7ABC"/>
  <w16cid:commentId w16cid:paraId="37934B17" w16cid:durableId="261E646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ECE9E6" w14:textId="77777777" w:rsidR="00711E2D" w:rsidRDefault="00711E2D" w:rsidP="00962258">
      <w:pPr>
        <w:spacing w:after="0" w:line="240" w:lineRule="auto"/>
      </w:pPr>
      <w:r>
        <w:separator/>
      </w:r>
    </w:p>
  </w:endnote>
  <w:endnote w:type="continuationSeparator" w:id="0">
    <w:p w14:paraId="6DCA41CF" w14:textId="77777777" w:rsidR="00711E2D" w:rsidRDefault="00711E2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11E2D" w:rsidRPr="003462EB" w14:paraId="1240A483" w14:textId="77777777" w:rsidTr="00F13FDA">
      <w:tc>
        <w:tcPr>
          <w:tcW w:w="1021" w:type="dxa"/>
          <w:vAlign w:val="bottom"/>
        </w:tcPr>
        <w:p w14:paraId="151E8C0E" w14:textId="6548B31C" w:rsidR="00711E2D" w:rsidRPr="00B8518B" w:rsidRDefault="00711E2D"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2C47">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4FEF9FF2" w14:textId="77777777" w:rsidR="00711E2D" w:rsidRDefault="00711E2D" w:rsidP="00F13FDA">
          <w:pPr>
            <w:pStyle w:val="Zpatvlevo"/>
          </w:pPr>
          <w:r w:rsidRPr="00B41CFD">
            <w:t>Smlouva o dílo</w:t>
          </w:r>
        </w:p>
        <w:p w14:paraId="36D7DCDC" w14:textId="77777777" w:rsidR="00711E2D" w:rsidRPr="003462EB" w:rsidRDefault="00711E2D" w:rsidP="00F13FDA">
          <w:pPr>
            <w:pStyle w:val="Zpatvlevo"/>
          </w:pPr>
          <w:r w:rsidRPr="00B41CFD">
            <w:t>Zhotovení stavby</w:t>
          </w:r>
        </w:p>
      </w:tc>
    </w:tr>
  </w:tbl>
  <w:p w14:paraId="54F3FF18" w14:textId="77777777" w:rsidR="00711E2D" w:rsidRPr="00F13FDA" w:rsidRDefault="00711E2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11E2D" w:rsidRPr="003462EB" w14:paraId="3C3BD90F" w14:textId="77777777" w:rsidTr="00F13FDA">
      <w:tc>
        <w:tcPr>
          <w:tcW w:w="1021" w:type="dxa"/>
          <w:vAlign w:val="bottom"/>
        </w:tcPr>
        <w:p w14:paraId="607075DB" w14:textId="77777777" w:rsidR="00711E2D" w:rsidRPr="00B8518B" w:rsidRDefault="00711E2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711E2D" w:rsidRPr="00DD4862" w:rsidRDefault="00711E2D" w:rsidP="00F13FDA">
          <w:pPr>
            <w:pStyle w:val="Zpatvlevo"/>
            <w:rPr>
              <w:b/>
            </w:rPr>
          </w:pPr>
          <w:r>
            <w:rPr>
              <w:b/>
            </w:rPr>
            <w:t>Příloha č. 4</w:t>
          </w:r>
        </w:p>
        <w:p w14:paraId="4F45CE3F" w14:textId="77777777" w:rsidR="00711E2D" w:rsidRDefault="00711E2D" w:rsidP="00F13FDA">
          <w:pPr>
            <w:pStyle w:val="Zpatvlevo"/>
          </w:pPr>
          <w:r w:rsidRPr="00B41CFD">
            <w:t>Smlouva o dílo</w:t>
          </w:r>
        </w:p>
        <w:p w14:paraId="44062EBD" w14:textId="77777777" w:rsidR="00711E2D" w:rsidRPr="003462EB" w:rsidRDefault="00711E2D" w:rsidP="00F13FDA">
          <w:pPr>
            <w:pStyle w:val="Zpatvlevo"/>
          </w:pPr>
          <w:r w:rsidRPr="00B41CFD">
            <w:t>Zhotovení stavby</w:t>
          </w:r>
        </w:p>
      </w:tc>
    </w:tr>
  </w:tbl>
  <w:p w14:paraId="5F02EA77" w14:textId="77777777" w:rsidR="00711E2D" w:rsidRPr="00F13FDA" w:rsidRDefault="00711E2D">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11E2D" w:rsidRPr="009E09BE" w14:paraId="140825AC" w14:textId="77777777" w:rsidTr="00A0271B">
      <w:tc>
        <w:tcPr>
          <w:tcW w:w="0" w:type="auto"/>
          <w:tcMar>
            <w:left w:w="0" w:type="dxa"/>
            <w:right w:w="0" w:type="dxa"/>
          </w:tcMar>
          <w:vAlign w:val="bottom"/>
        </w:tcPr>
        <w:p w14:paraId="5C3D2E8D" w14:textId="77777777" w:rsidR="00711E2D" w:rsidRPr="00DD4862" w:rsidRDefault="00711E2D" w:rsidP="00A0271B">
          <w:pPr>
            <w:pStyle w:val="Zpatvpravo"/>
            <w:rPr>
              <w:b/>
            </w:rPr>
          </w:pPr>
          <w:r w:rsidRPr="00DD4862">
            <w:rPr>
              <w:b/>
            </w:rPr>
            <w:t xml:space="preserve">Příloha č. </w:t>
          </w:r>
          <w:r>
            <w:rPr>
              <w:b/>
            </w:rPr>
            <w:t>4</w:t>
          </w:r>
        </w:p>
        <w:p w14:paraId="322FB8B5" w14:textId="77777777" w:rsidR="00711E2D" w:rsidRPr="003462EB" w:rsidRDefault="00711E2D" w:rsidP="00A0271B">
          <w:pPr>
            <w:pStyle w:val="Zpatvpravo"/>
          </w:pPr>
          <w:r>
            <w:t>Smlouva o dílo</w:t>
          </w:r>
        </w:p>
        <w:p w14:paraId="6BCDB74A" w14:textId="77777777" w:rsidR="00711E2D" w:rsidRPr="003462EB" w:rsidRDefault="00711E2D" w:rsidP="00A0271B">
          <w:pPr>
            <w:pStyle w:val="Zpatvpravo"/>
            <w:rPr>
              <w:rStyle w:val="slostrnky"/>
              <w:b w:val="0"/>
              <w:color w:val="auto"/>
              <w:sz w:val="12"/>
            </w:rPr>
          </w:pPr>
          <w:r w:rsidRPr="003462EB">
            <w:t xml:space="preserve">Zhotovení stavby </w:t>
          </w:r>
        </w:p>
      </w:tc>
      <w:tc>
        <w:tcPr>
          <w:tcW w:w="1021" w:type="dxa"/>
          <w:vAlign w:val="bottom"/>
        </w:tcPr>
        <w:p w14:paraId="4DFD9349" w14:textId="2019AE96" w:rsidR="00711E2D" w:rsidRPr="009E09BE" w:rsidRDefault="00711E2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72C4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72C47">
            <w:rPr>
              <w:rStyle w:val="slostrnky"/>
              <w:noProof/>
            </w:rPr>
            <w:t>1</w:t>
          </w:r>
          <w:r>
            <w:rPr>
              <w:rStyle w:val="slostrnky"/>
            </w:rPr>
            <w:fldChar w:fldCharType="end"/>
          </w:r>
        </w:p>
      </w:tc>
    </w:tr>
  </w:tbl>
  <w:p w14:paraId="1799FC45" w14:textId="77777777" w:rsidR="00711E2D" w:rsidRPr="00B8518B" w:rsidRDefault="00711E2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11E2D" w:rsidRPr="003462EB" w14:paraId="324A3DF3" w14:textId="77777777" w:rsidTr="00F13FDA">
      <w:tc>
        <w:tcPr>
          <w:tcW w:w="1021" w:type="dxa"/>
          <w:vAlign w:val="bottom"/>
        </w:tcPr>
        <w:p w14:paraId="1D3932C5" w14:textId="77777777" w:rsidR="00711E2D" w:rsidRPr="00B8518B" w:rsidRDefault="00711E2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711E2D" w:rsidRPr="00DD4862" w:rsidRDefault="00711E2D" w:rsidP="00F13FDA">
          <w:pPr>
            <w:pStyle w:val="Zpatvlevo"/>
            <w:rPr>
              <w:b/>
            </w:rPr>
          </w:pPr>
          <w:r>
            <w:rPr>
              <w:b/>
            </w:rPr>
            <w:t>Příloha č. 5</w:t>
          </w:r>
        </w:p>
        <w:p w14:paraId="376871C6" w14:textId="77777777" w:rsidR="00711E2D" w:rsidRDefault="00711E2D" w:rsidP="00F13FDA">
          <w:pPr>
            <w:pStyle w:val="Zpatvlevo"/>
          </w:pPr>
          <w:r w:rsidRPr="00B41CFD">
            <w:t>Smlouva o dílo</w:t>
          </w:r>
        </w:p>
        <w:p w14:paraId="3CE18223" w14:textId="77777777" w:rsidR="00711E2D" w:rsidRPr="003462EB" w:rsidRDefault="00711E2D" w:rsidP="00F13FDA">
          <w:pPr>
            <w:pStyle w:val="Zpatvlevo"/>
          </w:pPr>
          <w:r w:rsidRPr="00B41CFD">
            <w:t>Zhotovení stavby</w:t>
          </w:r>
        </w:p>
      </w:tc>
    </w:tr>
  </w:tbl>
  <w:p w14:paraId="653766D2" w14:textId="77777777" w:rsidR="00711E2D" w:rsidRPr="00F13FDA" w:rsidRDefault="00711E2D">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11E2D" w:rsidRPr="009E09BE" w14:paraId="4CAC0333" w14:textId="77777777" w:rsidTr="00A0271B">
      <w:tc>
        <w:tcPr>
          <w:tcW w:w="0" w:type="auto"/>
          <w:tcMar>
            <w:left w:w="0" w:type="dxa"/>
            <w:right w:w="0" w:type="dxa"/>
          </w:tcMar>
          <w:vAlign w:val="bottom"/>
        </w:tcPr>
        <w:p w14:paraId="0A2FA09E" w14:textId="77777777" w:rsidR="00711E2D" w:rsidRPr="00DD4862" w:rsidRDefault="00711E2D" w:rsidP="00A0271B">
          <w:pPr>
            <w:pStyle w:val="Zpatvpravo"/>
            <w:rPr>
              <w:b/>
            </w:rPr>
          </w:pPr>
          <w:r w:rsidRPr="00DD4862">
            <w:rPr>
              <w:b/>
            </w:rPr>
            <w:t xml:space="preserve">Příloha č. </w:t>
          </w:r>
          <w:r>
            <w:rPr>
              <w:b/>
            </w:rPr>
            <w:t>5</w:t>
          </w:r>
        </w:p>
        <w:p w14:paraId="60317C27" w14:textId="77777777" w:rsidR="00711E2D" w:rsidRPr="003462EB" w:rsidRDefault="00711E2D" w:rsidP="00A0271B">
          <w:pPr>
            <w:pStyle w:val="Zpatvpravo"/>
          </w:pPr>
          <w:r>
            <w:t>Smlouva o dílo</w:t>
          </w:r>
        </w:p>
        <w:p w14:paraId="6574CB31" w14:textId="77777777" w:rsidR="00711E2D" w:rsidRPr="003462EB" w:rsidRDefault="00711E2D" w:rsidP="00A0271B">
          <w:pPr>
            <w:pStyle w:val="Zpatvpravo"/>
            <w:rPr>
              <w:rStyle w:val="slostrnky"/>
              <w:b w:val="0"/>
              <w:color w:val="auto"/>
              <w:sz w:val="12"/>
            </w:rPr>
          </w:pPr>
          <w:r w:rsidRPr="003462EB">
            <w:t xml:space="preserve">Zhotovení stavby </w:t>
          </w:r>
        </w:p>
      </w:tc>
      <w:tc>
        <w:tcPr>
          <w:tcW w:w="1021" w:type="dxa"/>
          <w:vAlign w:val="bottom"/>
        </w:tcPr>
        <w:p w14:paraId="4CA40DA3" w14:textId="2727EF72" w:rsidR="00711E2D" w:rsidRPr="009E09BE" w:rsidRDefault="00711E2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72C4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72C47">
            <w:rPr>
              <w:rStyle w:val="slostrnky"/>
              <w:noProof/>
            </w:rPr>
            <w:t>1</w:t>
          </w:r>
          <w:r>
            <w:rPr>
              <w:rStyle w:val="slostrnky"/>
            </w:rPr>
            <w:fldChar w:fldCharType="end"/>
          </w:r>
        </w:p>
      </w:tc>
    </w:tr>
  </w:tbl>
  <w:p w14:paraId="7E03A553" w14:textId="77777777" w:rsidR="00711E2D" w:rsidRPr="00B8518B" w:rsidRDefault="00711E2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11E2D" w:rsidRPr="003462EB" w14:paraId="136811E9" w14:textId="77777777" w:rsidTr="00F13FDA">
      <w:tc>
        <w:tcPr>
          <w:tcW w:w="1021" w:type="dxa"/>
          <w:vAlign w:val="bottom"/>
        </w:tcPr>
        <w:p w14:paraId="0F368DE0" w14:textId="09A6F0AC" w:rsidR="00711E2D" w:rsidRPr="00B8518B" w:rsidRDefault="00711E2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2C47">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72C47">
            <w:rPr>
              <w:rStyle w:val="slostrnky"/>
              <w:noProof/>
            </w:rPr>
            <w:t>4</w:t>
          </w:r>
          <w:r>
            <w:rPr>
              <w:rStyle w:val="slostrnky"/>
            </w:rPr>
            <w:fldChar w:fldCharType="end"/>
          </w:r>
        </w:p>
      </w:tc>
      <w:tc>
        <w:tcPr>
          <w:tcW w:w="0" w:type="auto"/>
          <w:vAlign w:val="bottom"/>
        </w:tcPr>
        <w:p w14:paraId="3AED8A11" w14:textId="77777777" w:rsidR="00711E2D" w:rsidRPr="00DD4862" w:rsidRDefault="00711E2D" w:rsidP="00F13FDA">
          <w:pPr>
            <w:pStyle w:val="Zpatvlevo"/>
            <w:rPr>
              <w:b/>
            </w:rPr>
          </w:pPr>
          <w:r>
            <w:rPr>
              <w:b/>
            </w:rPr>
            <w:t>Příloha č. 6</w:t>
          </w:r>
        </w:p>
        <w:p w14:paraId="45D670C9" w14:textId="77777777" w:rsidR="00711E2D" w:rsidRDefault="00711E2D" w:rsidP="00F13FDA">
          <w:pPr>
            <w:pStyle w:val="Zpatvlevo"/>
          </w:pPr>
          <w:r w:rsidRPr="00B41CFD">
            <w:t>Smlouva o dílo</w:t>
          </w:r>
        </w:p>
        <w:p w14:paraId="4EB1BB37" w14:textId="77777777" w:rsidR="00711E2D" w:rsidRPr="003462EB" w:rsidRDefault="00711E2D" w:rsidP="00F13FDA">
          <w:pPr>
            <w:pStyle w:val="Zpatvlevo"/>
          </w:pPr>
          <w:r w:rsidRPr="00B41CFD">
            <w:t>Zhotovení stavby</w:t>
          </w:r>
        </w:p>
      </w:tc>
    </w:tr>
  </w:tbl>
  <w:p w14:paraId="1A83E4D3" w14:textId="77777777" w:rsidR="00711E2D" w:rsidRPr="00F13FDA" w:rsidRDefault="00711E2D">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11E2D" w:rsidRPr="009E09BE" w14:paraId="7BA38340" w14:textId="77777777" w:rsidTr="00A0271B">
      <w:tc>
        <w:tcPr>
          <w:tcW w:w="0" w:type="auto"/>
          <w:tcMar>
            <w:left w:w="0" w:type="dxa"/>
            <w:right w:w="0" w:type="dxa"/>
          </w:tcMar>
          <w:vAlign w:val="bottom"/>
        </w:tcPr>
        <w:p w14:paraId="5BBDCBB6" w14:textId="77777777" w:rsidR="00711E2D" w:rsidRPr="00DD4862" w:rsidRDefault="00711E2D" w:rsidP="00A0271B">
          <w:pPr>
            <w:pStyle w:val="Zpatvpravo"/>
            <w:rPr>
              <w:b/>
            </w:rPr>
          </w:pPr>
          <w:r w:rsidRPr="00DD4862">
            <w:rPr>
              <w:b/>
            </w:rPr>
            <w:t xml:space="preserve">Příloha č. </w:t>
          </w:r>
          <w:r>
            <w:rPr>
              <w:b/>
            </w:rPr>
            <w:t>6</w:t>
          </w:r>
        </w:p>
        <w:p w14:paraId="1B3CE0C2" w14:textId="77777777" w:rsidR="00711E2D" w:rsidRPr="003462EB" w:rsidRDefault="00711E2D" w:rsidP="00A0271B">
          <w:pPr>
            <w:pStyle w:val="Zpatvpravo"/>
          </w:pPr>
          <w:r>
            <w:t>Smlouva o dílo</w:t>
          </w:r>
        </w:p>
        <w:p w14:paraId="09872B93" w14:textId="77777777" w:rsidR="00711E2D" w:rsidRPr="003462EB" w:rsidRDefault="00711E2D" w:rsidP="00A0271B">
          <w:pPr>
            <w:pStyle w:val="Zpatvpravo"/>
            <w:rPr>
              <w:rStyle w:val="slostrnky"/>
              <w:b w:val="0"/>
              <w:color w:val="auto"/>
              <w:sz w:val="12"/>
            </w:rPr>
          </w:pPr>
          <w:r w:rsidRPr="003462EB">
            <w:t xml:space="preserve">Zhotovení stavby </w:t>
          </w:r>
        </w:p>
      </w:tc>
      <w:tc>
        <w:tcPr>
          <w:tcW w:w="1021" w:type="dxa"/>
          <w:vAlign w:val="bottom"/>
        </w:tcPr>
        <w:p w14:paraId="219F699D" w14:textId="793FFB0D" w:rsidR="00711E2D" w:rsidRPr="009E09BE" w:rsidRDefault="00711E2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72C47">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72C47">
            <w:rPr>
              <w:rStyle w:val="slostrnky"/>
              <w:noProof/>
            </w:rPr>
            <w:t>4</w:t>
          </w:r>
          <w:r>
            <w:rPr>
              <w:rStyle w:val="slostrnky"/>
            </w:rPr>
            <w:fldChar w:fldCharType="end"/>
          </w:r>
        </w:p>
      </w:tc>
    </w:tr>
  </w:tbl>
  <w:p w14:paraId="4AEF1893" w14:textId="77777777" w:rsidR="00711E2D" w:rsidRPr="00B8518B" w:rsidRDefault="00711E2D"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11E2D" w:rsidRPr="003462EB" w14:paraId="11166B56" w14:textId="77777777" w:rsidTr="00F13FDA">
      <w:tc>
        <w:tcPr>
          <w:tcW w:w="1021" w:type="dxa"/>
          <w:vAlign w:val="bottom"/>
        </w:tcPr>
        <w:p w14:paraId="65A08FDB" w14:textId="77777777" w:rsidR="00711E2D" w:rsidRPr="00B8518B" w:rsidRDefault="00711E2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711E2D" w:rsidRPr="00DD4862" w:rsidRDefault="00711E2D" w:rsidP="00F13FDA">
          <w:pPr>
            <w:pStyle w:val="Zpatvlevo"/>
            <w:rPr>
              <w:b/>
            </w:rPr>
          </w:pPr>
          <w:r>
            <w:rPr>
              <w:b/>
            </w:rPr>
            <w:t>Příloha č. 7</w:t>
          </w:r>
        </w:p>
        <w:p w14:paraId="49EBE761" w14:textId="77777777" w:rsidR="00711E2D" w:rsidRDefault="00711E2D" w:rsidP="00F13FDA">
          <w:pPr>
            <w:pStyle w:val="Zpatvlevo"/>
          </w:pPr>
          <w:r w:rsidRPr="00B41CFD">
            <w:t>Smlouva o dílo</w:t>
          </w:r>
        </w:p>
        <w:p w14:paraId="7A184B87" w14:textId="77777777" w:rsidR="00711E2D" w:rsidRPr="003462EB" w:rsidRDefault="00711E2D" w:rsidP="00F13FDA">
          <w:pPr>
            <w:pStyle w:val="Zpatvlevo"/>
          </w:pPr>
          <w:r w:rsidRPr="00B41CFD">
            <w:t>Zhotovení stavby</w:t>
          </w:r>
        </w:p>
      </w:tc>
    </w:tr>
  </w:tbl>
  <w:p w14:paraId="24208E4C" w14:textId="77777777" w:rsidR="00711E2D" w:rsidRPr="00F13FDA" w:rsidRDefault="00711E2D">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11E2D" w:rsidRPr="009E09BE" w14:paraId="0DD23A08" w14:textId="77777777" w:rsidTr="00A0271B">
      <w:tc>
        <w:tcPr>
          <w:tcW w:w="0" w:type="auto"/>
          <w:tcMar>
            <w:left w:w="0" w:type="dxa"/>
            <w:right w:w="0" w:type="dxa"/>
          </w:tcMar>
          <w:vAlign w:val="bottom"/>
        </w:tcPr>
        <w:p w14:paraId="60B97E7A" w14:textId="77777777" w:rsidR="00711E2D" w:rsidRPr="00DD4862" w:rsidRDefault="00711E2D" w:rsidP="00A0271B">
          <w:pPr>
            <w:pStyle w:val="Zpatvpravo"/>
            <w:rPr>
              <w:b/>
            </w:rPr>
          </w:pPr>
          <w:r w:rsidRPr="00DD4862">
            <w:rPr>
              <w:b/>
            </w:rPr>
            <w:t xml:space="preserve">Příloha č. </w:t>
          </w:r>
          <w:r>
            <w:rPr>
              <w:b/>
            </w:rPr>
            <w:t>7</w:t>
          </w:r>
        </w:p>
        <w:p w14:paraId="47360AB3" w14:textId="77777777" w:rsidR="00711E2D" w:rsidRPr="003462EB" w:rsidRDefault="00711E2D" w:rsidP="00A0271B">
          <w:pPr>
            <w:pStyle w:val="Zpatvpravo"/>
          </w:pPr>
          <w:r>
            <w:t>Smlouva o dílo</w:t>
          </w:r>
        </w:p>
        <w:p w14:paraId="7F4562F2" w14:textId="77777777" w:rsidR="00711E2D" w:rsidRPr="003462EB" w:rsidRDefault="00711E2D" w:rsidP="00A0271B">
          <w:pPr>
            <w:pStyle w:val="Zpatvpravo"/>
            <w:rPr>
              <w:rStyle w:val="slostrnky"/>
              <w:b w:val="0"/>
              <w:color w:val="auto"/>
              <w:sz w:val="12"/>
            </w:rPr>
          </w:pPr>
          <w:r w:rsidRPr="003462EB">
            <w:t xml:space="preserve">Zhotovení stavby </w:t>
          </w:r>
        </w:p>
      </w:tc>
      <w:tc>
        <w:tcPr>
          <w:tcW w:w="1021" w:type="dxa"/>
          <w:vAlign w:val="bottom"/>
        </w:tcPr>
        <w:p w14:paraId="23F1C9AA" w14:textId="5CF71090" w:rsidR="00711E2D" w:rsidRPr="009E09BE" w:rsidRDefault="00711E2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72C4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72C47">
            <w:rPr>
              <w:rStyle w:val="slostrnky"/>
              <w:noProof/>
            </w:rPr>
            <w:t>1</w:t>
          </w:r>
          <w:r>
            <w:rPr>
              <w:rStyle w:val="slostrnky"/>
            </w:rPr>
            <w:fldChar w:fldCharType="end"/>
          </w:r>
        </w:p>
      </w:tc>
    </w:tr>
  </w:tbl>
  <w:p w14:paraId="5508EC05" w14:textId="77777777" w:rsidR="00711E2D" w:rsidRPr="00B8518B" w:rsidRDefault="00711E2D"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11E2D" w:rsidRPr="003462EB" w14:paraId="7E738D69" w14:textId="77777777" w:rsidTr="00F13FDA">
      <w:tc>
        <w:tcPr>
          <w:tcW w:w="1021" w:type="dxa"/>
          <w:vAlign w:val="bottom"/>
        </w:tcPr>
        <w:p w14:paraId="502BB4D2" w14:textId="77777777" w:rsidR="00711E2D" w:rsidRPr="00B8518B" w:rsidRDefault="00711E2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711E2D" w:rsidRPr="00DD4862" w:rsidRDefault="00711E2D" w:rsidP="00F13FDA">
          <w:pPr>
            <w:pStyle w:val="Zpatvlevo"/>
            <w:rPr>
              <w:b/>
            </w:rPr>
          </w:pPr>
          <w:r>
            <w:rPr>
              <w:b/>
            </w:rPr>
            <w:t>Příloha č. 8</w:t>
          </w:r>
        </w:p>
        <w:p w14:paraId="120D1055" w14:textId="77777777" w:rsidR="00711E2D" w:rsidRDefault="00711E2D" w:rsidP="00F13FDA">
          <w:pPr>
            <w:pStyle w:val="Zpatvlevo"/>
          </w:pPr>
          <w:r w:rsidRPr="00B41CFD">
            <w:t>Smlouva o dílo</w:t>
          </w:r>
        </w:p>
        <w:p w14:paraId="1A385723" w14:textId="77777777" w:rsidR="00711E2D" w:rsidRPr="003462EB" w:rsidRDefault="00711E2D" w:rsidP="00F13FDA">
          <w:pPr>
            <w:pStyle w:val="Zpatvlevo"/>
          </w:pPr>
          <w:r w:rsidRPr="00B41CFD">
            <w:t>Zhotovení stavby</w:t>
          </w:r>
        </w:p>
      </w:tc>
    </w:tr>
  </w:tbl>
  <w:p w14:paraId="32050216" w14:textId="77777777" w:rsidR="00711E2D" w:rsidRPr="00F13FDA" w:rsidRDefault="00711E2D">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11E2D" w:rsidRPr="009E09BE" w14:paraId="7D122B19" w14:textId="77777777" w:rsidTr="00A0271B">
      <w:tc>
        <w:tcPr>
          <w:tcW w:w="0" w:type="auto"/>
          <w:tcMar>
            <w:left w:w="0" w:type="dxa"/>
            <w:right w:w="0" w:type="dxa"/>
          </w:tcMar>
          <w:vAlign w:val="bottom"/>
        </w:tcPr>
        <w:p w14:paraId="4A081609" w14:textId="77777777" w:rsidR="00711E2D" w:rsidRPr="00DD4862" w:rsidRDefault="00711E2D" w:rsidP="00A0271B">
          <w:pPr>
            <w:pStyle w:val="Zpatvpravo"/>
            <w:rPr>
              <w:b/>
            </w:rPr>
          </w:pPr>
          <w:r w:rsidRPr="00DD4862">
            <w:rPr>
              <w:b/>
            </w:rPr>
            <w:t xml:space="preserve">Příloha č. </w:t>
          </w:r>
          <w:r>
            <w:rPr>
              <w:b/>
            </w:rPr>
            <w:t>8</w:t>
          </w:r>
        </w:p>
        <w:p w14:paraId="33423AB3" w14:textId="77777777" w:rsidR="00711E2D" w:rsidRPr="003462EB" w:rsidRDefault="00711E2D" w:rsidP="00A0271B">
          <w:pPr>
            <w:pStyle w:val="Zpatvpravo"/>
          </w:pPr>
          <w:r>
            <w:t>Smlouva o dílo</w:t>
          </w:r>
        </w:p>
        <w:p w14:paraId="0ED2C04B" w14:textId="77777777" w:rsidR="00711E2D" w:rsidRPr="003462EB" w:rsidRDefault="00711E2D" w:rsidP="00A0271B">
          <w:pPr>
            <w:pStyle w:val="Zpatvpravo"/>
            <w:rPr>
              <w:rStyle w:val="slostrnky"/>
              <w:b w:val="0"/>
              <w:color w:val="auto"/>
              <w:sz w:val="12"/>
            </w:rPr>
          </w:pPr>
          <w:r w:rsidRPr="003462EB">
            <w:t xml:space="preserve">Zhotovení stavby </w:t>
          </w:r>
        </w:p>
      </w:tc>
      <w:tc>
        <w:tcPr>
          <w:tcW w:w="1021" w:type="dxa"/>
          <w:vAlign w:val="bottom"/>
        </w:tcPr>
        <w:p w14:paraId="4627B9DD" w14:textId="2EDA791D" w:rsidR="00711E2D" w:rsidRPr="009E09BE" w:rsidRDefault="00711E2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72C4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72C47">
            <w:rPr>
              <w:rStyle w:val="slostrnky"/>
              <w:noProof/>
            </w:rPr>
            <w:t>1</w:t>
          </w:r>
          <w:r>
            <w:rPr>
              <w:rStyle w:val="slostrnky"/>
            </w:rPr>
            <w:fldChar w:fldCharType="end"/>
          </w:r>
        </w:p>
      </w:tc>
    </w:tr>
  </w:tbl>
  <w:p w14:paraId="3D0C59CA" w14:textId="77777777" w:rsidR="00711E2D" w:rsidRPr="00B8518B" w:rsidRDefault="00711E2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11E2D" w:rsidRPr="009E09BE" w14:paraId="0257CBFB" w14:textId="77777777" w:rsidTr="00F13FDA">
      <w:tc>
        <w:tcPr>
          <w:tcW w:w="0" w:type="auto"/>
          <w:tcMar>
            <w:left w:w="0" w:type="dxa"/>
            <w:right w:w="0" w:type="dxa"/>
          </w:tcMar>
          <w:vAlign w:val="bottom"/>
        </w:tcPr>
        <w:p w14:paraId="79F4B413" w14:textId="77777777" w:rsidR="00711E2D" w:rsidRPr="003462EB" w:rsidRDefault="00711E2D" w:rsidP="00F13FDA">
          <w:pPr>
            <w:pStyle w:val="Zpatvpravo"/>
          </w:pPr>
          <w:r>
            <w:t>Smlouva o dílo</w:t>
          </w:r>
        </w:p>
        <w:p w14:paraId="3BAD2C8C" w14:textId="77777777" w:rsidR="00711E2D" w:rsidRPr="003462EB" w:rsidRDefault="00711E2D" w:rsidP="00F13FDA">
          <w:pPr>
            <w:pStyle w:val="Zpatvpravo"/>
            <w:rPr>
              <w:rStyle w:val="slostrnky"/>
              <w:b w:val="0"/>
              <w:color w:val="auto"/>
              <w:sz w:val="12"/>
            </w:rPr>
          </w:pPr>
          <w:r>
            <w:t xml:space="preserve">Zhotovení stavby </w:t>
          </w:r>
        </w:p>
      </w:tc>
      <w:tc>
        <w:tcPr>
          <w:tcW w:w="1021" w:type="dxa"/>
          <w:vAlign w:val="bottom"/>
        </w:tcPr>
        <w:p w14:paraId="7D92C335" w14:textId="1983ED94" w:rsidR="00711E2D" w:rsidRPr="009E09BE" w:rsidRDefault="00711E2D"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72C47">
            <w:rPr>
              <w:rStyle w:val="slostrnky"/>
              <w:noProof/>
            </w:rPr>
            <w:t>7</w:t>
          </w:r>
          <w:r w:rsidRPr="00B8518B">
            <w:rPr>
              <w:rStyle w:val="slostrnky"/>
            </w:rPr>
            <w:fldChar w:fldCharType="end"/>
          </w:r>
          <w:r w:rsidRPr="00B8518B">
            <w:rPr>
              <w:rStyle w:val="slostrnky"/>
            </w:rPr>
            <w:t>/</w:t>
          </w:r>
          <w:r>
            <w:rPr>
              <w:rStyle w:val="slostrnky"/>
            </w:rPr>
            <w:t>8</w:t>
          </w:r>
        </w:p>
      </w:tc>
    </w:tr>
  </w:tbl>
  <w:p w14:paraId="7D391C3E" w14:textId="77777777" w:rsidR="00711E2D" w:rsidRPr="00B8518B" w:rsidRDefault="00711E2D"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11E2D" w:rsidRPr="003462EB" w14:paraId="760A7963" w14:textId="77777777" w:rsidTr="00F13FDA">
      <w:tc>
        <w:tcPr>
          <w:tcW w:w="1021" w:type="dxa"/>
          <w:vAlign w:val="bottom"/>
        </w:tcPr>
        <w:p w14:paraId="2C967D5C" w14:textId="43D3AD92" w:rsidR="00711E2D" w:rsidRPr="00B8518B" w:rsidRDefault="00711E2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6</w:t>
          </w:r>
          <w:r>
            <w:rPr>
              <w:rStyle w:val="slostrnky"/>
            </w:rPr>
            <w:fldChar w:fldCharType="end"/>
          </w:r>
        </w:p>
      </w:tc>
      <w:tc>
        <w:tcPr>
          <w:tcW w:w="0" w:type="auto"/>
          <w:vAlign w:val="bottom"/>
        </w:tcPr>
        <w:p w14:paraId="24540392" w14:textId="77777777" w:rsidR="00711E2D" w:rsidRPr="00DD4862" w:rsidRDefault="00711E2D" w:rsidP="00F13FDA">
          <w:pPr>
            <w:pStyle w:val="Zpatvlevo"/>
            <w:rPr>
              <w:b/>
            </w:rPr>
          </w:pPr>
          <w:r>
            <w:rPr>
              <w:b/>
            </w:rPr>
            <w:t>Příloha č. 9</w:t>
          </w:r>
        </w:p>
        <w:p w14:paraId="4619C703" w14:textId="77777777" w:rsidR="00711E2D" w:rsidRDefault="00711E2D" w:rsidP="00F13FDA">
          <w:pPr>
            <w:pStyle w:val="Zpatvlevo"/>
          </w:pPr>
          <w:r w:rsidRPr="00B41CFD">
            <w:t>Smlouva o dílo</w:t>
          </w:r>
        </w:p>
        <w:p w14:paraId="65F4A929" w14:textId="77777777" w:rsidR="00711E2D" w:rsidRPr="003462EB" w:rsidRDefault="00711E2D" w:rsidP="00F13FDA">
          <w:pPr>
            <w:pStyle w:val="Zpatvlevo"/>
          </w:pPr>
          <w:r w:rsidRPr="00B41CFD">
            <w:t>Zhotovení stavby</w:t>
          </w:r>
        </w:p>
      </w:tc>
    </w:tr>
  </w:tbl>
  <w:p w14:paraId="0ADFAF99" w14:textId="77777777" w:rsidR="00711E2D" w:rsidRPr="00F13FDA" w:rsidRDefault="00711E2D">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11E2D" w:rsidRPr="009E09BE" w14:paraId="2AF04367" w14:textId="77777777" w:rsidTr="00A0271B">
      <w:tc>
        <w:tcPr>
          <w:tcW w:w="0" w:type="auto"/>
          <w:tcMar>
            <w:left w:w="0" w:type="dxa"/>
            <w:right w:w="0" w:type="dxa"/>
          </w:tcMar>
          <w:vAlign w:val="bottom"/>
        </w:tcPr>
        <w:p w14:paraId="7F6978BD" w14:textId="77777777" w:rsidR="00711E2D" w:rsidRPr="00DD4862" w:rsidRDefault="00711E2D" w:rsidP="00A0271B">
          <w:pPr>
            <w:pStyle w:val="Zpatvpravo"/>
            <w:rPr>
              <w:b/>
            </w:rPr>
          </w:pPr>
          <w:r w:rsidRPr="00DD4862">
            <w:rPr>
              <w:b/>
            </w:rPr>
            <w:t xml:space="preserve">Příloha č. </w:t>
          </w:r>
          <w:r>
            <w:rPr>
              <w:b/>
            </w:rPr>
            <w:t>9</w:t>
          </w:r>
        </w:p>
        <w:p w14:paraId="0C49EAB7" w14:textId="77777777" w:rsidR="00711E2D" w:rsidRPr="003462EB" w:rsidRDefault="00711E2D" w:rsidP="00A0271B">
          <w:pPr>
            <w:pStyle w:val="Zpatvpravo"/>
          </w:pPr>
          <w:r>
            <w:t>Smlouva o dílo</w:t>
          </w:r>
        </w:p>
        <w:p w14:paraId="0ABE324B" w14:textId="77777777" w:rsidR="00711E2D" w:rsidRPr="003462EB" w:rsidRDefault="00711E2D" w:rsidP="00A0271B">
          <w:pPr>
            <w:pStyle w:val="Zpatvpravo"/>
            <w:rPr>
              <w:rStyle w:val="slostrnky"/>
              <w:b w:val="0"/>
              <w:color w:val="auto"/>
              <w:sz w:val="12"/>
            </w:rPr>
          </w:pPr>
          <w:r w:rsidRPr="003462EB">
            <w:t xml:space="preserve">Zhotovení stavby </w:t>
          </w:r>
        </w:p>
      </w:tc>
      <w:tc>
        <w:tcPr>
          <w:tcW w:w="1021" w:type="dxa"/>
          <w:vAlign w:val="bottom"/>
        </w:tcPr>
        <w:p w14:paraId="3D9C297C" w14:textId="26F6CB90" w:rsidR="00711E2D" w:rsidRPr="009E09BE" w:rsidRDefault="00711E2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72C4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72C47">
            <w:rPr>
              <w:rStyle w:val="slostrnky"/>
              <w:noProof/>
            </w:rPr>
            <w:t>1</w:t>
          </w:r>
          <w:r>
            <w:rPr>
              <w:rStyle w:val="slostrnky"/>
            </w:rPr>
            <w:fldChar w:fldCharType="end"/>
          </w:r>
        </w:p>
      </w:tc>
    </w:tr>
  </w:tbl>
  <w:p w14:paraId="5E569996" w14:textId="77777777" w:rsidR="00711E2D" w:rsidRPr="00B8518B" w:rsidRDefault="00711E2D"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11E2D" w:rsidRPr="003462EB" w14:paraId="0A6E80E2" w14:textId="77777777" w:rsidTr="00F13FDA">
      <w:tc>
        <w:tcPr>
          <w:tcW w:w="1021" w:type="dxa"/>
          <w:vAlign w:val="bottom"/>
        </w:tcPr>
        <w:p w14:paraId="2C215052" w14:textId="6107C569" w:rsidR="00711E2D" w:rsidRPr="00B8518B" w:rsidRDefault="00711E2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2C47">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72C47">
            <w:rPr>
              <w:rStyle w:val="slostrnky"/>
              <w:noProof/>
            </w:rPr>
            <w:t>4</w:t>
          </w:r>
          <w:r>
            <w:rPr>
              <w:rStyle w:val="slostrnky"/>
            </w:rPr>
            <w:fldChar w:fldCharType="end"/>
          </w:r>
        </w:p>
      </w:tc>
      <w:tc>
        <w:tcPr>
          <w:tcW w:w="0" w:type="auto"/>
          <w:vAlign w:val="bottom"/>
        </w:tcPr>
        <w:p w14:paraId="151331D5" w14:textId="3D4B1D8E" w:rsidR="00711E2D" w:rsidRPr="00DD4862" w:rsidRDefault="00711E2D" w:rsidP="00F13FDA">
          <w:pPr>
            <w:pStyle w:val="Zpatvlevo"/>
            <w:rPr>
              <w:b/>
            </w:rPr>
          </w:pPr>
          <w:r>
            <w:rPr>
              <w:b/>
            </w:rPr>
            <w:t>Příloha č. 10</w:t>
          </w:r>
        </w:p>
        <w:p w14:paraId="1C6B7C44" w14:textId="77777777" w:rsidR="00711E2D" w:rsidRDefault="00711E2D" w:rsidP="00F13FDA">
          <w:pPr>
            <w:pStyle w:val="Zpatvlevo"/>
          </w:pPr>
          <w:r w:rsidRPr="00B41CFD">
            <w:t>Smlouva o dílo</w:t>
          </w:r>
        </w:p>
        <w:p w14:paraId="628B05E8" w14:textId="77777777" w:rsidR="00711E2D" w:rsidRPr="003462EB" w:rsidRDefault="00711E2D" w:rsidP="00F13FDA">
          <w:pPr>
            <w:pStyle w:val="Zpatvlevo"/>
          </w:pPr>
          <w:r w:rsidRPr="00B41CFD">
            <w:t>Zhotovení stavby</w:t>
          </w:r>
        </w:p>
      </w:tc>
    </w:tr>
  </w:tbl>
  <w:p w14:paraId="4C530B48" w14:textId="77777777" w:rsidR="00711E2D" w:rsidRPr="00F13FDA" w:rsidRDefault="00711E2D">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11E2D" w:rsidRPr="009E09BE" w14:paraId="58A733F1" w14:textId="77777777" w:rsidTr="00A0271B">
      <w:tc>
        <w:tcPr>
          <w:tcW w:w="0" w:type="auto"/>
          <w:tcMar>
            <w:left w:w="0" w:type="dxa"/>
            <w:right w:w="0" w:type="dxa"/>
          </w:tcMar>
          <w:vAlign w:val="bottom"/>
        </w:tcPr>
        <w:p w14:paraId="294F3B14" w14:textId="509FAF3C" w:rsidR="00711E2D" w:rsidRPr="00DD4862" w:rsidRDefault="00711E2D" w:rsidP="00A0271B">
          <w:pPr>
            <w:pStyle w:val="Zpatvpravo"/>
            <w:rPr>
              <w:b/>
            </w:rPr>
          </w:pPr>
          <w:r w:rsidRPr="00DD4862">
            <w:rPr>
              <w:b/>
            </w:rPr>
            <w:t xml:space="preserve">Příloha č. </w:t>
          </w:r>
          <w:r>
            <w:rPr>
              <w:b/>
            </w:rPr>
            <w:t>10</w:t>
          </w:r>
        </w:p>
        <w:p w14:paraId="5F9A2D6E" w14:textId="77777777" w:rsidR="00711E2D" w:rsidRPr="003462EB" w:rsidRDefault="00711E2D" w:rsidP="00A0271B">
          <w:pPr>
            <w:pStyle w:val="Zpatvpravo"/>
          </w:pPr>
          <w:r>
            <w:t>Smlouva o dílo</w:t>
          </w:r>
        </w:p>
        <w:p w14:paraId="38CDB385" w14:textId="77777777" w:rsidR="00711E2D" w:rsidRPr="003462EB" w:rsidRDefault="00711E2D" w:rsidP="00A0271B">
          <w:pPr>
            <w:pStyle w:val="Zpatvpravo"/>
            <w:rPr>
              <w:rStyle w:val="slostrnky"/>
              <w:b w:val="0"/>
              <w:color w:val="auto"/>
              <w:sz w:val="12"/>
            </w:rPr>
          </w:pPr>
          <w:r w:rsidRPr="003462EB">
            <w:t xml:space="preserve">Zhotovení stavby </w:t>
          </w:r>
        </w:p>
      </w:tc>
      <w:tc>
        <w:tcPr>
          <w:tcW w:w="1021" w:type="dxa"/>
          <w:vAlign w:val="bottom"/>
        </w:tcPr>
        <w:p w14:paraId="466CD7FF" w14:textId="28C70372" w:rsidR="00711E2D" w:rsidRPr="009E09BE" w:rsidRDefault="00711E2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72C4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72C47">
            <w:rPr>
              <w:rStyle w:val="slostrnky"/>
              <w:noProof/>
            </w:rPr>
            <w:t>4</w:t>
          </w:r>
          <w:r>
            <w:rPr>
              <w:rStyle w:val="slostrnky"/>
            </w:rPr>
            <w:fldChar w:fldCharType="end"/>
          </w:r>
        </w:p>
      </w:tc>
    </w:tr>
  </w:tbl>
  <w:p w14:paraId="21808A61" w14:textId="77777777" w:rsidR="00711E2D" w:rsidRPr="00B8518B" w:rsidRDefault="00711E2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50524" w14:textId="2000332D" w:rsidR="00764792" w:rsidRDefault="00764792" w:rsidP="00764792">
    <w:pPr>
      <w:pStyle w:val="Zpat"/>
      <w:tabs>
        <w:tab w:val="clear" w:pos="4536"/>
        <w:tab w:val="clear" w:pos="9072"/>
        <w:tab w:val="right" w:pos="5205"/>
      </w:tabs>
      <w:jc w:val="right"/>
    </w:pPr>
    <w:r>
      <w:rPr>
        <w:noProof/>
        <w:lang w:eastAsia="cs-CZ"/>
      </w:rPr>
      <w:drawing>
        <wp:anchor distT="0" distB="0" distL="114300" distR="114300" simplePos="0" relativeHeight="251674624" behindDoc="0" locked="0" layoutInCell="1" allowOverlap="1" wp14:anchorId="28F97E75" wp14:editId="29FED339">
          <wp:simplePos x="0" y="0"/>
          <wp:positionH relativeFrom="margin">
            <wp:align>left</wp:align>
          </wp:positionH>
          <wp:positionV relativeFrom="paragraph">
            <wp:posOffset>8890</wp:posOffset>
          </wp:positionV>
          <wp:extent cx="2183524" cy="584200"/>
          <wp:effectExtent l="0" t="0" r="7620" b="6350"/>
          <wp:wrapSquare wrapText="bothSides"/>
          <wp:docPr id="26"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6"/>
                  <pic:cNvPicPr/>
                </pic:nvPicPr>
                <pic:blipFill>
                  <a:blip r:embed="rId1" cstate="hqprint">
                    <a:extLst>
                      <a:ext uri="{28A0092B-C50C-407E-A947-70E740481C1C}">
                        <a14:useLocalDpi xmlns:a14="http://schemas.microsoft.com/office/drawing/2010/main" val="0"/>
                      </a:ext>
                    </a:extLst>
                  </a:blip>
                  <a:stretch>
                    <a:fillRect/>
                  </a:stretch>
                </pic:blipFill>
                <pic:spPr>
                  <a:xfrm>
                    <a:off x="0" y="0"/>
                    <a:ext cx="2183524" cy="584200"/>
                  </a:xfrm>
                  <a:prstGeom prst="rect">
                    <a:avLst/>
                  </a:prstGeom>
                </pic:spPr>
              </pic:pic>
            </a:graphicData>
          </a:graphic>
        </wp:anchor>
      </w:drawing>
    </w:r>
    <w:r>
      <w:tab/>
    </w:r>
    <w:r w:rsidRPr="00346B6B">
      <w:rPr>
        <w:noProof/>
        <w:color w:val="FF0000"/>
        <w:lang w:eastAsia="cs-CZ"/>
      </w:rPr>
      <w:drawing>
        <wp:inline distT="0" distB="0" distL="0" distR="0" wp14:anchorId="42B80137" wp14:editId="281379D7">
          <wp:extent cx="1682750" cy="752640"/>
          <wp:effectExtent l="0" t="0" r="0" b="952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hqprint">
                    <a:extLst>
                      <a:ext uri="{28A0092B-C50C-407E-A947-70E740481C1C}">
                        <a14:useLocalDpi xmlns:a14="http://schemas.microsoft.com/office/drawing/2010/main" val="0"/>
                      </a:ext>
                    </a:extLst>
                  </a:blip>
                  <a:srcRect/>
                  <a:stretch>
                    <a:fillRect/>
                  </a:stretch>
                </pic:blipFill>
                <pic:spPr bwMode="auto">
                  <a:xfrm>
                    <a:off x="0" y="0"/>
                    <a:ext cx="1696682" cy="758871"/>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11E2D" w:rsidRPr="003462EB" w14:paraId="576E4CB6" w14:textId="77777777" w:rsidTr="00F13FDA">
      <w:tc>
        <w:tcPr>
          <w:tcW w:w="1021" w:type="dxa"/>
          <w:vAlign w:val="bottom"/>
        </w:tcPr>
        <w:p w14:paraId="55FBAD66" w14:textId="7AB06DA8" w:rsidR="00711E2D" w:rsidRPr="00B8518B" w:rsidRDefault="00711E2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333812AC" w14:textId="77777777" w:rsidR="00711E2D" w:rsidRPr="00DD4862" w:rsidRDefault="00711E2D" w:rsidP="00F13FDA">
          <w:pPr>
            <w:pStyle w:val="Zpatvlevo"/>
            <w:rPr>
              <w:b/>
            </w:rPr>
          </w:pPr>
          <w:r w:rsidRPr="00DD4862">
            <w:rPr>
              <w:b/>
            </w:rPr>
            <w:t>Příloha č. 1</w:t>
          </w:r>
        </w:p>
        <w:p w14:paraId="09312A8D" w14:textId="77777777" w:rsidR="00711E2D" w:rsidRDefault="00711E2D" w:rsidP="00F13FDA">
          <w:pPr>
            <w:pStyle w:val="Zpatvlevo"/>
          </w:pPr>
          <w:r w:rsidRPr="00B41CFD">
            <w:t>Smlouva o dílo</w:t>
          </w:r>
        </w:p>
        <w:p w14:paraId="3E3A2370" w14:textId="77777777" w:rsidR="00711E2D" w:rsidRPr="003462EB" w:rsidRDefault="00711E2D" w:rsidP="00F13FDA">
          <w:pPr>
            <w:pStyle w:val="Zpatvlevo"/>
          </w:pPr>
          <w:r w:rsidRPr="00B41CFD">
            <w:t>Zhotovení stavby</w:t>
          </w:r>
        </w:p>
      </w:tc>
    </w:tr>
  </w:tbl>
  <w:p w14:paraId="3D81D7D4" w14:textId="77777777" w:rsidR="00711E2D" w:rsidRPr="00F13FDA" w:rsidRDefault="00711E2D">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711E2D" w:rsidRDefault="00711E2D"/>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11E2D" w:rsidRPr="009E09BE" w14:paraId="38DC7AE6" w14:textId="77777777" w:rsidTr="00A0271B">
      <w:tc>
        <w:tcPr>
          <w:tcW w:w="0" w:type="auto"/>
          <w:tcMar>
            <w:left w:w="0" w:type="dxa"/>
            <w:right w:w="0" w:type="dxa"/>
          </w:tcMar>
          <w:vAlign w:val="bottom"/>
        </w:tcPr>
        <w:p w14:paraId="1660DAD1" w14:textId="77777777" w:rsidR="00711E2D" w:rsidRPr="00DD4862" w:rsidRDefault="00711E2D" w:rsidP="00A0271B">
          <w:pPr>
            <w:pStyle w:val="Zpatvpravo"/>
            <w:rPr>
              <w:b/>
            </w:rPr>
          </w:pPr>
          <w:r w:rsidRPr="00DD4862">
            <w:rPr>
              <w:b/>
            </w:rPr>
            <w:t>Příloha č. 1</w:t>
          </w:r>
        </w:p>
        <w:p w14:paraId="1CB749FC" w14:textId="77777777" w:rsidR="00711E2D" w:rsidRPr="003462EB" w:rsidRDefault="00711E2D" w:rsidP="00A0271B">
          <w:pPr>
            <w:pStyle w:val="Zpatvpravo"/>
          </w:pPr>
          <w:r>
            <w:t>Smlouva o dílo</w:t>
          </w:r>
        </w:p>
        <w:p w14:paraId="3E9E1C04" w14:textId="77777777" w:rsidR="00711E2D" w:rsidRPr="003462EB" w:rsidRDefault="00711E2D" w:rsidP="00DD4862">
          <w:pPr>
            <w:pStyle w:val="Zpatvpravo"/>
            <w:rPr>
              <w:rStyle w:val="slostrnky"/>
              <w:b w:val="0"/>
              <w:color w:val="auto"/>
              <w:sz w:val="12"/>
            </w:rPr>
          </w:pPr>
          <w:r w:rsidRPr="003462EB">
            <w:t xml:space="preserve">Zhotovení stavby </w:t>
          </w:r>
        </w:p>
      </w:tc>
      <w:tc>
        <w:tcPr>
          <w:tcW w:w="1021" w:type="dxa"/>
          <w:vAlign w:val="bottom"/>
        </w:tcPr>
        <w:p w14:paraId="52A5ACA1" w14:textId="4491D1AE" w:rsidR="00711E2D" w:rsidRPr="009E09BE" w:rsidRDefault="00711E2D"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72C4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72C47">
            <w:rPr>
              <w:rStyle w:val="slostrnky"/>
              <w:noProof/>
            </w:rPr>
            <w:t>1</w:t>
          </w:r>
          <w:r>
            <w:rPr>
              <w:rStyle w:val="slostrnky"/>
            </w:rPr>
            <w:fldChar w:fldCharType="end"/>
          </w:r>
        </w:p>
      </w:tc>
    </w:tr>
  </w:tbl>
  <w:p w14:paraId="7D639E4C" w14:textId="77777777" w:rsidR="00711E2D" w:rsidRPr="00B8518B" w:rsidRDefault="00711E2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11E2D" w:rsidRPr="003462EB" w14:paraId="31324F47" w14:textId="77777777" w:rsidTr="00F13FDA">
      <w:tc>
        <w:tcPr>
          <w:tcW w:w="1021" w:type="dxa"/>
          <w:vAlign w:val="bottom"/>
        </w:tcPr>
        <w:p w14:paraId="4660D5CA" w14:textId="77777777" w:rsidR="00711E2D" w:rsidRPr="00B8518B" w:rsidRDefault="00711E2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F68A0A" w14:textId="77777777" w:rsidR="00711E2D" w:rsidRPr="00DD4862" w:rsidRDefault="00711E2D" w:rsidP="00F13FDA">
          <w:pPr>
            <w:pStyle w:val="Zpatvlevo"/>
            <w:rPr>
              <w:b/>
            </w:rPr>
          </w:pPr>
          <w:r>
            <w:rPr>
              <w:b/>
            </w:rPr>
            <w:t>Příloha č. 2</w:t>
          </w:r>
        </w:p>
        <w:p w14:paraId="0C1A6B71" w14:textId="77777777" w:rsidR="00711E2D" w:rsidRDefault="00711E2D" w:rsidP="00F13FDA">
          <w:pPr>
            <w:pStyle w:val="Zpatvlevo"/>
          </w:pPr>
          <w:r w:rsidRPr="00B41CFD">
            <w:t>Smlouva o dílo</w:t>
          </w:r>
        </w:p>
        <w:p w14:paraId="6C987E4D" w14:textId="77777777" w:rsidR="00711E2D" w:rsidRPr="003462EB" w:rsidRDefault="00711E2D" w:rsidP="00F13FDA">
          <w:pPr>
            <w:pStyle w:val="Zpatvlevo"/>
          </w:pPr>
          <w:r w:rsidRPr="00B41CFD">
            <w:t>Zhotovení stavby</w:t>
          </w:r>
        </w:p>
      </w:tc>
    </w:tr>
  </w:tbl>
  <w:p w14:paraId="721821A5" w14:textId="77777777" w:rsidR="00711E2D" w:rsidRPr="00F13FDA" w:rsidRDefault="00711E2D">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11E2D" w:rsidRPr="009E09BE" w14:paraId="38E8F7EA" w14:textId="77777777" w:rsidTr="00A0271B">
      <w:tc>
        <w:tcPr>
          <w:tcW w:w="0" w:type="auto"/>
          <w:tcMar>
            <w:left w:w="0" w:type="dxa"/>
            <w:right w:w="0" w:type="dxa"/>
          </w:tcMar>
          <w:vAlign w:val="bottom"/>
        </w:tcPr>
        <w:p w14:paraId="12959C17" w14:textId="77777777" w:rsidR="00711E2D" w:rsidRPr="00DD4862" w:rsidRDefault="00711E2D" w:rsidP="00A0271B">
          <w:pPr>
            <w:pStyle w:val="Zpatvpravo"/>
            <w:rPr>
              <w:b/>
            </w:rPr>
          </w:pPr>
          <w:r w:rsidRPr="00DD4862">
            <w:rPr>
              <w:b/>
            </w:rPr>
            <w:t>Příloha č. 2</w:t>
          </w:r>
        </w:p>
        <w:p w14:paraId="1091D5F5" w14:textId="77777777" w:rsidR="00711E2D" w:rsidRPr="003462EB" w:rsidRDefault="00711E2D" w:rsidP="00A0271B">
          <w:pPr>
            <w:pStyle w:val="Zpatvpravo"/>
          </w:pPr>
          <w:r>
            <w:t>Smlouva o dílo</w:t>
          </w:r>
        </w:p>
        <w:p w14:paraId="45C9C2F0" w14:textId="77777777" w:rsidR="00711E2D" w:rsidRPr="003462EB" w:rsidRDefault="00711E2D" w:rsidP="00A0271B">
          <w:pPr>
            <w:pStyle w:val="Zpatvpravo"/>
            <w:rPr>
              <w:rStyle w:val="slostrnky"/>
              <w:b w:val="0"/>
              <w:color w:val="auto"/>
              <w:sz w:val="12"/>
            </w:rPr>
          </w:pPr>
          <w:r w:rsidRPr="003462EB">
            <w:t xml:space="preserve">Zhotovení stavby </w:t>
          </w:r>
        </w:p>
      </w:tc>
      <w:tc>
        <w:tcPr>
          <w:tcW w:w="1021" w:type="dxa"/>
          <w:vAlign w:val="bottom"/>
        </w:tcPr>
        <w:p w14:paraId="68484E19" w14:textId="5D444242" w:rsidR="00711E2D" w:rsidRPr="009E09BE" w:rsidRDefault="00711E2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72C4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72C47">
            <w:rPr>
              <w:rStyle w:val="slostrnky"/>
              <w:noProof/>
            </w:rPr>
            <w:t>1</w:t>
          </w:r>
          <w:r>
            <w:rPr>
              <w:rStyle w:val="slostrnky"/>
            </w:rPr>
            <w:fldChar w:fldCharType="end"/>
          </w:r>
        </w:p>
      </w:tc>
    </w:tr>
  </w:tbl>
  <w:p w14:paraId="5C7B95E3" w14:textId="77777777" w:rsidR="00711E2D" w:rsidRPr="00B8518B" w:rsidRDefault="00711E2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11E2D" w:rsidRPr="003462EB" w14:paraId="1C83CE55" w14:textId="77777777" w:rsidTr="00F13FDA">
      <w:tc>
        <w:tcPr>
          <w:tcW w:w="1021" w:type="dxa"/>
          <w:vAlign w:val="bottom"/>
        </w:tcPr>
        <w:p w14:paraId="5CCDD256" w14:textId="77777777" w:rsidR="00711E2D" w:rsidRPr="00B8518B" w:rsidRDefault="00711E2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711E2D" w:rsidRPr="00DD4862" w:rsidRDefault="00711E2D" w:rsidP="00F13FDA">
          <w:pPr>
            <w:pStyle w:val="Zpatvlevo"/>
            <w:rPr>
              <w:b/>
            </w:rPr>
          </w:pPr>
          <w:r>
            <w:rPr>
              <w:b/>
            </w:rPr>
            <w:t>Příloha č. 3</w:t>
          </w:r>
        </w:p>
        <w:p w14:paraId="4666136E" w14:textId="77777777" w:rsidR="00711E2D" w:rsidRDefault="00711E2D" w:rsidP="00F13FDA">
          <w:pPr>
            <w:pStyle w:val="Zpatvlevo"/>
          </w:pPr>
          <w:r w:rsidRPr="00B41CFD">
            <w:t>Smlouva o dílo</w:t>
          </w:r>
        </w:p>
        <w:p w14:paraId="55042ECA" w14:textId="77777777" w:rsidR="00711E2D" w:rsidRPr="003462EB" w:rsidRDefault="00711E2D" w:rsidP="00F13FDA">
          <w:pPr>
            <w:pStyle w:val="Zpatvlevo"/>
          </w:pPr>
          <w:r w:rsidRPr="00B41CFD">
            <w:t>Zhotovení stavby</w:t>
          </w:r>
        </w:p>
      </w:tc>
    </w:tr>
  </w:tbl>
  <w:p w14:paraId="078F4948" w14:textId="77777777" w:rsidR="00711E2D" w:rsidRPr="00F13FDA" w:rsidRDefault="00711E2D">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11E2D" w:rsidRPr="009E09BE" w14:paraId="236B1D3C" w14:textId="77777777" w:rsidTr="00A0271B">
      <w:tc>
        <w:tcPr>
          <w:tcW w:w="0" w:type="auto"/>
          <w:tcMar>
            <w:left w:w="0" w:type="dxa"/>
            <w:right w:w="0" w:type="dxa"/>
          </w:tcMar>
          <w:vAlign w:val="bottom"/>
        </w:tcPr>
        <w:p w14:paraId="1DE31B10" w14:textId="77777777" w:rsidR="00711E2D" w:rsidRPr="00DD4862" w:rsidRDefault="00711E2D" w:rsidP="00A0271B">
          <w:pPr>
            <w:pStyle w:val="Zpatvpravo"/>
            <w:rPr>
              <w:b/>
            </w:rPr>
          </w:pPr>
          <w:r w:rsidRPr="00DD4862">
            <w:rPr>
              <w:b/>
            </w:rPr>
            <w:t xml:space="preserve">Příloha č. </w:t>
          </w:r>
          <w:r>
            <w:rPr>
              <w:b/>
            </w:rPr>
            <w:t>3</w:t>
          </w:r>
        </w:p>
        <w:p w14:paraId="2C91EB49" w14:textId="77777777" w:rsidR="00711E2D" w:rsidRPr="003462EB" w:rsidRDefault="00711E2D" w:rsidP="00A0271B">
          <w:pPr>
            <w:pStyle w:val="Zpatvpravo"/>
          </w:pPr>
          <w:r>
            <w:t>Smlouva o dílo</w:t>
          </w:r>
        </w:p>
        <w:p w14:paraId="74FC2B61" w14:textId="77777777" w:rsidR="00711E2D" w:rsidRPr="003462EB" w:rsidRDefault="00711E2D" w:rsidP="00A0271B">
          <w:pPr>
            <w:pStyle w:val="Zpatvpravo"/>
            <w:rPr>
              <w:rStyle w:val="slostrnky"/>
              <w:b w:val="0"/>
              <w:color w:val="auto"/>
              <w:sz w:val="12"/>
            </w:rPr>
          </w:pPr>
          <w:r w:rsidRPr="003462EB">
            <w:t xml:space="preserve">Zhotovení stavby </w:t>
          </w:r>
        </w:p>
      </w:tc>
      <w:tc>
        <w:tcPr>
          <w:tcW w:w="1021" w:type="dxa"/>
          <w:vAlign w:val="bottom"/>
        </w:tcPr>
        <w:p w14:paraId="09191C9B" w14:textId="3A3E01A2" w:rsidR="00711E2D" w:rsidRPr="009E09BE" w:rsidRDefault="00711E2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72C4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72C47">
            <w:rPr>
              <w:rStyle w:val="slostrnky"/>
              <w:noProof/>
            </w:rPr>
            <w:t>1</w:t>
          </w:r>
          <w:r>
            <w:rPr>
              <w:rStyle w:val="slostrnky"/>
            </w:rPr>
            <w:fldChar w:fldCharType="end"/>
          </w:r>
        </w:p>
      </w:tc>
    </w:tr>
  </w:tbl>
  <w:p w14:paraId="5F4D3FBE" w14:textId="77777777" w:rsidR="00711E2D" w:rsidRPr="00B8518B" w:rsidRDefault="00711E2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075B94" w14:textId="77777777" w:rsidR="00711E2D" w:rsidRDefault="00711E2D" w:rsidP="00962258">
      <w:pPr>
        <w:spacing w:after="0" w:line="240" w:lineRule="auto"/>
      </w:pPr>
      <w:r>
        <w:separator/>
      </w:r>
    </w:p>
  </w:footnote>
  <w:footnote w:type="continuationSeparator" w:id="0">
    <w:p w14:paraId="0827C69F" w14:textId="77777777" w:rsidR="00711E2D" w:rsidRDefault="00711E2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11E2D" w14:paraId="3B79F732" w14:textId="77777777" w:rsidTr="00B22106">
      <w:trPr>
        <w:trHeight w:hRule="exact" w:val="936"/>
      </w:trPr>
      <w:tc>
        <w:tcPr>
          <w:tcW w:w="1361" w:type="dxa"/>
          <w:tcMar>
            <w:left w:w="0" w:type="dxa"/>
            <w:right w:w="0" w:type="dxa"/>
          </w:tcMar>
        </w:tcPr>
        <w:p w14:paraId="227E3247" w14:textId="77777777" w:rsidR="00711E2D" w:rsidRPr="00B8518B" w:rsidRDefault="00711E2D" w:rsidP="00FC6389">
          <w:pPr>
            <w:pStyle w:val="Zpat"/>
            <w:rPr>
              <w:rStyle w:val="slostrnky"/>
            </w:rPr>
          </w:pPr>
        </w:p>
      </w:tc>
      <w:tc>
        <w:tcPr>
          <w:tcW w:w="3458" w:type="dxa"/>
          <w:shd w:val="clear" w:color="auto" w:fill="auto"/>
          <w:tcMar>
            <w:left w:w="0" w:type="dxa"/>
            <w:right w:w="0" w:type="dxa"/>
          </w:tcMar>
        </w:tcPr>
        <w:p w14:paraId="5E5B8C22" w14:textId="77777777" w:rsidR="00711E2D" w:rsidRDefault="00711E2D"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711E2D" w:rsidRPr="00D6163D" w:rsidRDefault="00711E2D" w:rsidP="00FC6389">
          <w:pPr>
            <w:pStyle w:val="Druhdokumentu"/>
          </w:pPr>
        </w:p>
      </w:tc>
    </w:tr>
    <w:tr w:rsidR="00711E2D" w14:paraId="1DFD2EDD" w14:textId="77777777" w:rsidTr="00B22106">
      <w:trPr>
        <w:trHeight w:hRule="exact" w:val="936"/>
      </w:trPr>
      <w:tc>
        <w:tcPr>
          <w:tcW w:w="1361" w:type="dxa"/>
          <w:tcMar>
            <w:left w:w="0" w:type="dxa"/>
            <w:right w:w="0" w:type="dxa"/>
          </w:tcMar>
        </w:tcPr>
        <w:p w14:paraId="510D1780" w14:textId="77777777" w:rsidR="00711E2D" w:rsidRPr="00B8518B" w:rsidRDefault="00711E2D" w:rsidP="00FC6389">
          <w:pPr>
            <w:pStyle w:val="Zpat"/>
            <w:rPr>
              <w:rStyle w:val="slostrnky"/>
            </w:rPr>
          </w:pPr>
        </w:p>
      </w:tc>
      <w:tc>
        <w:tcPr>
          <w:tcW w:w="3458" w:type="dxa"/>
          <w:shd w:val="clear" w:color="auto" w:fill="auto"/>
          <w:tcMar>
            <w:left w:w="0" w:type="dxa"/>
            <w:right w:w="0" w:type="dxa"/>
          </w:tcMar>
        </w:tcPr>
        <w:p w14:paraId="7E4B5746" w14:textId="77777777" w:rsidR="00711E2D" w:rsidRDefault="00711E2D" w:rsidP="00FC6389">
          <w:pPr>
            <w:pStyle w:val="Zpat"/>
          </w:pPr>
        </w:p>
      </w:tc>
      <w:tc>
        <w:tcPr>
          <w:tcW w:w="5756" w:type="dxa"/>
          <w:shd w:val="clear" w:color="auto" w:fill="auto"/>
          <w:tcMar>
            <w:left w:w="0" w:type="dxa"/>
            <w:right w:w="0" w:type="dxa"/>
          </w:tcMar>
        </w:tcPr>
        <w:p w14:paraId="2B60071A" w14:textId="77777777" w:rsidR="00711E2D" w:rsidRPr="00D6163D" w:rsidRDefault="00711E2D" w:rsidP="00FC6389">
          <w:pPr>
            <w:pStyle w:val="Druhdokumentu"/>
          </w:pPr>
        </w:p>
      </w:tc>
    </w:tr>
  </w:tbl>
  <w:p w14:paraId="14FB9387" w14:textId="77777777" w:rsidR="00711E2D" w:rsidRPr="00D6163D" w:rsidRDefault="00711E2D" w:rsidP="00FC6389">
    <w:pPr>
      <w:pStyle w:val="Zhlav"/>
      <w:rPr>
        <w:sz w:val="8"/>
        <w:szCs w:val="8"/>
      </w:rPr>
    </w:pPr>
  </w:p>
  <w:p w14:paraId="12576136" w14:textId="77777777" w:rsidR="00711E2D" w:rsidRPr="00460660" w:rsidRDefault="00711E2D">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711E2D" w:rsidRPr="00D6163D" w:rsidRDefault="00711E2D">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711E2D" w:rsidRPr="00D6163D" w:rsidRDefault="00711E2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711E2D" w:rsidRPr="00D6163D" w:rsidRDefault="00711E2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711E2D" w:rsidRPr="00D6163D" w:rsidRDefault="00711E2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711E2D" w:rsidRPr="00D6163D" w:rsidRDefault="00711E2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711E2D" w:rsidRPr="00D6163D" w:rsidRDefault="00711E2D">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711E2D" w:rsidRPr="00D6163D" w:rsidRDefault="00711E2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711E2D" w:rsidRPr="00D6163D" w:rsidRDefault="00711E2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E1E9ED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2"/>
  </w:num>
  <w:num w:numId="11">
    <w:abstractNumId w:val="1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9"/>
  </w:num>
  <w:num w:numId="26">
    <w:abstractNumId w:val="0"/>
  </w:num>
  <w:num w:numId="27">
    <w:abstractNumId w:val="0"/>
  </w:num>
  <w:num w:numId="28">
    <w:abstractNumId w:val="2"/>
  </w:num>
  <w:num w:numId="29">
    <w:abstractNumId w:val="2"/>
  </w:num>
  <w:num w:numId="30">
    <w:abstractNumId w:val="12"/>
  </w:num>
  <w:num w:numId="31">
    <w:abstractNumId w:val="12"/>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0"/>
  </w:num>
  <w:num w:numId="39">
    <w:abstractNumId w:val="0"/>
  </w:num>
  <w:num w:numId="40">
    <w:abstractNumId w:val="0"/>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1A0A"/>
    <w:rsid w:val="00005DFE"/>
    <w:rsid w:val="00005FBB"/>
    <w:rsid w:val="00017F3C"/>
    <w:rsid w:val="000209B1"/>
    <w:rsid w:val="00022F72"/>
    <w:rsid w:val="00022FF9"/>
    <w:rsid w:val="00024D0D"/>
    <w:rsid w:val="00036500"/>
    <w:rsid w:val="00037D85"/>
    <w:rsid w:val="00041EC8"/>
    <w:rsid w:val="000432C2"/>
    <w:rsid w:val="0005402B"/>
    <w:rsid w:val="0006588D"/>
    <w:rsid w:val="00065937"/>
    <w:rsid w:val="00067A5E"/>
    <w:rsid w:val="000719BB"/>
    <w:rsid w:val="00071D7C"/>
    <w:rsid w:val="00072A65"/>
    <w:rsid w:val="00072C1E"/>
    <w:rsid w:val="00072C47"/>
    <w:rsid w:val="0008335F"/>
    <w:rsid w:val="00095002"/>
    <w:rsid w:val="000A24F5"/>
    <w:rsid w:val="000B17CA"/>
    <w:rsid w:val="000B4EB8"/>
    <w:rsid w:val="000C2B01"/>
    <w:rsid w:val="000C41F2"/>
    <w:rsid w:val="000C4EB8"/>
    <w:rsid w:val="000D22C4"/>
    <w:rsid w:val="000D27D1"/>
    <w:rsid w:val="000E002D"/>
    <w:rsid w:val="000E056D"/>
    <w:rsid w:val="000E1599"/>
    <w:rsid w:val="000E1A7F"/>
    <w:rsid w:val="001003EC"/>
    <w:rsid w:val="001047D9"/>
    <w:rsid w:val="00106CD8"/>
    <w:rsid w:val="00112864"/>
    <w:rsid w:val="00114472"/>
    <w:rsid w:val="00114988"/>
    <w:rsid w:val="00115069"/>
    <w:rsid w:val="001150F2"/>
    <w:rsid w:val="00121079"/>
    <w:rsid w:val="00123F99"/>
    <w:rsid w:val="00137224"/>
    <w:rsid w:val="00143EC0"/>
    <w:rsid w:val="0014753B"/>
    <w:rsid w:val="00155EB3"/>
    <w:rsid w:val="001656A2"/>
    <w:rsid w:val="00165977"/>
    <w:rsid w:val="00165A7B"/>
    <w:rsid w:val="00170EC5"/>
    <w:rsid w:val="00173A70"/>
    <w:rsid w:val="001747C1"/>
    <w:rsid w:val="00175FB0"/>
    <w:rsid w:val="00177D6B"/>
    <w:rsid w:val="00187660"/>
    <w:rsid w:val="00191F90"/>
    <w:rsid w:val="001B4DFD"/>
    <w:rsid w:val="001B4E74"/>
    <w:rsid w:val="001C5817"/>
    <w:rsid w:val="001C645F"/>
    <w:rsid w:val="001D70D2"/>
    <w:rsid w:val="001E0048"/>
    <w:rsid w:val="001E41F9"/>
    <w:rsid w:val="001E678E"/>
    <w:rsid w:val="001F518E"/>
    <w:rsid w:val="001F6D7D"/>
    <w:rsid w:val="002038D5"/>
    <w:rsid w:val="002071BB"/>
    <w:rsid w:val="00207DF5"/>
    <w:rsid w:val="00215434"/>
    <w:rsid w:val="00217281"/>
    <w:rsid w:val="00222785"/>
    <w:rsid w:val="00225027"/>
    <w:rsid w:val="00225674"/>
    <w:rsid w:val="0023128E"/>
    <w:rsid w:val="00237604"/>
    <w:rsid w:val="00240B81"/>
    <w:rsid w:val="0024599B"/>
    <w:rsid w:val="002462A6"/>
    <w:rsid w:val="00247D01"/>
    <w:rsid w:val="00251735"/>
    <w:rsid w:val="00252206"/>
    <w:rsid w:val="00255AE4"/>
    <w:rsid w:val="00255B10"/>
    <w:rsid w:val="00261A5B"/>
    <w:rsid w:val="00262E5B"/>
    <w:rsid w:val="00276AFE"/>
    <w:rsid w:val="002774BB"/>
    <w:rsid w:val="00277FD9"/>
    <w:rsid w:val="002902E1"/>
    <w:rsid w:val="00296B4A"/>
    <w:rsid w:val="002A3B57"/>
    <w:rsid w:val="002A474D"/>
    <w:rsid w:val="002A7B96"/>
    <w:rsid w:val="002C03CB"/>
    <w:rsid w:val="002C0721"/>
    <w:rsid w:val="002C0FB1"/>
    <w:rsid w:val="002C31BF"/>
    <w:rsid w:val="002D7FD6"/>
    <w:rsid w:val="002E0CD7"/>
    <w:rsid w:val="002E0CFB"/>
    <w:rsid w:val="002E0E4A"/>
    <w:rsid w:val="002E150F"/>
    <w:rsid w:val="002E3941"/>
    <w:rsid w:val="002E5C7B"/>
    <w:rsid w:val="002F31D9"/>
    <w:rsid w:val="002F4333"/>
    <w:rsid w:val="002F5199"/>
    <w:rsid w:val="0030003A"/>
    <w:rsid w:val="0030530B"/>
    <w:rsid w:val="00311475"/>
    <w:rsid w:val="003149C0"/>
    <w:rsid w:val="00327EEF"/>
    <w:rsid w:val="0033239F"/>
    <w:rsid w:val="00335132"/>
    <w:rsid w:val="0034040E"/>
    <w:rsid w:val="0034274B"/>
    <w:rsid w:val="00342DC7"/>
    <w:rsid w:val="00346A2A"/>
    <w:rsid w:val="0034719F"/>
    <w:rsid w:val="00350A35"/>
    <w:rsid w:val="003571D8"/>
    <w:rsid w:val="00357BC6"/>
    <w:rsid w:val="00361422"/>
    <w:rsid w:val="00363041"/>
    <w:rsid w:val="0037545D"/>
    <w:rsid w:val="003767EA"/>
    <w:rsid w:val="00385B90"/>
    <w:rsid w:val="00392910"/>
    <w:rsid w:val="00392EB6"/>
    <w:rsid w:val="00393E15"/>
    <w:rsid w:val="003956C6"/>
    <w:rsid w:val="003A3A15"/>
    <w:rsid w:val="003B23D6"/>
    <w:rsid w:val="003B3FF8"/>
    <w:rsid w:val="003B4A16"/>
    <w:rsid w:val="003C33F2"/>
    <w:rsid w:val="003D6859"/>
    <w:rsid w:val="003D756E"/>
    <w:rsid w:val="003E420D"/>
    <w:rsid w:val="003E4C13"/>
    <w:rsid w:val="003F2C3E"/>
    <w:rsid w:val="0040283D"/>
    <w:rsid w:val="00405A01"/>
    <w:rsid w:val="0040659D"/>
    <w:rsid w:val="004078F3"/>
    <w:rsid w:val="004160CB"/>
    <w:rsid w:val="004258B3"/>
    <w:rsid w:val="00427794"/>
    <w:rsid w:val="004328E4"/>
    <w:rsid w:val="00450F07"/>
    <w:rsid w:val="00452C31"/>
    <w:rsid w:val="00453CD3"/>
    <w:rsid w:val="00455CE8"/>
    <w:rsid w:val="00460660"/>
    <w:rsid w:val="00464BA9"/>
    <w:rsid w:val="004676FD"/>
    <w:rsid w:val="00470B05"/>
    <w:rsid w:val="00474B51"/>
    <w:rsid w:val="00475FC6"/>
    <w:rsid w:val="00483969"/>
    <w:rsid w:val="00484FB4"/>
    <w:rsid w:val="00486107"/>
    <w:rsid w:val="00486EAD"/>
    <w:rsid w:val="00491827"/>
    <w:rsid w:val="004A36B7"/>
    <w:rsid w:val="004A59C4"/>
    <w:rsid w:val="004B4299"/>
    <w:rsid w:val="004C1A60"/>
    <w:rsid w:val="004C4399"/>
    <w:rsid w:val="004C787C"/>
    <w:rsid w:val="004D09FB"/>
    <w:rsid w:val="004E2C64"/>
    <w:rsid w:val="004E6233"/>
    <w:rsid w:val="004E7A1F"/>
    <w:rsid w:val="004F03BA"/>
    <w:rsid w:val="004F4B9B"/>
    <w:rsid w:val="00500E0F"/>
    <w:rsid w:val="00501042"/>
    <w:rsid w:val="00502690"/>
    <w:rsid w:val="00503579"/>
    <w:rsid w:val="0050552C"/>
    <w:rsid w:val="0050666E"/>
    <w:rsid w:val="00511AB9"/>
    <w:rsid w:val="00521AC5"/>
    <w:rsid w:val="00523BB5"/>
    <w:rsid w:val="00523EA7"/>
    <w:rsid w:val="0052690B"/>
    <w:rsid w:val="005406EB"/>
    <w:rsid w:val="005422E2"/>
    <w:rsid w:val="00544816"/>
    <w:rsid w:val="00553375"/>
    <w:rsid w:val="00555884"/>
    <w:rsid w:val="00556AD4"/>
    <w:rsid w:val="005614AC"/>
    <w:rsid w:val="00562209"/>
    <w:rsid w:val="00567E99"/>
    <w:rsid w:val="005736B7"/>
    <w:rsid w:val="00575E5A"/>
    <w:rsid w:val="00580245"/>
    <w:rsid w:val="00582A82"/>
    <w:rsid w:val="00590C91"/>
    <w:rsid w:val="00595534"/>
    <w:rsid w:val="005A1F44"/>
    <w:rsid w:val="005A34AA"/>
    <w:rsid w:val="005B4616"/>
    <w:rsid w:val="005D3C39"/>
    <w:rsid w:val="005D41B8"/>
    <w:rsid w:val="005D6794"/>
    <w:rsid w:val="005E007F"/>
    <w:rsid w:val="005E31FB"/>
    <w:rsid w:val="005E69D2"/>
    <w:rsid w:val="005E7125"/>
    <w:rsid w:val="005F3A8C"/>
    <w:rsid w:val="00600ECE"/>
    <w:rsid w:val="00601A8C"/>
    <w:rsid w:val="00606FE8"/>
    <w:rsid w:val="0061068E"/>
    <w:rsid w:val="006115D3"/>
    <w:rsid w:val="006231B6"/>
    <w:rsid w:val="00623FDC"/>
    <w:rsid w:val="006428D9"/>
    <w:rsid w:val="00654F4C"/>
    <w:rsid w:val="0065610E"/>
    <w:rsid w:val="00660AD3"/>
    <w:rsid w:val="006760CB"/>
    <w:rsid w:val="006776B6"/>
    <w:rsid w:val="00680C34"/>
    <w:rsid w:val="00693150"/>
    <w:rsid w:val="00694F58"/>
    <w:rsid w:val="006A12A4"/>
    <w:rsid w:val="006A5570"/>
    <w:rsid w:val="006A5576"/>
    <w:rsid w:val="006A689C"/>
    <w:rsid w:val="006B3D79"/>
    <w:rsid w:val="006B6FE4"/>
    <w:rsid w:val="006C2343"/>
    <w:rsid w:val="006C442A"/>
    <w:rsid w:val="006D0C70"/>
    <w:rsid w:val="006D30C1"/>
    <w:rsid w:val="006D5FB4"/>
    <w:rsid w:val="006D6057"/>
    <w:rsid w:val="006E0578"/>
    <w:rsid w:val="006E18C1"/>
    <w:rsid w:val="006E1DF8"/>
    <w:rsid w:val="006E314D"/>
    <w:rsid w:val="006E7284"/>
    <w:rsid w:val="006E7799"/>
    <w:rsid w:val="006F4030"/>
    <w:rsid w:val="00704A28"/>
    <w:rsid w:val="00704D1E"/>
    <w:rsid w:val="00710723"/>
    <w:rsid w:val="00711E2D"/>
    <w:rsid w:val="007145F3"/>
    <w:rsid w:val="00721DD7"/>
    <w:rsid w:val="00723ED1"/>
    <w:rsid w:val="0072549E"/>
    <w:rsid w:val="00740AF5"/>
    <w:rsid w:val="00743525"/>
    <w:rsid w:val="007470DC"/>
    <w:rsid w:val="0075327C"/>
    <w:rsid w:val="007541A2"/>
    <w:rsid w:val="00755818"/>
    <w:rsid w:val="00756305"/>
    <w:rsid w:val="00756F28"/>
    <w:rsid w:val="007616C2"/>
    <w:rsid w:val="007621E5"/>
    <w:rsid w:val="0076286B"/>
    <w:rsid w:val="00764792"/>
    <w:rsid w:val="00765056"/>
    <w:rsid w:val="00766846"/>
    <w:rsid w:val="00773E76"/>
    <w:rsid w:val="00774FC5"/>
    <w:rsid w:val="0077673A"/>
    <w:rsid w:val="00780051"/>
    <w:rsid w:val="007806D3"/>
    <w:rsid w:val="007846E1"/>
    <w:rsid w:val="007847D6"/>
    <w:rsid w:val="007853BA"/>
    <w:rsid w:val="0078589A"/>
    <w:rsid w:val="0079233A"/>
    <w:rsid w:val="00795154"/>
    <w:rsid w:val="007A0B40"/>
    <w:rsid w:val="007A2129"/>
    <w:rsid w:val="007A5172"/>
    <w:rsid w:val="007A67A0"/>
    <w:rsid w:val="007A7C23"/>
    <w:rsid w:val="007A7DDE"/>
    <w:rsid w:val="007B3D48"/>
    <w:rsid w:val="007B570C"/>
    <w:rsid w:val="007C5289"/>
    <w:rsid w:val="007C567F"/>
    <w:rsid w:val="007D26F9"/>
    <w:rsid w:val="007E17DE"/>
    <w:rsid w:val="007E38E1"/>
    <w:rsid w:val="007E4A6E"/>
    <w:rsid w:val="007F56A7"/>
    <w:rsid w:val="00800851"/>
    <w:rsid w:val="00805782"/>
    <w:rsid w:val="00807DD0"/>
    <w:rsid w:val="00813734"/>
    <w:rsid w:val="008156D5"/>
    <w:rsid w:val="008175E5"/>
    <w:rsid w:val="00820B5F"/>
    <w:rsid w:val="00821D01"/>
    <w:rsid w:val="00826B7B"/>
    <w:rsid w:val="00831AF2"/>
    <w:rsid w:val="0083541D"/>
    <w:rsid w:val="008447DA"/>
    <w:rsid w:val="00846789"/>
    <w:rsid w:val="00850B67"/>
    <w:rsid w:val="00850E48"/>
    <w:rsid w:val="00866994"/>
    <w:rsid w:val="00883098"/>
    <w:rsid w:val="00884582"/>
    <w:rsid w:val="0089098F"/>
    <w:rsid w:val="00892A61"/>
    <w:rsid w:val="008A3568"/>
    <w:rsid w:val="008A3592"/>
    <w:rsid w:val="008A6BB5"/>
    <w:rsid w:val="008A7656"/>
    <w:rsid w:val="008B2F29"/>
    <w:rsid w:val="008B48D3"/>
    <w:rsid w:val="008C50F3"/>
    <w:rsid w:val="008C7EFE"/>
    <w:rsid w:val="008D03B9"/>
    <w:rsid w:val="008D30C7"/>
    <w:rsid w:val="008E2446"/>
    <w:rsid w:val="008F18D6"/>
    <w:rsid w:val="008F2C9B"/>
    <w:rsid w:val="008F7242"/>
    <w:rsid w:val="008F797B"/>
    <w:rsid w:val="00904780"/>
    <w:rsid w:val="0090635B"/>
    <w:rsid w:val="00913311"/>
    <w:rsid w:val="00914256"/>
    <w:rsid w:val="009152C2"/>
    <w:rsid w:val="009179D1"/>
    <w:rsid w:val="00922385"/>
    <w:rsid w:val="009223DF"/>
    <w:rsid w:val="00936091"/>
    <w:rsid w:val="00940D8A"/>
    <w:rsid w:val="00942184"/>
    <w:rsid w:val="009429C9"/>
    <w:rsid w:val="00946FE9"/>
    <w:rsid w:val="00950FD8"/>
    <w:rsid w:val="00962258"/>
    <w:rsid w:val="00966BE8"/>
    <w:rsid w:val="009678B7"/>
    <w:rsid w:val="00974AE2"/>
    <w:rsid w:val="009809A9"/>
    <w:rsid w:val="0098100D"/>
    <w:rsid w:val="00985DF9"/>
    <w:rsid w:val="00987222"/>
    <w:rsid w:val="00992D9C"/>
    <w:rsid w:val="00995DF9"/>
    <w:rsid w:val="00996CB8"/>
    <w:rsid w:val="009A03C6"/>
    <w:rsid w:val="009A0E00"/>
    <w:rsid w:val="009A12BD"/>
    <w:rsid w:val="009A6574"/>
    <w:rsid w:val="009B2E25"/>
    <w:rsid w:val="009B2E97"/>
    <w:rsid w:val="009B4201"/>
    <w:rsid w:val="009B5146"/>
    <w:rsid w:val="009B6819"/>
    <w:rsid w:val="009C12D7"/>
    <w:rsid w:val="009C418E"/>
    <w:rsid w:val="009C442C"/>
    <w:rsid w:val="009D02F5"/>
    <w:rsid w:val="009D7398"/>
    <w:rsid w:val="009E07F4"/>
    <w:rsid w:val="009F0867"/>
    <w:rsid w:val="009F309B"/>
    <w:rsid w:val="009F392E"/>
    <w:rsid w:val="009F53C5"/>
    <w:rsid w:val="009F638B"/>
    <w:rsid w:val="00A0271B"/>
    <w:rsid w:val="00A06EE5"/>
    <w:rsid w:val="00A0740E"/>
    <w:rsid w:val="00A12870"/>
    <w:rsid w:val="00A21A01"/>
    <w:rsid w:val="00A25201"/>
    <w:rsid w:val="00A349C6"/>
    <w:rsid w:val="00A365D5"/>
    <w:rsid w:val="00A50641"/>
    <w:rsid w:val="00A530BF"/>
    <w:rsid w:val="00A54211"/>
    <w:rsid w:val="00A6177B"/>
    <w:rsid w:val="00A66136"/>
    <w:rsid w:val="00A66949"/>
    <w:rsid w:val="00A71189"/>
    <w:rsid w:val="00A7146B"/>
    <w:rsid w:val="00A7240B"/>
    <w:rsid w:val="00A7364A"/>
    <w:rsid w:val="00A74DCC"/>
    <w:rsid w:val="00A753ED"/>
    <w:rsid w:val="00A77512"/>
    <w:rsid w:val="00A84A25"/>
    <w:rsid w:val="00A875F5"/>
    <w:rsid w:val="00A90DB9"/>
    <w:rsid w:val="00A9172B"/>
    <w:rsid w:val="00A944F1"/>
    <w:rsid w:val="00A94C2F"/>
    <w:rsid w:val="00AA4CBB"/>
    <w:rsid w:val="00AA65FA"/>
    <w:rsid w:val="00AA7351"/>
    <w:rsid w:val="00AA7AB8"/>
    <w:rsid w:val="00AB0B11"/>
    <w:rsid w:val="00AB5342"/>
    <w:rsid w:val="00AB5F0F"/>
    <w:rsid w:val="00AC720D"/>
    <w:rsid w:val="00AD056F"/>
    <w:rsid w:val="00AD0C7B"/>
    <w:rsid w:val="00AD57AF"/>
    <w:rsid w:val="00AD5F1A"/>
    <w:rsid w:val="00AD6731"/>
    <w:rsid w:val="00AE4B52"/>
    <w:rsid w:val="00AF0C67"/>
    <w:rsid w:val="00AF2581"/>
    <w:rsid w:val="00B008D5"/>
    <w:rsid w:val="00B02F73"/>
    <w:rsid w:val="00B0444D"/>
    <w:rsid w:val="00B05B31"/>
    <w:rsid w:val="00B0619F"/>
    <w:rsid w:val="00B0730C"/>
    <w:rsid w:val="00B12908"/>
    <w:rsid w:val="00B13A26"/>
    <w:rsid w:val="00B15D0D"/>
    <w:rsid w:val="00B16250"/>
    <w:rsid w:val="00B22106"/>
    <w:rsid w:val="00B42F40"/>
    <w:rsid w:val="00B45DD9"/>
    <w:rsid w:val="00B46F24"/>
    <w:rsid w:val="00B47D17"/>
    <w:rsid w:val="00B510A9"/>
    <w:rsid w:val="00B5431A"/>
    <w:rsid w:val="00B54A7E"/>
    <w:rsid w:val="00B55EA1"/>
    <w:rsid w:val="00B617DD"/>
    <w:rsid w:val="00B61E49"/>
    <w:rsid w:val="00B675F5"/>
    <w:rsid w:val="00B72072"/>
    <w:rsid w:val="00B75123"/>
    <w:rsid w:val="00B75EE1"/>
    <w:rsid w:val="00B77481"/>
    <w:rsid w:val="00B82B99"/>
    <w:rsid w:val="00B835F7"/>
    <w:rsid w:val="00B836AA"/>
    <w:rsid w:val="00B83806"/>
    <w:rsid w:val="00B8518B"/>
    <w:rsid w:val="00B974A7"/>
    <w:rsid w:val="00B97CC3"/>
    <w:rsid w:val="00BB08EC"/>
    <w:rsid w:val="00BB1390"/>
    <w:rsid w:val="00BB18C3"/>
    <w:rsid w:val="00BC06C4"/>
    <w:rsid w:val="00BC5BDD"/>
    <w:rsid w:val="00BD5DE9"/>
    <w:rsid w:val="00BD7E91"/>
    <w:rsid w:val="00BD7F0D"/>
    <w:rsid w:val="00BF2C31"/>
    <w:rsid w:val="00BF4AD6"/>
    <w:rsid w:val="00BF4C5D"/>
    <w:rsid w:val="00BF7B07"/>
    <w:rsid w:val="00C02440"/>
    <w:rsid w:val="00C02D0A"/>
    <w:rsid w:val="00C03A6E"/>
    <w:rsid w:val="00C0403E"/>
    <w:rsid w:val="00C1205A"/>
    <w:rsid w:val="00C141B4"/>
    <w:rsid w:val="00C1662E"/>
    <w:rsid w:val="00C226C0"/>
    <w:rsid w:val="00C3647F"/>
    <w:rsid w:val="00C3768B"/>
    <w:rsid w:val="00C42FE6"/>
    <w:rsid w:val="00C44F6A"/>
    <w:rsid w:val="00C4638F"/>
    <w:rsid w:val="00C6198E"/>
    <w:rsid w:val="00C668FA"/>
    <w:rsid w:val="00C708EA"/>
    <w:rsid w:val="00C731EA"/>
    <w:rsid w:val="00C778A5"/>
    <w:rsid w:val="00C84902"/>
    <w:rsid w:val="00C8603A"/>
    <w:rsid w:val="00C866F8"/>
    <w:rsid w:val="00C9118F"/>
    <w:rsid w:val="00C95162"/>
    <w:rsid w:val="00CA736B"/>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21061"/>
    <w:rsid w:val="00D22281"/>
    <w:rsid w:val="00D239A6"/>
    <w:rsid w:val="00D33047"/>
    <w:rsid w:val="00D4108E"/>
    <w:rsid w:val="00D4328E"/>
    <w:rsid w:val="00D4483A"/>
    <w:rsid w:val="00D50FE6"/>
    <w:rsid w:val="00D60CA0"/>
    <w:rsid w:val="00D60F69"/>
    <w:rsid w:val="00D6163D"/>
    <w:rsid w:val="00D701DC"/>
    <w:rsid w:val="00D831A3"/>
    <w:rsid w:val="00D97BE3"/>
    <w:rsid w:val="00DA3042"/>
    <w:rsid w:val="00DA3711"/>
    <w:rsid w:val="00DC664C"/>
    <w:rsid w:val="00DD04AC"/>
    <w:rsid w:val="00DD46F3"/>
    <w:rsid w:val="00DD4862"/>
    <w:rsid w:val="00DE0D9C"/>
    <w:rsid w:val="00DE2A7D"/>
    <w:rsid w:val="00DE56F2"/>
    <w:rsid w:val="00DF116D"/>
    <w:rsid w:val="00DF7604"/>
    <w:rsid w:val="00E0467D"/>
    <w:rsid w:val="00E16A61"/>
    <w:rsid w:val="00E16FF7"/>
    <w:rsid w:val="00E21FA2"/>
    <w:rsid w:val="00E2245C"/>
    <w:rsid w:val="00E26D68"/>
    <w:rsid w:val="00E37457"/>
    <w:rsid w:val="00E44045"/>
    <w:rsid w:val="00E51EEC"/>
    <w:rsid w:val="00E618C4"/>
    <w:rsid w:val="00E6776C"/>
    <w:rsid w:val="00E7415D"/>
    <w:rsid w:val="00E878EE"/>
    <w:rsid w:val="00E901A3"/>
    <w:rsid w:val="00E9238B"/>
    <w:rsid w:val="00EA0D88"/>
    <w:rsid w:val="00EA3CE3"/>
    <w:rsid w:val="00EA585B"/>
    <w:rsid w:val="00EA6EC7"/>
    <w:rsid w:val="00EB104F"/>
    <w:rsid w:val="00EB46E5"/>
    <w:rsid w:val="00EB5207"/>
    <w:rsid w:val="00EC4504"/>
    <w:rsid w:val="00ED14BD"/>
    <w:rsid w:val="00ED592D"/>
    <w:rsid w:val="00EE15FD"/>
    <w:rsid w:val="00EE7A4C"/>
    <w:rsid w:val="00EF6D64"/>
    <w:rsid w:val="00F016C7"/>
    <w:rsid w:val="00F12DEC"/>
    <w:rsid w:val="00F13FDA"/>
    <w:rsid w:val="00F1715C"/>
    <w:rsid w:val="00F21E6B"/>
    <w:rsid w:val="00F310F8"/>
    <w:rsid w:val="00F35939"/>
    <w:rsid w:val="00F422D3"/>
    <w:rsid w:val="00F43D42"/>
    <w:rsid w:val="00F45607"/>
    <w:rsid w:val="00F46371"/>
    <w:rsid w:val="00F4722B"/>
    <w:rsid w:val="00F51870"/>
    <w:rsid w:val="00F51FD9"/>
    <w:rsid w:val="00F54432"/>
    <w:rsid w:val="00F566DC"/>
    <w:rsid w:val="00F65035"/>
    <w:rsid w:val="00F659EB"/>
    <w:rsid w:val="00F679DB"/>
    <w:rsid w:val="00F7094F"/>
    <w:rsid w:val="00F762A8"/>
    <w:rsid w:val="00F82B15"/>
    <w:rsid w:val="00F84F54"/>
    <w:rsid w:val="00F86BA6"/>
    <w:rsid w:val="00F95FBD"/>
    <w:rsid w:val="00FA5E56"/>
    <w:rsid w:val="00FB464D"/>
    <w:rsid w:val="00FB504B"/>
    <w:rsid w:val="00FB6342"/>
    <w:rsid w:val="00FC234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header" Target="header9.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eader" Target="header6.xml"/><Relationship Id="rId38" Type="http://schemas.openxmlformats.org/officeDocument/2006/relationships/footer" Target="footer17.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8.xml"/><Relationship Id="rId32" Type="http://schemas.openxmlformats.org/officeDocument/2006/relationships/hyperlink" Target="mailto:KaraskovaP@spravazeleznic.cz" TargetMode="Externa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ZapletalovaL@spravazeleznic.cz%20" TargetMode="Externa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5.xml"/><Relationship Id="rId43" Type="http://schemas.openxmlformats.org/officeDocument/2006/relationships/footer" Target="footer20.xml"/><Relationship Id="rId48" Type="http://schemas.openxmlformats.org/officeDocument/2006/relationships/theme" Target="theme/theme1.xml"/><Relationship Id="rId8" Type="http://schemas.openxmlformats.org/officeDocument/2006/relationships/webSettings" Target="webSettings.xml"/><Relationship Id="rId51" Type="http://schemas.microsoft.com/office/2016/09/relationships/commentsIds" Target="commentsIds.xml"/></Relationships>
</file>

<file path=word/_rels/footer3.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95E8C37-88BB-4593-9CFD-1A2A7835D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7</TotalTime>
  <Pages>32</Pages>
  <Words>5442</Words>
  <Characters>32110</Characters>
  <Application>Microsoft Office Word</Application>
  <DocSecurity>0</DocSecurity>
  <Lines>267</Lines>
  <Paragraphs>74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Přerovská Kamila, Ing.</cp:lastModifiedBy>
  <cp:revision>6</cp:revision>
  <cp:lastPrinted>2021-01-18T09:00:00Z</cp:lastPrinted>
  <dcterms:created xsi:type="dcterms:W3CDTF">2022-05-19T04:39:00Z</dcterms:created>
  <dcterms:modified xsi:type="dcterms:W3CDTF">2022-06-15T10:07:00Z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